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FBA08" w14:textId="77777777" w:rsidR="008A6059" w:rsidRDefault="008A6059" w:rsidP="00D6001F">
      <w:pPr>
        <w:pStyle w:val="Datedocument"/>
        <w:tabs>
          <w:tab w:val="left" w:pos="0"/>
        </w:tabs>
        <w:ind w:left="0"/>
        <w:rPr>
          <w:rFonts w:cstheme="minorHAnsi"/>
        </w:rPr>
      </w:pPr>
    </w:p>
    <w:p w14:paraId="2D7AA109" w14:textId="77777777" w:rsidR="008A6059" w:rsidRPr="00C53E72" w:rsidRDefault="008A6059" w:rsidP="00D6001F">
      <w:pPr>
        <w:pStyle w:val="Datedocument"/>
        <w:tabs>
          <w:tab w:val="left" w:pos="0"/>
        </w:tabs>
        <w:ind w:left="0"/>
        <w:rPr>
          <w:rFonts w:cstheme="minorHAnsi"/>
        </w:rPr>
      </w:pPr>
    </w:p>
    <w:p w14:paraId="008145EB" w14:textId="2D859486" w:rsidR="00C23436" w:rsidRPr="001B5376" w:rsidRDefault="00904214" w:rsidP="00D6001F">
      <w:pPr>
        <w:pStyle w:val="Titre"/>
        <w:tabs>
          <w:tab w:val="left" w:pos="0"/>
        </w:tabs>
        <w:ind w:left="0"/>
        <w:rPr>
          <w:rFonts w:cstheme="minorHAnsi"/>
          <w:sz w:val="68"/>
          <w:szCs w:val="68"/>
        </w:rPr>
      </w:pPr>
      <w:r>
        <w:rPr>
          <w:rFonts w:cstheme="minorHAnsi"/>
          <w:sz w:val="68"/>
          <w:szCs w:val="68"/>
        </w:rPr>
        <w:t>Prestation de surtri de flux</w:t>
      </w:r>
      <w:r w:rsidR="00AE7A83">
        <w:rPr>
          <w:rFonts w:cstheme="minorHAnsi"/>
          <w:sz w:val="68"/>
          <w:szCs w:val="68"/>
        </w:rPr>
        <w:t xml:space="preserve"> développement</w:t>
      </w:r>
      <w:r>
        <w:rPr>
          <w:rFonts w:cstheme="minorHAnsi"/>
          <w:sz w:val="68"/>
          <w:szCs w:val="68"/>
        </w:rPr>
        <w:t xml:space="preserve"> rigide </w:t>
      </w:r>
    </w:p>
    <w:p w14:paraId="7A63EE35" w14:textId="77777777" w:rsidR="007C5A77" w:rsidRPr="00C53E72" w:rsidRDefault="007C5A77" w:rsidP="00D6001F">
      <w:pPr>
        <w:pStyle w:val="SparateurTITRE"/>
        <w:tabs>
          <w:tab w:val="left" w:pos="0"/>
        </w:tabs>
        <w:ind w:left="0"/>
        <w:rPr>
          <w:rFonts w:cstheme="minorHAnsi"/>
        </w:rPr>
      </w:pPr>
    </w:p>
    <w:p w14:paraId="66B65D0A" w14:textId="387E596B" w:rsidR="00750FF6" w:rsidRPr="00C53E72" w:rsidRDefault="008516BC" w:rsidP="00D6001F">
      <w:pPr>
        <w:pStyle w:val="Sous-titre"/>
        <w:tabs>
          <w:tab w:val="left" w:pos="0"/>
        </w:tabs>
        <w:ind w:left="0"/>
        <w:rPr>
          <w:rFonts w:cstheme="minorHAnsi"/>
        </w:rPr>
      </w:pPr>
      <w:r w:rsidRPr="008516BC">
        <w:rPr>
          <w:rFonts w:cstheme="minorHAnsi"/>
        </w:rPr>
        <w:t>Formulaire de réponse</w:t>
      </w:r>
      <w:r w:rsidR="000D02C6">
        <w:rPr>
          <w:rFonts w:cstheme="minorHAnsi"/>
        </w:rPr>
        <w:t xml:space="preserve"> </w:t>
      </w:r>
    </w:p>
    <w:p w14:paraId="7D1C42B0" w14:textId="77777777" w:rsidR="00D91B6C" w:rsidRPr="00C53E72" w:rsidRDefault="00D91B6C" w:rsidP="00D6001F">
      <w:pPr>
        <w:tabs>
          <w:tab w:val="left" w:pos="0"/>
        </w:tabs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29"/>
        <w:gridCol w:w="3648"/>
      </w:tblGrid>
      <w:tr w:rsidR="00934B4D" w14:paraId="50A4716F" w14:textId="77777777" w:rsidTr="0015547A">
        <w:trPr>
          <w:trHeight w:val="1313"/>
        </w:trPr>
        <w:tc>
          <w:tcPr>
            <w:tcW w:w="5240" w:type="dxa"/>
            <w:shd w:val="clear" w:color="auto" w:fill="F2F2F2" w:themeFill="background1" w:themeFillShade="F2"/>
          </w:tcPr>
          <w:p w14:paraId="4F6FA908" w14:textId="77777777" w:rsidR="00934B4D" w:rsidRPr="00511217" w:rsidRDefault="00934B4D" w:rsidP="0015547A">
            <w:pPr>
              <w:jc w:val="center"/>
              <w:rPr>
                <w:b/>
                <w:bCs/>
                <w:sz w:val="24"/>
                <w:szCs w:val="24"/>
              </w:rPr>
            </w:pPr>
            <w:r w:rsidRPr="00511217">
              <w:rPr>
                <w:b/>
                <w:bCs/>
                <w:sz w:val="24"/>
                <w:szCs w:val="24"/>
              </w:rPr>
              <w:t>Candidat</w:t>
            </w:r>
          </w:p>
          <w:p w14:paraId="09B47831" w14:textId="710A4EB1" w:rsidR="00934B4D" w:rsidRPr="00511217" w:rsidRDefault="00934B4D" w:rsidP="0015547A">
            <w:pPr>
              <w:jc w:val="left"/>
              <w:rPr>
                <w:sz w:val="24"/>
                <w:szCs w:val="24"/>
              </w:rPr>
            </w:pPr>
            <w:r w:rsidRPr="00511217">
              <w:rPr>
                <w:sz w:val="24"/>
                <w:szCs w:val="24"/>
              </w:rPr>
              <w:t>(</w:t>
            </w:r>
            <w:r w:rsidR="00301135">
              <w:rPr>
                <w:sz w:val="24"/>
                <w:szCs w:val="24"/>
              </w:rPr>
              <w:t>Raison</w:t>
            </w:r>
            <w:r w:rsidRPr="00511217">
              <w:rPr>
                <w:sz w:val="24"/>
                <w:szCs w:val="24"/>
              </w:rPr>
              <w:t xml:space="preserve"> sociale </w:t>
            </w:r>
            <w:r w:rsidR="005A1559" w:rsidRPr="005A1559">
              <w:rPr>
                <w:sz w:val="24"/>
                <w:szCs w:val="24"/>
              </w:rPr>
              <w:t>entité contractante avec Citeo</w:t>
            </w:r>
            <w:r w:rsidRPr="00511217">
              <w:rPr>
                <w:sz w:val="24"/>
                <w:szCs w:val="24"/>
              </w:rPr>
              <w:t>)</w:t>
            </w:r>
          </w:p>
        </w:tc>
        <w:tc>
          <w:tcPr>
            <w:tcW w:w="3764" w:type="dxa"/>
          </w:tcPr>
          <w:p w14:paraId="6B73B2EF" w14:textId="77777777" w:rsidR="00934B4D" w:rsidRPr="00511217" w:rsidRDefault="00934B4D" w:rsidP="0015547A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934B4D" w14:paraId="635D3162" w14:textId="77777777" w:rsidTr="0015547A">
        <w:trPr>
          <w:trHeight w:val="1313"/>
        </w:trPr>
        <w:tc>
          <w:tcPr>
            <w:tcW w:w="5240" w:type="dxa"/>
            <w:shd w:val="clear" w:color="auto" w:fill="F2F2F2" w:themeFill="background1" w:themeFillShade="F2"/>
          </w:tcPr>
          <w:p w14:paraId="4FA09DD8" w14:textId="77777777" w:rsidR="00934B4D" w:rsidRPr="00511217" w:rsidRDefault="00934B4D" w:rsidP="0015547A">
            <w:pPr>
              <w:jc w:val="center"/>
              <w:rPr>
                <w:b/>
                <w:bCs/>
                <w:sz w:val="24"/>
                <w:szCs w:val="24"/>
              </w:rPr>
            </w:pPr>
            <w:r w:rsidRPr="00511217">
              <w:rPr>
                <w:b/>
                <w:bCs/>
                <w:sz w:val="24"/>
                <w:szCs w:val="24"/>
              </w:rPr>
              <w:t>Site d’implantation</w:t>
            </w:r>
          </w:p>
          <w:p w14:paraId="5FD43E3C" w14:textId="7018CC93" w:rsidR="00934B4D" w:rsidRPr="00511217" w:rsidRDefault="00934B4D" w:rsidP="0015547A">
            <w:pPr>
              <w:jc w:val="left"/>
              <w:rPr>
                <w:sz w:val="24"/>
                <w:szCs w:val="24"/>
              </w:rPr>
            </w:pPr>
            <w:r w:rsidRPr="0051121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Localisation</w:t>
            </w:r>
            <w:r w:rsidRPr="00511217">
              <w:rPr>
                <w:sz w:val="24"/>
                <w:szCs w:val="24"/>
              </w:rPr>
              <w:t xml:space="preserve"> du site </w:t>
            </w:r>
            <w:r w:rsidR="00E50DF4">
              <w:rPr>
                <w:sz w:val="24"/>
                <w:szCs w:val="24"/>
              </w:rPr>
              <w:t>de réception des tonnes</w:t>
            </w:r>
            <w:r w:rsidRPr="00511217">
              <w:rPr>
                <w:sz w:val="24"/>
                <w:szCs w:val="24"/>
              </w:rPr>
              <w:t>)</w:t>
            </w:r>
          </w:p>
        </w:tc>
        <w:tc>
          <w:tcPr>
            <w:tcW w:w="3764" w:type="dxa"/>
          </w:tcPr>
          <w:p w14:paraId="6C646AAC" w14:textId="77777777" w:rsidR="00934B4D" w:rsidRPr="00511217" w:rsidRDefault="00934B4D" w:rsidP="0015547A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p w14:paraId="210B0480" w14:textId="77777777" w:rsidR="0035560B" w:rsidRPr="00C53E72" w:rsidRDefault="0035560B" w:rsidP="00D6001F">
      <w:pPr>
        <w:tabs>
          <w:tab w:val="left" w:pos="0"/>
        </w:tabs>
        <w:rPr>
          <w:rFonts w:cstheme="minorHAnsi"/>
        </w:rPr>
      </w:pPr>
    </w:p>
    <w:p w14:paraId="1568BCA2" w14:textId="77777777" w:rsidR="00E639EC" w:rsidRPr="00C53E72" w:rsidRDefault="00E639EC" w:rsidP="00D6001F">
      <w:pPr>
        <w:tabs>
          <w:tab w:val="left" w:pos="0"/>
        </w:tabs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15"/>
        <w:gridCol w:w="3662"/>
      </w:tblGrid>
      <w:tr w:rsidR="00C81AA5" w14:paraId="7366D4FD" w14:textId="77777777" w:rsidTr="0015547A">
        <w:trPr>
          <w:trHeight w:val="613"/>
        </w:trPr>
        <w:tc>
          <w:tcPr>
            <w:tcW w:w="5115" w:type="dxa"/>
            <w:shd w:val="clear" w:color="auto" w:fill="F2F2F2" w:themeFill="background1" w:themeFillShade="F2"/>
          </w:tcPr>
          <w:p w14:paraId="02F3F1AE" w14:textId="556FCD44" w:rsidR="00C81AA5" w:rsidRPr="00C81AA5" w:rsidRDefault="00C81AA5" w:rsidP="0015547A">
            <w:pPr>
              <w:jc w:val="left"/>
              <w:rPr>
                <w:b/>
                <w:bCs/>
                <w:sz w:val="24"/>
                <w:szCs w:val="24"/>
              </w:rPr>
            </w:pPr>
            <w:r w:rsidRPr="00511217">
              <w:rPr>
                <w:b/>
                <w:bCs/>
                <w:sz w:val="24"/>
                <w:szCs w:val="24"/>
              </w:rPr>
              <w:t>Candidat</w:t>
            </w:r>
            <w:r>
              <w:rPr>
                <w:b/>
                <w:bCs/>
                <w:sz w:val="24"/>
                <w:szCs w:val="24"/>
              </w:rPr>
              <w:t>ure pour le Lot 1</w:t>
            </w:r>
          </w:p>
        </w:tc>
        <w:tc>
          <w:tcPr>
            <w:tcW w:w="3662" w:type="dxa"/>
          </w:tcPr>
          <w:p w14:paraId="638B55C8" w14:textId="0C2BC69A" w:rsidR="00C81AA5" w:rsidRPr="00511217" w:rsidRDefault="00635056" w:rsidP="0015547A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highlight w:val="yellow"/>
              </w:rPr>
              <w:t>o</w:t>
            </w:r>
            <w:r w:rsidR="00C81AA5" w:rsidRPr="00B21FAB">
              <w:rPr>
                <w:b/>
                <w:bCs/>
                <w:sz w:val="24"/>
                <w:szCs w:val="24"/>
                <w:highlight w:val="yellow"/>
              </w:rPr>
              <w:t>ui / non</w:t>
            </w:r>
          </w:p>
        </w:tc>
      </w:tr>
      <w:tr w:rsidR="00F32F67" w14:paraId="3AE9CA10" w14:textId="77777777" w:rsidTr="0015547A">
        <w:trPr>
          <w:trHeight w:val="556"/>
        </w:trPr>
        <w:tc>
          <w:tcPr>
            <w:tcW w:w="5115" w:type="dxa"/>
            <w:shd w:val="clear" w:color="auto" w:fill="F2F2F2" w:themeFill="background1" w:themeFillShade="F2"/>
          </w:tcPr>
          <w:p w14:paraId="7856BC68" w14:textId="77777777" w:rsidR="00F32F67" w:rsidRDefault="00F32F67" w:rsidP="0015547A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Candidature pour le Lot 2</w:t>
            </w:r>
          </w:p>
          <w:p w14:paraId="72C4DBE0" w14:textId="3286E4E8" w:rsidR="00F32F67" w:rsidRDefault="00F32F67" w:rsidP="0015547A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Capacité de surtri proposée pour le Lot 2 </w:t>
            </w:r>
          </w:p>
        </w:tc>
        <w:tc>
          <w:tcPr>
            <w:tcW w:w="3662" w:type="dxa"/>
          </w:tcPr>
          <w:p w14:paraId="7C086D52" w14:textId="77777777" w:rsidR="00F32F67" w:rsidRDefault="00F32F67" w:rsidP="0015547A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highlight w:val="yellow"/>
              </w:rPr>
              <w:t>o</w:t>
            </w:r>
            <w:r w:rsidRPr="00B21FAB">
              <w:rPr>
                <w:b/>
                <w:bCs/>
                <w:sz w:val="24"/>
                <w:szCs w:val="24"/>
                <w:highlight w:val="yellow"/>
              </w:rPr>
              <w:t>ui / non</w:t>
            </w:r>
          </w:p>
          <w:p w14:paraId="05341A83" w14:textId="6A56E935" w:rsidR="00F32F67" w:rsidRDefault="00F32F67" w:rsidP="0015547A">
            <w:pPr>
              <w:jc w:val="left"/>
              <w:rPr>
                <w:b/>
                <w:bCs/>
                <w:sz w:val="24"/>
                <w:szCs w:val="24"/>
                <w:highlight w:val="yellow"/>
              </w:rPr>
            </w:pPr>
            <w:r w:rsidRPr="00B21FAB">
              <w:rPr>
                <w:b/>
                <w:bCs/>
                <w:sz w:val="24"/>
                <w:szCs w:val="24"/>
                <w:highlight w:val="yellow"/>
              </w:rPr>
              <w:t>XXX t/an</w:t>
            </w:r>
          </w:p>
        </w:tc>
      </w:tr>
    </w:tbl>
    <w:p w14:paraId="3A794E5E" w14:textId="77777777" w:rsidR="00C81AA5" w:rsidRDefault="00C81AA5" w:rsidP="00BA73C9"/>
    <w:p w14:paraId="08EAE129" w14:textId="77777777" w:rsidR="001F66BF" w:rsidRDefault="001F66BF" w:rsidP="00BA73C9"/>
    <w:p w14:paraId="3D193893" w14:textId="77777777" w:rsidR="00CF6674" w:rsidRDefault="00CF6674" w:rsidP="00BA73C9"/>
    <w:p w14:paraId="7FB7DA72" w14:textId="77777777" w:rsidR="00CF6674" w:rsidRDefault="00CF6674" w:rsidP="00BA73C9"/>
    <w:p w14:paraId="16F4D948" w14:textId="77777777" w:rsidR="00CF6674" w:rsidRDefault="00CF6674" w:rsidP="00BA73C9"/>
    <w:p w14:paraId="152435C3" w14:textId="77777777" w:rsidR="00CF6674" w:rsidRDefault="00CF6674" w:rsidP="00BA73C9"/>
    <w:p w14:paraId="31324873" w14:textId="32CAA343" w:rsidR="00E03DBC" w:rsidRDefault="00E50DF4" w:rsidP="00E03DBC">
      <w:r>
        <w:t>Décembre</w:t>
      </w:r>
      <w:r w:rsidR="00E03DBC">
        <w:t xml:space="preserve"> 2025</w:t>
      </w:r>
    </w:p>
    <w:p w14:paraId="3D2C6423" w14:textId="33614EC3" w:rsidR="001F66BF" w:rsidRPr="00373DD7" w:rsidRDefault="00E03DBC" w:rsidP="00E03DBC">
      <w:pPr>
        <w:rPr>
          <w:i/>
          <w:iCs/>
        </w:rPr>
      </w:pPr>
      <w:r w:rsidRPr="00373DD7">
        <w:rPr>
          <w:i/>
          <w:iCs/>
        </w:rPr>
        <w:t>MAJ</w:t>
      </w:r>
      <w:r>
        <w:rPr>
          <w:i/>
          <w:iCs/>
        </w:rPr>
        <w:t>_</w:t>
      </w:r>
      <w:r w:rsidRPr="00373DD7">
        <w:rPr>
          <w:i/>
          <w:iCs/>
        </w:rPr>
        <w:t xml:space="preserve">version </w:t>
      </w:r>
      <w:r>
        <w:rPr>
          <w:i/>
          <w:iCs/>
        </w:rPr>
        <w:t>V0_</w:t>
      </w:r>
      <w:r w:rsidRPr="00373DD7">
        <w:rPr>
          <w:i/>
          <w:iCs/>
        </w:rPr>
        <w:t xml:space="preserve"> </w:t>
      </w:r>
      <w:r w:rsidR="00B12907">
        <w:rPr>
          <w:i/>
          <w:iCs/>
          <w:sz w:val="22"/>
          <w:szCs w:val="24"/>
        </w:rPr>
        <w:t>15</w:t>
      </w:r>
      <w:r>
        <w:rPr>
          <w:i/>
          <w:iCs/>
        </w:rPr>
        <w:t>/1</w:t>
      </w:r>
      <w:r w:rsidR="00CF6674">
        <w:rPr>
          <w:i/>
          <w:iCs/>
        </w:rPr>
        <w:t>2</w:t>
      </w:r>
      <w:r>
        <w:rPr>
          <w:i/>
          <w:iCs/>
        </w:rPr>
        <w:t>/</w:t>
      </w:r>
      <w:r w:rsidRPr="00373DD7">
        <w:rPr>
          <w:i/>
          <w:iCs/>
        </w:rPr>
        <w:t xml:space="preserve">2025 </w:t>
      </w:r>
    </w:p>
    <w:p w14:paraId="34E2E682" w14:textId="49012E9E" w:rsidR="60DFE17E" w:rsidRDefault="60DFE17E">
      <w:pPr>
        <w:sectPr w:rsidR="60DFE17E" w:rsidSect="0097717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134" w:bottom="1134" w:left="1985" w:header="680" w:footer="680" w:gutter="0"/>
          <w:cols w:space="708"/>
          <w:titlePg/>
          <w:docGrid w:linePitch="360"/>
        </w:sectPr>
      </w:pPr>
    </w:p>
    <w:p w14:paraId="1DCA7BBA" w14:textId="0020B183" w:rsidR="0075410C" w:rsidRPr="0075410C" w:rsidRDefault="008F0C56" w:rsidP="0075410C">
      <w:pPr>
        <w:pStyle w:val="Titre2"/>
      </w:pPr>
      <w:r>
        <w:lastRenderedPageBreak/>
        <w:t>Préambule</w:t>
      </w:r>
      <w:r w:rsidR="009670F2">
        <w:t xml:space="preserve"> – Consignes générales</w:t>
      </w:r>
    </w:p>
    <w:p w14:paraId="10BE4296" w14:textId="5AC03700" w:rsidR="0075410C" w:rsidRDefault="0075410C" w:rsidP="00A237B5">
      <w:r w:rsidRPr="0075410C">
        <w:t>Le présent document constitue le formulaire de réponse à la consultation lancée par C</w:t>
      </w:r>
      <w:r>
        <w:t xml:space="preserve">iteo </w:t>
      </w:r>
      <w:r w:rsidR="00382A18">
        <w:t xml:space="preserve">pour </w:t>
      </w:r>
      <w:r w:rsidR="00E03DBC">
        <w:t>une prestation de surtri du flux développement rigide</w:t>
      </w:r>
      <w:r w:rsidRPr="0075410C">
        <w:t xml:space="preserve">. Il tient lieu de mémoire technique et </w:t>
      </w:r>
      <w:r w:rsidR="00D556E1">
        <w:t xml:space="preserve">d’offre financière et </w:t>
      </w:r>
      <w:r w:rsidRPr="0075410C">
        <w:t>doit être intégralement complété par le candidat.</w:t>
      </w:r>
    </w:p>
    <w:p w14:paraId="190B0EAA" w14:textId="42A52155" w:rsidR="00A21D35" w:rsidRDefault="000D1CC7" w:rsidP="007D3506">
      <w:pPr>
        <w:spacing w:line="276" w:lineRule="auto"/>
        <w:rPr>
          <w:b/>
          <w:bCs/>
          <w:color w:val="009FE3" w:themeColor="accent1"/>
          <w:u w:val="single"/>
        </w:rPr>
      </w:pPr>
      <w:r w:rsidRPr="000D1CC7">
        <w:rPr>
          <w:b/>
          <w:bCs/>
          <w:color w:val="009FE3" w:themeColor="accent1"/>
          <w:u w:val="single"/>
        </w:rPr>
        <w:t>A noter :</w:t>
      </w:r>
    </w:p>
    <w:p w14:paraId="4E77E1BD" w14:textId="2F7BC6A5" w:rsidR="000D1CC7" w:rsidRDefault="00CE027B" w:rsidP="000C1ED1">
      <w:pPr>
        <w:pStyle w:val="Paragraphedeliste"/>
        <w:numPr>
          <w:ilvl w:val="0"/>
          <w:numId w:val="27"/>
        </w:numPr>
        <w:spacing w:line="276" w:lineRule="auto"/>
      </w:pPr>
      <w:r w:rsidRPr="00CE027B">
        <w:t xml:space="preserve">Aucun autre document ne sera pris en compte, sauf mention explicite dans une </w:t>
      </w:r>
      <w:r>
        <w:t>rubrique</w:t>
      </w:r>
      <w:r w:rsidRPr="00CE027B">
        <w:t xml:space="preserve"> donnée.</w:t>
      </w:r>
    </w:p>
    <w:p w14:paraId="6CEEBF1F" w14:textId="2662D931" w:rsidR="00CE027B" w:rsidRDefault="00B91788" w:rsidP="000C1ED1">
      <w:pPr>
        <w:pStyle w:val="Paragraphedeliste"/>
        <w:numPr>
          <w:ilvl w:val="0"/>
          <w:numId w:val="27"/>
        </w:numPr>
        <w:spacing w:line="276" w:lineRule="auto"/>
      </w:pPr>
      <w:r w:rsidRPr="00B91788">
        <w:t>Le formulaire doit être complété de manière lisible, en français, et sans modification de la trame.</w:t>
      </w:r>
    </w:p>
    <w:p w14:paraId="2FE5DF89" w14:textId="192BEE38" w:rsidR="00796245" w:rsidRPr="00CF7BCF" w:rsidRDefault="004634C1" w:rsidP="00C1684D">
      <w:pPr>
        <w:pStyle w:val="Paragraphedeliste"/>
        <w:numPr>
          <w:ilvl w:val="0"/>
          <w:numId w:val="27"/>
        </w:numPr>
        <w:spacing w:after="160" w:line="276" w:lineRule="auto"/>
        <w:jc w:val="left"/>
      </w:pPr>
      <w:r>
        <w:br w:type="page"/>
      </w:r>
    </w:p>
    <w:p w14:paraId="0C269756" w14:textId="3704F1DA" w:rsidR="004B78CC" w:rsidRDefault="001B162E" w:rsidP="004B7817">
      <w:pPr>
        <w:pStyle w:val="Titre2"/>
      </w:pPr>
      <w:bookmarkStart w:id="0" w:name="_Toc90313386"/>
      <w:bookmarkStart w:id="1" w:name="_Toc90541219"/>
      <w:bookmarkStart w:id="2" w:name="_Toc90313387"/>
      <w:bookmarkStart w:id="3" w:name="_Toc90541220"/>
      <w:bookmarkStart w:id="4" w:name="_Toc90313388"/>
      <w:bookmarkStart w:id="5" w:name="_Toc90541221"/>
      <w:bookmarkStart w:id="6" w:name="_Toc90313389"/>
      <w:bookmarkStart w:id="7" w:name="_Toc90541222"/>
      <w:bookmarkStart w:id="8" w:name="_Toc90313390"/>
      <w:bookmarkStart w:id="9" w:name="_Toc90541223"/>
      <w:bookmarkStart w:id="10" w:name="_Toc90313391"/>
      <w:bookmarkStart w:id="11" w:name="_Toc90541224"/>
      <w:bookmarkStart w:id="12" w:name="_Toc90313392"/>
      <w:bookmarkStart w:id="13" w:name="_Toc90541225"/>
      <w:bookmarkStart w:id="14" w:name="_Toc90313393"/>
      <w:bookmarkStart w:id="15" w:name="_Toc90541226"/>
      <w:bookmarkStart w:id="16" w:name="_Toc90313394"/>
      <w:bookmarkStart w:id="17" w:name="_Toc90541227"/>
      <w:bookmarkStart w:id="18" w:name="_Toc90313395"/>
      <w:bookmarkStart w:id="19" w:name="_Toc90541228"/>
      <w:bookmarkStart w:id="20" w:name="_Toc90313396"/>
      <w:bookmarkStart w:id="21" w:name="_Toc90541229"/>
      <w:bookmarkStart w:id="22" w:name="_Toc90313397"/>
      <w:bookmarkStart w:id="23" w:name="_Toc90541230"/>
      <w:bookmarkStart w:id="24" w:name="_Toc90313398"/>
      <w:bookmarkStart w:id="25" w:name="_Toc9054123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lastRenderedPageBreak/>
        <w:t>Informations</w:t>
      </w:r>
      <w:r w:rsidR="004D6398">
        <w:t xml:space="preserve"> </w:t>
      </w:r>
      <w:r w:rsidR="00A11F3F">
        <w:t>du candidat</w:t>
      </w:r>
    </w:p>
    <w:p w14:paraId="18D8B559" w14:textId="484B8306" w:rsidR="003D36EC" w:rsidRDefault="00C5381B" w:rsidP="003D36EC">
      <w:pPr>
        <w:pStyle w:val="Titre3"/>
      </w:pPr>
      <w:r>
        <w:t>I</w:t>
      </w:r>
      <w:r w:rsidR="00A11F3F">
        <w:t>dentification</w:t>
      </w:r>
      <w:r>
        <w:t xml:space="preserve"> du porteur de projet</w:t>
      </w:r>
    </w:p>
    <w:tbl>
      <w:tblPr>
        <w:tblW w:w="534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840"/>
        <w:gridCol w:w="5033"/>
      </w:tblGrid>
      <w:tr w:rsidR="00BC6535" w:rsidRPr="009901ED" w14:paraId="35ED9B34" w14:textId="77777777" w:rsidTr="00892AA8">
        <w:trPr>
          <w:trHeight w:val="549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14:paraId="324044BD" w14:textId="77777777" w:rsidR="00BC6535" w:rsidRPr="0016036E" w:rsidRDefault="00BC6535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Dénomination Sociale</w:t>
            </w:r>
          </w:p>
        </w:tc>
        <w:tc>
          <w:tcPr>
            <w:tcW w:w="2447" w:type="pct"/>
            <w:vAlign w:val="center"/>
          </w:tcPr>
          <w:p w14:paraId="6699D0D6" w14:textId="77777777" w:rsidR="00BC6535" w:rsidRPr="0016036E" w:rsidRDefault="00BC6535" w:rsidP="00892AA8">
            <w:pPr>
              <w:rPr>
                <w:szCs w:val="20"/>
              </w:rPr>
            </w:pPr>
          </w:p>
        </w:tc>
      </w:tr>
      <w:tr w:rsidR="00BC6535" w:rsidRPr="009901ED" w14:paraId="56350BEE" w14:textId="77777777" w:rsidTr="00892AA8">
        <w:trPr>
          <w:trHeight w:val="562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14:paraId="7767DE39" w14:textId="77777777" w:rsidR="00BC6535" w:rsidRPr="0016036E" w:rsidRDefault="00BC6535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 xml:space="preserve">Nom Commercial </w:t>
            </w:r>
          </w:p>
          <w:p w14:paraId="66C523B8" w14:textId="77777777" w:rsidR="00BC6535" w:rsidRPr="0016036E" w:rsidRDefault="00BC6535" w:rsidP="00892AA8">
            <w:pPr>
              <w:rPr>
                <w:b/>
                <w:i/>
                <w:szCs w:val="20"/>
              </w:rPr>
            </w:pPr>
            <w:r w:rsidRPr="0016036E">
              <w:rPr>
                <w:szCs w:val="20"/>
              </w:rPr>
              <w:t>(si différent de la dénomination sociale)</w:t>
            </w:r>
          </w:p>
        </w:tc>
        <w:tc>
          <w:tcPr>
            <w:tcW w:w="2447" w:type="pct"/>
            <w:vAlign w:val="center"/>
          </w:tcPr>
          <w:p w14:paraId="33F84327" w14:textId="77777777" w:rsidR="00BC6535" w:rsidRPr="0016036E" w:rsidRDefault="00BC6535" w:rsidP="00892AA8">
            <w:pPr>
              <w:rPr>
                <w:szCs w:val="20"/>
              </w:rPr>
            </w:pPr>
          </w:p>
        </w:tc>
      </w:tr>
      <w:tr w:rsidR="00BC6535" w:rsidRPr="009901ED" w14:paraId="7986308B" w14:textId="77777777" w:rsidTr="00892AA8">
        <w:trPr>
          <w:trHeight w:val="474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14:paraId="4C177E5B" w14:textId="77777777" w:rsidR="00BC6535" w:rsidRPr="0016036E" w:rsidRDefault="00BC6535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Forme juridique/ code catégorie juridique </w:t>
            </w:r>
          </w:p>
        </w:tc>
        <w:tc>
          <w:tcPr>
            <w:tcW w:w="2447" w:type="pct"/>
            <w:vAlign w:val="center"/>
          </w:tcPr>
          <w:p w14:paraId="3C573B2E" w14:textId="77777777" w:rsidR="00BC6535" w:rsidRPr="0016036E" w:rsidRDefault="00BC6535" w:rsidP="00892AA8">
            <w:pPr>
              <w:rPr>
                <w:szCs w:val="20"/>
              </w:rPr>
            </w:pPr>
          </w:p>
        </w:tc>
      </w:tr>
      <w:tr w:rsidR="00BC6535" w:rsidRPr="009901ED" w14:paraId="22463D77" w14:textId="77777777" w:rsidTr="00892AA8">
        <w:trPr>
          <w:trHeight w:val="547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1B6C3BFE" w14:textId="77777777" w:rsidR="00BC6535" w:rsidRPr="0016036E" w:rsidRDefault="00BC6535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 xml:space="preserve">Représentant légal </w:t>
            </w:r>
          </w:p>
        </w:tc>
      </w:tr>
      <w:tr w:rsidR="00FE0CB8" w:rsidRPr="009901ED" w14:paraId="611D2F28" w14:textId="77777777" w:rsidTr="00FE0CB8">
        <w:trPr>
          <w:trHeight w:val="365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7BB0CEED" w14:textId="77777777" w:rsidR="00FE0CB8" w:rsidRPr="0016036E" w:rsidRDefault="00FE0CB8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Civilité</w:t>
            </w:r>
          </w:p>
        </w:tc>
        <w:tc>
          <w:tcPr>
            <w:tcW w:w="3828" w:type="pct"/>
            <w:gridSpan w:val="2"/>
            <w:vAlign w:val="center"/>
          </w:tcPr>
          <w:p w14:paraId="2C415316" w14:textId="1EF607D4" w:rsidR="00FE0CB8" w:rsidRPr="0016036E" w:rsidRDefault="00FE0CB8" w:rsidP="00892AA8">
            <w:pPr>
              <w:rPr>
                <w:szCs w:val="20"/>
              </w:rPr>
            </w:pPr>
          </w:p>
        </w:tc>
      </w:tr>
      <w:tr w:rsidR="00BC6535" w:rsidRPr="009901ED" w14:paraId="55491377" w14:textId="77777777" w:rsidTr="003C45BE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37A70C44" w14:textId="710072B7" w:rsidR="00BC6535" w:rsidRPr="0016036E" w:rsidRDefault="00A66EF9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Fonction</w:t>
            </w:r>
          </w:p>
        </w:tc>
        <w:tc>
          <w:tcPr>
            <w:tcW w:w="3828" w:type="pct"/>
            <w:gridSpan w:val="2"/>
            <w:vAlign w:val="center"/>
          </w:tcPr>
          <w:p w14:paraId="1E8E5469" w14:textId="77777777" w:rsidR="00BC6535" w:rsidRPr="0016036E" w:rsidRDefault="00BC6535" w:rsidP="00892AA8">
            <w:pPr>
              <w:rPr>
                <w:szCs w:val="20"/>
              </w:rPr>
            </w:pPr>
          </w:p>
        </w:tc>
      </w:tr>
      <w:tr w:rsidR="00FE0CB8" w:rsidRPr="009901ED" w14:paraId="3DF4F0C0" w14:textId="77777777" w:rsidTr="003C45BE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0A684018" w14:textId="2A99F3A9" w:rsidR="00FE0CB8" w:rsidRPr="0016036E" w:rsidRDefault="00A66EF9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Prénom</w:t>
            </w:r>
          </w:p>
        </w:tc>
        <w:tc>
          <w:tcPr>
            <w:tcW w:w="3828" w:type="pct"/>
            <w:gridSpan w:val="2"/>
            <w:vAlign w:val="center"/>
          </w:tcPr>
          <w:p w14:paraId="5C6F8959" w14:textId="77777777" w:rsidR="00FE0CB8" w:rsidRPr="0016036E" w:rsidRDefault="00FE0CB8" w:rsidP="00892AA8">
            <w:pPr>
              <w:rPr>
                <w:szCs w:val="20"/>
              </w:rPr>
            </w:pPr>
          </w:p>
        </w:tc>
      </w:tr>
      <w:tr w:rsidR="00BC6535" w:rsidRPr="009901ED" w14:paraId="38AC5C08" w14:textId="77777777" w:rsidTr="003C45BE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6F7C9578" w14:textId="475B27C2" w:rsidR="00BC6535" w:rsidRPr="0016036E" w:rsidRDefault="00FE0CB8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Nom</w:t>
            </w:r>
          </w:p>
        </w:tc>
        <w:tc>
          <w:tcPr>
            <w:tcW w:w="3828" w:type="pct"/>
            <w:gridSpan w:val="2"/>
            <w:vAlign w:val="center"/>
          </w:tcPr>
          <w:p w14:paraId="197F0340" w14:textId="77777777" w:rsidR="00BC6535" w:rsidRPr="0016036E" w:rsidRDefault="00BC6535" w:rsidP="00892AA8">
            <w:pPr>
              <w:rPr>
                <w:szCs w:val="20"/>
              </w:rPr>
            </w:pPr>
          </w:p>
        </w:tc>
      </w:tr>
      <w:tr w:rsidR="00FE0CB8" w:rsidRPr="009901ED" w14:paraId="14C72950" w14:textId="77777777" w:rsidTr="00FE0CB8">
        <w:trPr>
          <w:trHeight w:val="365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47537812" w14:textId="27C1C7A0" w:rsidR="00FE0CB8" w:rsidRPr="0016036E" w:rsidRDefault="00FE0CB8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E-mail :</w:t>
            </w:r>
          </w:p>
        </w:tc>
        <w:tc>
          <w:tcPr>
            <w:tcW w:w="3828" w:type="pct"/>
            <w:gridSpan w:val="2"/>
            <w:vAlign w:val="center"/>
          </w:tcPr>
          <w:p w14:paraId="4CE1FD81" w14:textId="5BF690C0" w:rsidR="00FE0CB8" w:rsidRPr="0016036E" w:rsidRDefault="00FE0CB8" w:rsidP="00892AA8">
            <w:pPr>
              <w:rPr>
                <w:szCs w:val="20"/>
              </w:rPr>
            </w:pPr>
          </w:p>
        </w:tc>
      </w:tr>
      <w:tr w:rsidR="00BC6535" w:rsidRPr="009901ED" w14:paraId="13FC47F9" w14:textId="77777777" w:rsidTr="00892AA8">
        <w:trPr>
          <w:trHeight w:val="440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3316FD32" w14:textId="402EC62E" w:rsidR="00BC6535" w:rsidRPr="0016036E" w:rsidRDefault="00BC6535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Personne en charge du suivi technique du projet</w:t>
            </w:r>
            <w:r w:rsidR="00A66EF9" w:rsidRPr="0016036E">
              <w:rPr>
                <w:szCs w:val="20"/>
              </w:rPr>
              <w:t xml:space="preserve"> </w:t>
            </w:r>
          </w:p>
        </w:tc>
      </w:tr>
      <w:tr w:rsidR="00A66EF9" w:rsidRPr="009901ED" w14:paraId="43E2A356" w14:textId="77777777" w:rsidTr="00A66EF9">
        <w:trPr>
          <w:trHeight w:val="365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5061E902" w14:textId="77777777" w:rsidR="00A66EF9" w:rsidRPr="0016036E" w:rsidRDefault="00A66EF9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Civilité</w:t>
            </w:r>
          </w:p>
        </w:tc>
        <w:tc>
          <w:tcPr>
            <w:tcW w:w="3828" w:type="pct"/>
            <w:gridSpan w:val="2"/>
            <w:vAlign w:val="center"/>
          </w:tcPr>
          <w:p w14:paraId="5C54FFB5" w14:textId="52342BFC" w:rsidR="00A66EF9" w:rsidRPr="0016036E" w:rsidRDefault="00A66EF9" w:rsidP="00892AA8">
            <w:pPr>
              <w:rPr>
                <w:szCs w:val="20"/>
              </w:rPr>
            </w:pPr>
          </w:p>
        </w:tc>
      </w:tr>
      <w:tr w:rsidR="00BC6535" w:rsidRPr="009901ED" w14:paraId="0E0D3CD2" w14:textId="77777777" w:rsidTr="003C45BE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68A0F940" w14:textId="77777777" w:rsidR="00BC6535" w:rsidRPr="0016036E" w:rsidRDefault="00BC6535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Fonction</w:t>
            </w:r>
          </w:p>
        </w:tc>
        <w:tc>
          <w:tcPr>
            <w:tcW w:w="3828" w:type="pct"/>
            <w:gridSpan w:val="2"/>
            <w:vAlign w:val="center"/>
          </w:tcPr>
          <w:p w14:paraId="0286F262" w14:textId="77777777" w:rsidR="00BC6535" w:rsidRPr="0016036E" w:rsidRDefault="00BC6535" w:rsidP="00892AA8">
            <w:pPr>
              <w:rPr>
                <w:szCs w:val="20"/>
              </w:rPr>
            </w:pPr>
          </w:p>
        </w:tc>
      </w:tr>
      <w:tr w:rsidR="00BC6535" w:rsidRPr="009901ED" w14:paraId="2FE5D94A" w14:textId="77777777" w:rsidTr="003C45BE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2CE30601" w14:textId="69B13A13" w:rsidR="00BC6535" w:rsidRPr="0016036E" w:rsidRDefault="00A66EF9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Prénom</w:t>
            </w:r>
          </w:p>
        </w:tc>
        <w:tc>
          <w:tcPr>
            <w:tcW w:w="3828" w:type="pct"/>
            <w:gridSpan w:val="2"/>
            <w:vAlign w:val="center"/>
          </w:tcPr>
          <w:p w14:paraId="1C6A2A4F" w14:textId="77777777" w:rsidR="00BC6535" w:rsidRPr="0016036E" w:rsidRDefault="00BC6535" w:rsidP="00892AA8">
            <w:pPr>
              <w:rPr>
                <w:szCs w:val="20"/>
              </w:rPr>
            </w:pPr>
          </w:p>
        </w:tc>
      </w:tr>
      <w:tr w:rsidR="00A66EF9" w:rsidRPr="009901ED" w14:paraId="2888C372" w14:textId="77777777" w:rsidTr="00A66EF9">
        <w:trPr>
          <w:trHeight w:val="365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1FCDB564" w14:textId="4733F333" w:rsidR="00A66EF9" w:rsidRPr="0016036E" w:rsidRDefault="00A66EF9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 xml:space="preserve">Nom  </w:t>
            </w:r>
          </w:p>
        </w:tc>
        <w:tc>
          <w:tcPr>
            <w:tcW w:w="3828" w:type="pct"/>
            <w:gridSpan w:val="2"/>
            <w:vAlign w:val="center"/>
          </w:tcPr>
          <w:p w14:paraId="0C295404" w14:textId="173121D5" w:rsidR="00A66EF9" w:rsidRPr="0016036E" w:rsidRDefault="00A66EF9" w:rsidP="00892AA8">
            <w:pPr>
              <w:rPr>
                <w:szCs w:val="20"/>
              </w:rPr>
            </w:pPr>
          </w:p>
        </w:tc>
      </w:tr>
      <w:tr w:rsidR="00A66EF9" w:rsidRPr="009901ED" w14:paraId="65511E2E" w14:textId="77777777" w:rsidTr="00A66EF9">
        <w:trPr>
          <w:trHeight w:val="311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21BEA36A" w14:textId="77777777" w:rsidR="00A66EF9" w:rsidRPr="0016036E" w:rsidRDefault="00A66EF9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Tél</w:t>
            </w:r>
          </w:p>
        </w:tc>
        <w:tc>
          <w:tcPr>
            <w:tcW w:w="3828" w:type="pct"/>
            <w:gridSpan w:val="2"/>
            <w:vAlign w:val="center"/>
          </w:tcPr>
          <w:p w14:paraId="7FBF3494" w14:textId="77777777" w:rsidR="00A66EF9" w:rsidRPr="0016036E" w:rsidRDefault="00A66EF9" w:rsidP="00892AA8">
            <w:pPr>
              <w:rPr>
                <w:szCs w:val="20"/>
              </w:rPr>
            </w:pPr>
          </w:p>
        </w:tc>
      </w:tr>
      <w:tr w:rsidR="00A66EF9" w:rsidRPr="009901ED" w14:paraId="0541B84D" w14:textId="77777777" w:rsidTr="00A66EF9">
        <w:trPr>
          <w:trHeight w:val="311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14:paraId="2ABB7C43" w14:textId="074D6903" w:rsidR="00A66EF9" w:rsidRPr="0016036E" w:rsidRDefault="00A66EF9" w:rsidP="00A66EF9">
            <w:pPr>
              <w:rPr>
                <w:szCs w:val="20"/>
              </w:rPr>
            </w:pPr>
            <w:r w:rsidRPr="0016036E">
              <w:rPr>
                <w:szCs w:val="20"/>
              </w:rPr>
              <w:t>E-mail :</w:t>
            </w:r>
          </w:p>
        </w:tc>
        <w:tc>
          <w:tcPr>
            <w:tcW w:w="3828" w:type="pct"/>
            <w:gridSpan w:val="2"/>
            <w:vAlign w:val="center"/>
          </w:tcPr>
          <w:p w14:paraId="02E423E5" w14:textId="77777777" w:rsidR="00A66EF9" w:rsidRPr="0016036E" w:rsidRDefault="00A66EF9" w:rsidP="00A66EF9">
            <w:pPr>
              <w:rPr>
                <w:szCs w:val="20"/>
              </w:rPr>
            </w:pPr>
          </w:p>
        </w:tc>
      </w:tr>
    </w:tbl>
    <w:p w14:paraId="2C8D6D08" w14:textId="77777777" w:rsidR="002C7B41" w:rsidRDefault="002C7B41" w:rsidP="00757E62"/>
    <w:p w14:paraId="0CD75D38" w14:textId="77777777" w:rsidR="002C7B41" w:rsidRDefault="002C7B41" w:rsidP="00757E62"/>
    <w:p w14:paraId="775F11C4" w14:textId="4C2CD20E" w:rsidR="00B57A5A" w:rsidRDefault="00757E62" w:rsidP="006678AF">
      <w:pPr>
        <w:pStyle w:val="Titre3"/>
      </w:pPr>
      <w:r>
        <w:t>Capacité financière</w:t>
      </w:r>
      <w:r w:rsidR="00B57A5A">
        <w:t xml:space="preserve"> </w:t>
      </w:r>
    </w:p>
    <w:p w14:paraId="2DE3655D" w14:textId="77777777" w:rsidR="00B57A5A" w:rsidRPr="00B57A5A" w:rsidRDefault="00B57A5A" w:rsidP="00B57A5A"/>
    <w:tbl>
      <w:tblPr>
        <w:tblStyle w:val="Grilledutableau"/>
        <w:tblW w:w="91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89"/>
        <w:gridCol w:w="1901"/>
        <w:gridCol w:w="2297"/>
        <w:gridCol w:w="2297"/>
      </w:tblGrid>
      <w:tr w:rsidR="0018548B" w14:paraId="5974FF13" w14:textId="77777777" w:rsidTr="00C66CE1">
        <w:trPr>
          <w:trHeight w:val="6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203D7A8" w14:textId="77777777" w:rsidR="0018548B" w:rsidRPr="00010A22" w:rsidRDefault="0018548B" w:rsidP="00C66CE1">
            <w:pPr>
              <w:jc w:val="right"/>
              <w:rPr>
                <w:b/>
                <w:bCs/>
              </w:rPr>
            </w:pPr>
            <w:r w:rsidRPr="00010A22">
              <w:rPr>
                <w:b/>
                <w:bCs/>
              </w:rPr>
              <w:t>Exercice</w:t>
            </w:r>
          </w:p>
        </w:tc>
        <w:tc>
          <w:tcPr>
            <w:tcW w:w="1901" w:type="dxa"/>
            <w:shd w:val="clear" w:color="auto" w:fill="F2F2F2" w:themeFill="background1" w:themeFillShade="F2"/>
            <w:vAlign w:val="center"/>
          </w:tcPr>
          <w:p w14:paraId="48754037" w14:textId="77777777" w:rsidR="0018548B" w:rsidRDefault="0018548B" w:rsidP="00C66CE1">
            <w:pPr>
              <w:jc w:val="center"/>
            </w:pPr>
            <w:r>
              <w:t>N-1</w:t>
            </w:r>
          </w:p>
        </w:tc>
        <w:tc>
          <w:tcPr>
            <w:tcW w:w="2297" w:type="dxa"/>
            <w:shd w:val="clear" w:color="auto" w:fill="F2F2F2" w:themeFill="background1" w:themeFillShade="F2"/>
            <w:vAlign w:val="center"/>
          </w:tcPr>
          <w:p w14:paraId="552D654E" w14:textId="77777777" w:rsidR="0018548B" w:rsidRDefault="0018548B" w:rsidP="00C66CE1">
            <w:pPr>
              <w:jc w:val="center"/>
            </w:pPr>
            <w:r>
              <w:t>N-2</w:t>
            </w:r>
          </w:p>
        </w:tc>
        <w:tc>
          <w:tcPr>
            <w:tcW w:w="2297" w:type="dxa"/>
            <w:shd w:val="clear" w:color="auto" w:fill="F2F2F2" w:themeFill="background1" w:themeFillShade="F2"/>
            <w:vAlign w:val="center"/>
          </w:tcPr>
          <w:p w14:paraId="49944DAF" w14:textId="77777777" w:rsidR="0018548B" w:rsidRDefault="0018548B" w:rsidP="00C66CE1">
            <w:pPr>
              <w:jc w:val="center"/>
            </w:pPr>
            <w:r>
              <w:t>N-3</w:t>
            </w:r>
          </w:p>
        </w:tc>
      </w:tr>
      <w:tr w:rsidR="0018548B" w14:paraId="150E2FD6" w14:textId="77777777" w:rsidTr="00C66CE1">
        <w:trPr>
          <w:trHeight w:val="6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786A6732" w14:textId="77777777" w:rsidR="0018548B" w:rsidRPr="00010A22" w:rsidRDefault="0018548B" w:rsidP="00C66CE1">
            <w:pPr>
              <w:jc w:val="right"/>
              <w:rPr>
                <w:b/>
                <w:bCs/>
              </w:rPr>
            </w:pPr>
            <w:r w:rsidRPr="00010A22">
              <w:rPr>
                <w:b/>
                <w:bCs/>
              </w:rPr>
              <w:t>Année</w:t>
            </w:r>
          </w:p>
        </w:tc>
        <w:tc>
          <w:tcPr>
            <w:tcW w:w="1901" w:type="dxa"/>
            <w:vAlign w:val="center"/>
          </w:tcPr>
          <w:p w14:paraId="2505ED90" w14:textId="77777777" w:rsidR="0018548B" w:rsidRDefault="0018548B" w:rsidP="00C66CE1">
            <w:pPr>
              <w:jc w:val="center"/>
            </w:pPr>
          </w:p>
        </w:tc>
        <w:tc>
          <w:tcPr>
            <w:tcW w:w="2297" w:type="dxa"/>
            <w:vAlign w:val="center"/>
          </w:tcPr>
          <w:p w14:paraId="6F7785A6" w14:textId="77777777" w:rsidR="0018548B" w:rsidRDefault="0018548B" w:rsidP="00C66CE1">
            <w:pPr>
              <w:jc w:val="center"/>
            </w:pPr>
          </w:p>
        </w:tc>
        <w:tc>
          <w:tcPr>
            <w:tcW w:w="2297" w:type="dxa"/>
            <w:vAlign w:val="center"/>
          </w:tcPr>
          <w:p w14:paraId="574F376D" w14:textId="77777777" w:rsidR="0018548B" w:rsidRDefault="0018548B" w:rsidP="00C66CE1">
            <w:pPr>
              <w:jc w:val="center"/>
            </w:pPr>
          </w:p>
        </w:tc>
      </w:tr>
      <w:tr w:rsidR="0018548B" w14:paraId="67865007" w14:textId="77777777" w:rsidTr="00C66CE1">
        <w:trPr>
          <w:trHeight w:val="6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5C4DD30C" w14:textId="77777777" w:rsidR="0018548B" w:rsidRPr="00010A22" w:rsidRDefault="0018548B" w:rsidP="00C66CE1">
            <w:pPr>
              <w:jc w:val="right"/>
              <w:rPr>
                <w:b/>
                <w:bCs/>
              </w:rPr>
            </w:pPr>
            <w:r w:rsidRPr="00010A22">
              <w:rPr>
                <w:b/>
                <w:bCs/>
              </w:rPr>
              <w:t>Chiffre d’Affaires</w:t>
            </w:r>
          </w:p>
        </w:tc>
        <w:tc>
          <w:tcPr>
            <w:tcW w:w="1901" w:type="dxa"/>
            <w:vAlign w:val="center"/>
          </w:tcPr>
          <w:p w14:paraId="30A656F1" w14:textId="77777777" w:rsidR="0018548B" w:rsidRDefault="0018548B" w:rsidP="00C66CE1">
            <w:pPr>
              <w:jc w:val="center"/>
            </w:pPr>
          </w:p>
        </w:tc>
        <w:tc>
          <w:tcPr>
            <w:tcW w:w="2297" w:type="dxa"/>
            <w:vAlign w:val="center"/>
          </w:tcPr>
          <w:p w14:paraId="78621E62" w14:textId="77777777" w:rsidR="0018548B" w:rsidRDefault="0018548B" w:rsidP="00C66CE1">
            <w:pPr>
              <w:jc w:val="center"/>
            </w:pPr>
          </w:p>
        </w:tc>
        <w:tc>
          <w:tcPr>
            <w:tcW w:w="2297" w:type="dxa"/>
            <w:vAlign w:val="center"/>
          </w:tcPr>
          <w:p w14:paraId="673496B3" w14:textId="77777777" w:rsidR="0018548B" w:rsidRDefault="0018548B" w:rsidP="00C66CE1">
            <w:pPr>
              <w:jc w:val="center"/>
            </w:pPr>
          </w:p>
        </w:tc>
      </w:tr>
    </w:tbl>
    <w:p w14:paraId="7DF336CC" w14:textId="113B4DB3" w:rsidR="004634C1" w:rsidRDefault="004634C1" w:rsidP="0063188F"/>
    <w:p w14:paraId="646EFF0C" w14:textId="21C1107A" w:rsidR="005F73A0" w:rsidRDefault="004634C1" w:rsidP="004634C1">
      <w:pPr>
        <w:spacing w:after="160"/>
        <w:jc w:val="left"/>
      </w:pPr>
      <w:r>
        <w:br w:type="page"/>
      </w:r>
    </w:p>
    <w:p w14:paraId="7A215ACE" w14:textId="77777777" w:rsidR="004634C1" w:rsidRDefault="004634C1" w:rsidP="004634C1">
      <w:pPr>
        <w:pStyle w:val="Titre3"/>
      </w:pPr>
      <w:r>
        <w:lastRenderedPageBreak/>
        <w:t xml:space="preserve">Capacités professionnelles </w:t>
      </w:r>
    </w:p>
    <w:p w14:paraId="6CA5990E" w14:textId="77777777" w:rsidR="004634C1" w:rsidRDefault="004634C1" w:rsidP="004634C1">
      <w:pPr>
        <w:rPr>
          <w:i/>
          <w:iCs/>
        </w:rPr>
      </w:pPr>
      <w:r>
        <w:rPr>
          <w:i/>
          <w:iCs/>
        </w:rPr>
        <w:t xml:space="preserve">Merci de fournir une présentation synthétique de votre structure </w:t>
      </w:r>
      <w:r w:rsidRPr="006D4E5C">
        <w:rPr>
          <w:i/>
          <w:iCs/>
          <w:color w:val="009FE3" w:themeColor="accent1"/>
        </w:rPr>
        <w:t xml:space="preserve">(1 page maximum) </w:t>
      </w:r>
    </w:p>
    <w:p w14:paraId="27ED909E" w14:textId="77777777" w:rsidR="004634C1" w:rsidRDefault="004634C1" w:rsidP="004634C1">
      <w:pPr>
        <w:pStyle w:val="Paragraphedeliste"/>
        <w:numPr>
          <w:ilvl w:val="0"/>
          <w:numId w:val="28"/>
        </w:numPr>
        <w:rPr>
          <w:i/>
          <w:iCs/>
        </w:rPr>
      </w:pPr>
      <w:r>
        <w:rPr>
          <w:i/>
          <w:iCs/>
        </w:rPr>
        <w:t>A</w:t>
      </w:r>
      <w:r w:rsidRPr="006143A9">
        <w:rPr>
          <w:i/>
          <w:iCs/>
        </w:rPr>
        <w:t>ctivité principale</w:t>
      </w:r>
    </w:p>
    <w:p w14:paraId="5FD1D1D7" w14:textId="31B40CE7" w:rsidR="004634C1" w:rsidRDefault="004634C1" w:rsidP="63EFE7E6">
      <w:pPr>
        <w:pStyle w:val="Paragraphedeliste"/>
        <w:numPr>
          <w:ilvl w:val="0"/>
          <w:numId w:val="28"/>
        </w:numPr>
        <w:rPr>
          <w:i/>
          <w:iCs/>
        </w:rPr>
      </w:pPr>
      <w:r w:rsidRPr="63EFE7E6">
        <w:rPr>
          <w:i/>
          <w:iCs/>
        </w:rPr>
        <w:t xml:space="preserve">Effectifs </w:t>
      </w:r>
      <w:r w:rsidR="56C0D611" w:rsidRPr="63EFE7E6">
        <w:rPr>
          <w:i/>
          <w:iCs/>
        </w:rPr>
        <w:t>(en précisant si vous avez recours à l'emploi de personnes bénéficiant du dispositif d'insertion par l'activité économique prévu à l’article L. 5132-1 du code du travail)</w:t>
      </w:r>
    </w:p>
    <w:p w14:paraId="0F6C1A26" w14:textId="0DD9C553" w:rsidR="004634C1" w:rsidRPr="006E4B02" w:rsidRDefault="004634C1" w:rsidP="004634C1">
      <w:pPr>
        <w:pStyle w:val="Paragraphedeliste"/>
        <w:numPr>
          <w:ilvl w:val="0"/>
          <w:numId w:val="28"/>
        </w:numPr>
        <w:rPr>
          <w:i/>
          <w:iCs/>
        </w:rPr>
      </w:pPr>
      <w:r w:rsidRPr="006E4B02">
        <w:rPr>
          <w:i/>
          <w:iCs/>
        </w:rPr>
        <w:t>Expérience dans le domaine du stockage</w:t>
      </w:r>
      <w:r w:rsidR="00E03DBC" w:rsidRPr="006E4B02">
        <w:rPr>
          <w:i/>
          <w:iCs/>
        </w:rPr>
        <w:t>, du tri et du surtri</w:t>
      </w:r>
      <w:r w:rsidRPr="006E4B02">
        <w:rPr>
          <w:i/>
          <w:iCs/>
        </w:rPr>
        <w:t xml:space="preserve"> </w:t>
      </w:r>
      <w:r w:rsidR="00E03DBC" w:rsidRPr="006E4B02">
        <w:rPr>
          <w:i/>
          <w:iCs/>
        </w:rPr>
        <w:t>d’emballages de plastiques rigides</w:t>
      </w:r>
    </w:p>
    <w:p w14:paraId="4133CCA4" w14:textId="77777777" w:rsidR="004634C1" w:rsidRDefault="004634C1" w:rsidP="004634C1">
      <w:pPr>
        <w:pStyle w:val="Paragraphedeliste"/>
        <w:numPr>
          <w:ilvl w:val="0"/>
          <w:numId w:val="28"/>
        </w:numPr>
        <w:rPr>
          <w:i/>
          <w:iCs/>
        </w:rPr>
      </w:pPr>
      <w:r>
        <w:rPr>
          <w:i/>
          <w:iCs/>
        </w:rPr>
        <w:t>Clients ou références (si non confidentiel)</w:t>
      </w:r>
    </w:p>
    <w:p w14:paraId="7B3E8930" w14:textId="77777777" w:rsidR="004634C1" w:rsidRPr="00F276C6" w:rsidRDefault="004634C1" w:rsidP="004634C1">
      <w:pPr>
        <w:rPr>
          <w:i/>
          <w:iCs/>
        </w:rPr>
      </w:pPr>
      <w:r>
        <w:rPr>
          <w:i/>
          <w:iCs/>
        </w:rPr>
        <w:t xml:space="preserve">Vous pouvez compléter par tout élément jugé utile à notre bonne compréhension </w:t>
      </w:r>
    </w:p>
    <w:p w14:paraId="77F52CFF" w14:textId="77777777" w:rsidR="00CA1D54" w:rsidRDefault="00CA1D54" w:rsidP="0063188F"/>
    <w:p w14:paraId="1D09255F" w14:textId="77777777" w:rsidR="00CA1D54" w:rsidRDefault="00CA1D54" w:rsidP="0063188F"/>
    <w:p w14:paraId="1BC0B267" w14:textId="77777777" w:rsidR="00CA1D54" w:rsidRDefault="00CA1D54" w:rsidP="0063188F"/>
    <w:p w14:paraId="7F3D1DF0" w14:textId="77777777" w:rsidR="00CA1D54" w:rsidRDefault="00CA1D54" w:rsidP="0063188F"/>
    <w:p w14:paraId="68421617" w14:textId="3D7BD860" w:rsidR="002C7B41" w:rsidRDefault="002C7B41">
      <w:pPr>
        <w:spacing w:after="160"/>
        <w:jc w:val="left"/>
      </w:pPr>
      <w:r>
        <w:br w:type="page"/>
      </w:r>
    </w:p>
    <w:p w14:paraId="544F4CA1" w14:textId="4F6634AD" w:rsidR="00FE4585" w:rsidRDefault="009631CB" w:rsidP="00891B55">
      <w:pPr>
        <w:pStyle w:val="Titre2"/>
      </w:pPr>
      <w:r>
        <w:lastRenderedPageBreak/>
        <w:t>Capacités</w:t>
      </w:r>
      <w:r w:rsidR="00C22790">
        <w:t xml:space="preserve"> techniques </w:t>
      </w:r>
    </w:p>
    <w:p w14:paraId="46245282" w14:textId="77777777" w:rsidR="00C22790" w:rsidRDefault="00C22790" w:rsidP="00C22790"/>
    <w:tbl>
      <w:tblPr>
        <w:tblW w:w="534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8"/>
        <w:gridCol w:w="5035"/>
      </w:tblGrid>
      <w:tr w:rsidR="001B5CE9" w:rsidRPr="009901ED" w14:paraId="6C21C7D2" w14:textId="77777777" w:rsidTr="00122276">
        <w:trPr>
          <w:trHeight w:val="549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0A8003E3" w14:textId="44CF9CC0" w:rsidR="001B5CE9" w:rsidRPr="00C95C79" w:rsidRDefault="001B5CE9" w:rsidP="00892AA8">
            <w:pPr>
              <w:rPr>
                <w:b/>
                <w:bCs/>
                <w:sz w:val="24"/>
                <w:szCs w:val="24"/>
              </w:rPr>
            </w:pPr>
            <w:r w:rsidRPr="00C95C79">
              <w:rPr>
                <w:b/>
                <w:bCs/>
                <w:sz w:val="24"/>
                <w:szCs w:val="24"/>
              </w:rPr>
              <w:t>Coordonnées du site</w:t>
            </w:r>
            <w:r w:rsidR="003F4AF3" w:rsidRPr="00C95C79">
              <w:rPr>
                <w:b/>
                <w:bCs/>
                <w:sz w:val="24"/>
                <w:szCs w:val="24"/>
              </w:rPr>
              <w:t xml:space="preserve"> </w:t>
            </w:r>
            <w:r w:rsidR="00E03DBC" w:rsidRPr="00C95C79">
              <w:rPr>
                <w:b/>
                <w:bCs/>
                <w:sz w:val="24"/>
                <w:szCs w:val="24"/>
              </w:rPr>
              <w:t>réalisant le surtri</w:t>
            </w:r>
          </w:p>
        </w:tc>
      </w:tr>
      <w:tr w:rsidR="001B5CE9" w:rsidRPr="009901ED" w14:paraId="6967B649" w14:textId="77777777" w:rsidTr="00122276">
        <w:trPr>
          <w:trHeight w:val="562"/>
        </w:trPr>
        <w:tc>
          <w:tcPr>
            <w:tcW w:w="2552" w:type="pct"/>
            <w:gridSpan w:val="2"/>
            <w:shd w:val="clear" w:color="auto" w:fill="F2F2F2" w:themeFill="background1" w:themeFillShade="F2"/>
            <w:vAlign w:val="center"/>
          </w:tcPr>
          <w:p w14:paraId="60D5A98F" w14:textId="0CF1F396" w:rsidR="001B5CE9" w:rsidRPr="0016036E" w:rsidRDefault="001B5CE9" w:rsidP="00892AA8">
            <w:pPr>
              <w:rPr>
                <w:b/>
                <w:i/>
                <w:szCs w:val="20"/>
              </w:rPr>
            </w:pPr>
            <w:r w:rsidRPr="0016036E">
              <w:rPr>
                <w:szCs w:val="20"/>
              </w:rPr>
              <w:t>Adresse du site</w:t>
            </w:r>
          </w:p>
        </w:tc>
        <w:tc>
          <w:tcPr>
            <w:tcW w:w="2448" w:type="pct"/>
            <w:vAlign w:val="center"/>
          </w:tcPr>
          <w:p w14:paraId="7FD6AAE9" w14:textId="77777777" w:rsidR="001B5CE9" w:rsidRPr="009901ED" w:rsidRDefault="001B5CE9" w:rsidP="00892AA8">
            <w:pPr>
              <w:rPr>
                <w:sz w:val="18"/>
                <w:szCs w:val="18"/>
              </w:rPr>
            </w:pPr>
          </w:p>
        </w:tc>
      </w:tr>
      <w:tr w:rsidR="001B5CE9" w:rsidRPr="009901ED" w14:paraId="14EE0748" w14:textId="77777777" w:rsidTr="00122276">
        <w:trPr>
          <w:trHeight w:val="474"/>
        </w:trPr>
        <w:tc>
          <w:tcPr>
            <w:tcW w:w="2552" w:type="pct"/>
            <w:gridSpan w:val="2"/>
            <w:shd w:val="clear" w:color="auto" w:fill="F2F2F2" w:themeFill="background1" w:themeFillShade="F2"/>
            <w:vAlign w:val="center"/>
          </w:tcPr>
          <w:p w14:paraId="4AC90249" w14:textId="2A277BBF" w:rsidR="001B5CE9" w:rsidRPr="0016036E" w:rsidRDefault="001B5CE9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Code postal </w:t>
            </w:r>
          </w:p>
        </w:tc>
        <w:tc>
          <w:tcPr>
            <w:tcW w:w="2448" w:type="pct"/>
            <w:vAlign w:val="center"/>
          </w:tcPr>
          <w:p w14:paraId="1C697659" w14:textId="77777777" w:rsidR="001B5CE9" w:rsidRPr="009901ED" w:rsidRDefault="001B5CE9" w:rsidP="00892AA8">
            <w:pPr>
              <w:rPr>
                <w:sz w:val="18"/>
                <w:szCs w:val="18"/>
              </w:rPr>
            </w:pPr>
          </w:p>
        </w:tc>
      </w:tr>
      <w:tr w:rsidR="001B5CE9" w:rsidRPr="009901ED" w14:paraId="48BD0FCE" w14:textId="77777777" w:rsidTr="00122276">
        <w:trPr>
          <w:trHeight w:val="393"/>
        </w:trPr>
        <w:tc>
          <w:tcPr>
            <w:tcW w:w="2552" w:type="pct"/>
            <w:gridSpan w:val="2"/>
            <w:shd w:val="clear" w:color="auto" w:fill="F2F2F2" w:themeFill="background1" w:themeFillShade="F2"/>
            <w:vAlign w:val="center"/>
          </w:tcPr>
          <w:p w14:paraId="0A9A0B8F" w14:textId="2ADD7F5C" w:rsidR="001B5CE9" w:rsidRPr="0016036E" w:rsidRDefault="001B5CE9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 xml:space="preserve">Ville   </w:t>
            </w:r>
          </w:p>
        </w:tc>
        <w:tc>
          <w:tcPr>
            <w:tcW w:w="2448" w:type="pct"/>
            <w:vAlign w:val="center"/>
          </w:tcPr>
          <w:p w14:paraId="52BA1B7B" w14:textId="77777777" w:rsidR="001B5CE9" w:rsidRPr="009901ED" w:rsidRDefault="001B5CE9" w:rsidP="00892AA8">
            <w:pPr>
              <w:rPr>
                <w:sz w:val="18"/>
                <w:szCs w:val="18"/>
              </w:rPr>
            </w:pPr>
          </w:p>
        </w:tc>
      </w:tr>
      <w:tr w:rsidR="001B5CE9" w:rsidRPr="009901ED" w14:paraId="53FD1C55" w14:textId="77777777" w:rsidTr="00122276">
        <w:trPr>
          <w:trHeight w:val="344"/>
        </w:trPr>
        <w:tc>
          <w:tcPr>
            <w:tcW w:w="2552" w:type="pct"/>
            <w:gridSpan w:val="2"/>
            <w:shd w:val="clear" w:color="auto" w:fill="F2F2F2" w:themeFill="background1" w:themeFillShade="F2"/>
            <w:vAlign w:val="center"/>
          </w:tcPr>
          <w:p w14:paraId="18142EAD" w14:textId="2BF9E180" w:rsidR="001B5CE9" w:rsidRPr="0016036E" w:rsidRDefault="00DC6283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N° Siret </w:t>
            </w:r>
          </w:p>
        </w:tc>
        <w:tc>
          <w:tcPr>
            <w:tcW w:w="2448" w:type="pct"/>
            <w:vAlign w:val="center"/>
          </w:tcPr>
          <w:p w14:paraId="594F5858" w14:textId="77777777" w:rsidR="001B5CE9" w:rsidRPr="009901ED" w:rsidRDefault="001B5CE9" w:rsidP="00892AA8">
            <w:pPr>
              <w:rPr>
                <w:sz w:val="18"/>
                <w:szCs w:val="18"/>
              </w:rPr>
            </w:pPr>
          </w:p>
        </w:tc>
      </w:tr>
      <w:tr w:rsidR="001B5CE9" w:rsidRPr="009901ED" w14:paraId="64C9EFEB" w14:textId="77777777" w:rsidTr="00122276">
        <w:trPr>
          <w:trHeight w:val="344"/>
        </w:trPr>
        <w:tc>
          <w:tcPr>
            <w:tcW w:w="2552" w:type="pct"/>
            <w:gridSpan w:val="2"/>
            <w:shd w:val="clear" w:color="auto" w:fill="F2F2F2" w:themeFill="background1" w:themeFillShade="F2"/>
            <w:vAlign w:val="center"/>
          </w:tcPr>
          <w:p w14:paraId="3166E278" w14:textId="77777777" w:rsidR="001B5CE9" w:rsidRPr="0016036E" w:rsidRDefault="001B5CE9" w:rsidP="00892AA8">
            <w:pPr>
              <w:rPr>
                <w:szCs w:val="20"/>
              </w:rPr>
            </w:pPr>
            <w:r w:rsidRPr="0016036E">
              <w:rPr>
                <w:szCs w:val="20"/>
              </w:rPr>
              <w:t>n° tél :</w:t>
            </w:r>
          </w:p>
        </w:tc>
        <w:tc>
          <w:tcPr>
            <w:tcW w:w="2448" w:type="pct"/>
            <w:vAlign w:val="center"/>
          </w:tcPr>
          <w:p w14:paraId="530AEA43" w14:textId="77777777" w:rsidR="001B5CE9" w:rsidRPr="009901ED" w:rsidRDefault="001B5CE9" w:rsidP="00892AA8">
            <w:pPr>
              <w:rPr>
                <w:sz w:val="18"/>
                <w:szCs w:val="18"/>
              </w:rPr>
            </w:pPr>
          </w:p>
        </w:tc>
      </w:tr>
      <w:tr w:rsidR="001B5CE9" w:rsidRPr="009901ED" w14:paraId="22660913" w14:textId="77777777" w:rsidTr="00122276">
        <w:trPr>
          <w:trHeight w:val="547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F7E112E" w14:textId="329EEA97" w:rsidR="001B5CE9" w:rsidRPr="00C95C79" w:rsidRDefault="00665156" w:rsidP="00892AA8">
            <w:pPr>
              <w:rPr>
                <w:b/>
                <w:bCs/>
                <w:sz w:val="24"/>
                <w:szCs w:val="24"/>
              </w:rPr>
            </w:pPr>
            <w:r w:rsidRPr="00C95C79">
              <w:rPr>
                <w:b/>
                <w:bCs/>
                <w:sz w:val="24"/>
                <w:szCs w:val="24"/>
              </w:rPr>
              <w:t xml:space="preserve">Capacité </w:t>
            </w:r>
            <w:r w:rsidR="00E03DBC" w:rsidRPr="00C95C79">
              <w:rPr>
                <w:b/>
                <w:bCs/>
                <w:sz w:val="24"/>
                <w:szCs w:val="24"/>
              </w:rPr>
              <w:t>de surtri</w:t>
            </w:r>
            <w:r w:rsidR="00224C2C" w:rsidRPr="00C95C79">
              <w:rPr>
                <w:b/>
                <w:bCs/>
                <w:sz w:val="24"/>
                <w:szCs w:val="24"/>
              </w:rPr>
              <w:t xml:space="preserve"> </w:t>
            </w:r>
            <w:r w:rsidR="008B76FD" w:rsidRPr="00C95C79">
              <w:rPr>
                <w:b/>
                <w:bCs/>
                <w:sz w:val="24"/>
                <w:szCs w:val="24"/>
              </w:rPr>
              <w:t>proposé</w:t>
            </w:r>
            <w:r w:rsidR="00C6377E" w:rsidRPr="00C95C79">
              <w:rPr>
                <w:b/>
                <w:bCs/>
                <w:sz w:val="24"/>
                <w:szCs w:val="24"/>
              </w:rPr>
              <w:t>e</w:t>
            </w:r>
            <w:r w:rsidR="008B76FD" w:rsidRPr="00C95C79">
              <w:rPr>
                <w:b/>
                <w:bCs/>
                <w:sz w:val="24"/>
                <w:szCs w:val="24"/>
              </w:rPr>
              <w:t xml:space="preserve"> </w:t>
            </w:r>
            <w:r w:rsidR="001B770D" w:rsidRPr="00C95C79">
              <w:rPr>
                <w:b/>
                <w:bCs/>
                <w:sz w:val="24"/>
                <w:szCs w:val="24"/>
              </w:rPr>
              <w:t>pour le présent appel d’offres</w:t>
            </w:r>
          </w:p>
        </w:tc>
      </w:tr>
      <w:tr w:rsidR="001062E8" w:rsidRPr="009901ED" w14:paraId="783B4218" w14:textId="77777777" w:rsidTr="00122276">
        <w:trPr>
          <w:trHeight w:val="365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14:paraId="3CE55FCD" w14:textId="16D5EBA8" w:rsidR="00E03DBC" w:rsidRPr="003059B4" w:rsidRDefault="00C6377E" w:rsidP="00647292">
            <w:pPr>
              <w:jc w:val="right"/>
              <w:rPr>
                <w:szCs w:val="20"/>
                <w:highlight w:val="yellow"/>
              </w:rPr>
            </w:pPr>
            <w:r>
              <w:rPr>
                <w:szCs w:val="20"/>
                <w:highlight w:val="yellow"/>
              </w:rPr>
              <w:t xml:space="preserve">Pour le Lot 1 </w:t>
            </w:r>
            <w:r w:rsidR="003E49B9" w:rsidRPr="004601AB">
              <w:rPr>
                <w:i/>
                <w:iCs/>
                <w:color w:val="009FE3" w:themeColor="accent1"/>
                <w:szCs w:val="20"/>
                <w:highlight w:val="yellow"/>
              </w:rPr>
              <w:t>(</w:t>
            </w:r>
            <w:r w:rsidR="004601AB" w:rsidRPr="00C543FB">
              <w:rPr>
                <w:i/>
                <w:iCs/>
                <w:color w:val="009FE3" w:themeColor="accent1"/>
                <w:sz w:val="18"/>
                <w:szCs w:val="18"/>
                <w:highlight w:val="yellow"/>
              </w:rPr>
              <w:t xml:space="preserve">préciser </w:t>
            </w:r>
            <w:r w:rsidR="003E49B9" w:rsidRPr="00C543FB">
              <w:rPr>
                <w:i/>
                <w:iCs/>
                <w:color w:val="009FE3" w:themeColor="accent1"/>
                <w:sz w:val="18"/>
                <w:szCs w:val="18"/>
                <w:highlight w:val="yellow"/>
              </w:rPr>
              <w:t>0 ou 10 000 t/an</w:t>
            </w:r>
            <w:r w:rsidR="003E49B9" w:rsidRPr="004601AB">
              <w:rPr>
                <w:i/>
                <w:iCs/>
                <w:color w:val="009FE3" w:themeColor="accent1"/>
                <w:szCs w:val="20"/>
                <w:highlight w:val="yellow"/>
              </w:rPr>
              <w:t>)</w:t>
            </w:r>
            <w:r w:rsidR="00B47A39" w:rsidRPr="004601AB">
              <w:rPr>
                <w:color w:val="009FE3" w:themeColor="accent1"/>
                <w:szCs w:val="20"/>
                <w:highlight w:val="yellow"/>
              </w:rPr>
              <w:t xml:space="preserve"> </w:t>
            </w:r>
          </w:p>
        </w:tc>
        <w:tc>
          <w:tcPr>
            <w:tcW w:w="2452" w:type="pct"/>
            <w:gridSpan w:val="2"/>
            <w:vAlign w:val="center"/>
          </w:tcPr>
          <w:p w14:paraId="46990AAC" w14:textId="10C49817" w:rsidR="003E49B9" w:rsidRPr="003059B4" w:rsidRDefault="00647292" w:rsidP="00892AA8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 xml:space="preserve">XXXX </w:t>
            </w:r>
            <w:r w:rsidR="003E49B9">
              <w:rPr>
                <w:sz w:val="18"/>
                <w:szCs w:val="18"/>
                <w:highlight w:val="yellow"/>
              </w:rPr>
              <w:t>t/an</w:t>
            </w:r>
          </w:p>
        </w:tc>
      </w:tr>
      <w:tr w:rsidR="003059B4" w:rsidRPr="009901ED" w14:paraId="49C098C7" w14:textId="77777777" w:rsidTr="00FC055E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14:paraId="6417C63F" w14:textId="77777777" w:rsidR="00C543FB" w:rsidRDefault="00B47A39" w:rsidP="00B47A39">
            <w:pPr>
              <w:jc w:val="right"/>
              <w:rPr>
                <w:szCs w:val="20"/>
                <w:highlight w:val="yellow"/>
              </w:rPr>
            </w:pPr>
            <w:r w:rsidRPr="00B47A39">
              <w:rPr>
                <w:szCs w:val="20"/>
                <w:highlight w:val="yellow"/>
              </w:rPr>
              <w:t>Pour le Lot 2</w:t>
            </w:r>
          </w:p>
          <w:p w14:paraId="5E471F66" w14:textId="664B4468" w:rsidR="003059B4" w:rsidRPr="00C543FB" w:rsidRDefault="00C543FB" w:rsidP="00B47A39">
            <w:pPr>
              <w:jc w:val="right"/>
              <w:rPr>
                <w:i/>
                <w:iCs/>
                <w:szCs w:val="20"/>
                <w:highlight w:val="yellow"/>
              </w:rPr>
            </w:pPr>
            <w:r w:rsidRPr="00C543FB">
              <w:rPr>
                <w:i/>
                <w:iCs/>
                <w:color w:val="009FE3" w:themeColor="accent1"/>
                <w:sz w:val="18"/>
                <w:szCs w:val="18"/>
                <w:highlight w:val="yellow"/>
              </w:rPr>
              <w:t>(</w:t>
            </w:r>
            <w:r w:rsidR="00CF0D8C">
              <w:rPr>
                <w:i/>
                <w:iCs/>
                <w:color w:val="009FE3" w:themeColor="accent1"/>
                <w:sz w:val="18"/>
                <w:szCs w:val="18"/>
                <w:highlight w:val="yellow"/>
              </w:rPr>
              <w:t xml:space="preserve">la </w:t>
            </w:r>
            <w:r w:rsidRPr="00C543FB">
              <w:rPr>
                <w:i/>
                <w:iCs/>
                <w:color w:val="009FE3" w:themeColor="accent1"/>
                <w:sz w:val="18"/>
                <w:szCs w:val="18"/>
                <w:highlight w:val="yellow"/>
              </w:rPr>
              <w:t xml:space="preserve">valeur </w:t>
            </w:r>
            <w:r w:rsidR="00CF0D8C">
              <w:rPr>
                <w:i/>
                <w:iCs/>
                <w:color w:val="009FE3" w:themeColor="accent1"/>
                <w:sz w:val="18"/>
                <w:szCs w:val="18"/>
                <w:highlight w:val="yellow"/>
              </w:rPr>
              <w:t xml:space="preserve">doit être </w:t>
            </w:r>
            <w:r w:rsidRPr="00C543FB">
              <w:rPr>
                <w:i/>
                <w:iCs/>
                <w:color w:val="009FE3" w:themeColor="accent1"/>
                <w:sz w:val="18"/>
                <w:szCs w:val="18"/>
                <w:highlight w:val="yellow"/>
              </w:rPr>
              <w:t>comprise entre 0 et 10 000 t/an inclus)</w:t>
            </w:r>
            <w:r w:rsidR="00B47A39" w:rsidRPr="00C543FB">
              <w:rPr>
                <w:i/>
                <w:iCs/>
                <w:color w:val="009FE3" w:themeColor="accent1"/>
                <w:szCs w:val="20"/>
                <w:highlight w:val="yellow"/>
              </w:rPr>
              <w:t xml:space="preserve"> </w:t>
            </w:r>
          </w:p>
        </w:tc>
        <w:tc>
          <w:tcPr>
            <w:tcW w:w="2452" w:type="pct"/>
            <w:gridSpan w:val="2"/>
          </w:tcPr>
          <w:p w14:paraId="698C630B" w14:textId="2840C34A" w:rsidR="003059B4" w:rsidRPr="003059B4" w:rsidRDefault="00647292" w:rsidP="00FC055E">
            <w:pPr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 xml:space="preserve">XXXXX t/an </w:t>
            </w:r>
          </w:p>
        </w:tc>
      </w:tr>
      <w:tr w:rsidR="003059B4" w:rsidRPr="009901ED" w14:paraId="7432A9C8" w14:textId="77777777" w:rsidTr="00122276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14:paraId="7CB1E6D3" w14:textId="572D946D" w:rsidR="003059B4" w:rsidRPr="0016036E" w:rsidRDefault="001B770D" w:rsidP="003059B4">
            <w:pPr>
              <w:rPr>
                <w:szCs w:val="20"/>
              </w:rPr>
            </w:pPr>
            <w:r>
              <w:rPr>
                <w:szCs w:val="20"/>
              </w:rPr>
              <w:t xml:space="preserve">Date de </w:t>
            </w:r>
            <w:r w:rsidR="00421A5F">
              <w:rPr>
                <w:szCs w:val="20"/>
              </w:rPr>
              <w:t>début de réception des tonnes</w:t>
            </w:r>
          </w:p>
        </w:tc>
        <w:tc>
          <w:tcPr>
            <w:tcW w:w="2452" w:type="pct"/>
            <w:gridSpan w:val="2"/>
            <w:vAlign w:val="center"/>
          </w:tcPr>
          <w:p w14:paraId="4FF1395E" w14:textId="391F7A87" w:rsidR="003059B4" w:rsidRPr="009901ED" w:rsidRDefault="003059B4" w:rsidP="003059B4">
            <w:pPr>
              <w:rPr>
                <w:sz w:val="18"/>
                <w:szCs w:val="18"/>
              </w:rPr>
            </w:pPr>
          </w:p>
        </w:tc>
      </w:tr>
      <w:tr w:rsidR="003059B4" w:rsidRPr="009901ED" w14:paraId="573A8FE9" w14:textId="77777777" w:rsidTr="00122276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14:paraId="1D50294D" w14:textId="6D477FC2" w:rsidR="003059B4" w:rsidRDefault="00647292" w:rsidP="003059B4">
            <w:pPr>
              <w:rPr>
                <w:szCs w:val="20"/>
              </w:rPr>
            </w:pPr>
            <w:r>
              <w:rPr>
                <w:szCs w:val="20"/>
              </w:rPr>
              <w:t>Date de démarrage du</w:t>
            </w:r>
            <w:r w:rsidR="00421A5F">
              <w:rPr>
                <w:szCs w:val="20"/>
              </w:rPr>
              <w:t xml:space="preserve"> surtri</w:t>
            </w:r>
          </w:p>
        </w:tc>
        <w:tc>
          <w:tcPr>
            <w:tcW w:w="2452" w:type="pct"/>
            <w:gridSpan w:val="2"/>
            <w:vAlign w:val="center"/>
          </w:tcPr>
          <w:p w14:paraId="274D3016" w14:textId="625A313A" w:rsidR="003059B4" w:rsidRPr="009901ED" w:rsidRDefault="003059B4" w:rsidP="003059B4">
            <w:pPr>
              <w:rPr>
                <w:sz w:val="18"/>
                <w:szCs w:val="18"/>
              </w:rPr>
            </w:pPr>
          </w:p>
        </w:tc>
      </w:tr>
      <w:tr w:rsidR="00421A5F" w:rsidRPr="009901ED" w14:paraId="421C9FBF" w14:textId="77777777" w:rsidTr="00FD5540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14:paraId="58728CC3" w14:textId="5781C527" w:rsidR="00421A5F" w:rsidRDefault="00421A5F" w:rsidP="003059B4">
            <w:pPr>
              <w:rPr>
                <w:szCs w:val="20"/>
              </w:rPr>
            </w:pPr>
            <w:r>
              <w:rPr>
                <w:szCs w:val="20"/>
              </w:rPr>
              <w:t xml:space="preserve">Si </w:t>
            </w:r>
            <w:r w:rsidR="0075639D">
              <w:rPr>
                <w:szCs w:val="20"/>
              </w:rPr>
              <w:t xml:space="preserve">les dates de début de réception </w:t>
            </w:r>
            <w:r w:rsidR="00445B25">
              <w:rPr>
                <w:szCs w:val="20"/>
              </w:rPr>
              <w:t xml:space="preserve">des tonnes </w:t>
            </w:r>
            <w:r w:rsidR="0075639D">
              <w:rPr>
                <w:szCs w:val="20"/>
              </w:rPr>
              <w:t xml:space="preserve">et de démarrage du surtri sont différentes, préciser </w:t>
            </w:r>
            <w:r w:rsidR="005812AF">
              <w:rPr>
                <w:szCs w:val="20"/>
              </w:rPr>
              <w:t>la quantité totale de tonnes st</w:t>
            </w:r>
            <w:r w:rsidR="00854E42">
              <w:rPr>
                <w:szCs w:val="20"/>
              </w:rPr>
              <w:t>oc</w:t>
            </w:r>
            <w:r w:rsidR="005812AF">
              <w:rPr>
                <w:szCs w:val="20"/>
              </w:rPr>
              <w:t>kées</w:t>
            </w:r>
            <w:r w:rsidR="00854E42">
              <w:rPr>
                <w:szCs w:val="20"/>
              </w:rPr>
              <w:t xml:space="preserve"> jusqu’</w:t>
            </w:r>
            <w:r w:rsidR="00445B25">
              <w:rPr>
                <w:szCs w:val="20"/>
              </w:rPr>
              <w:t>au</w:t>
            </w:r>
            <w:r w:rsidR="00854E42">
              <w:rPr>
                <w:szCs w:val="20"/>
              </w:rPr>
              <w:t xml:space="preserve"> démarrage de surtri</w:t>
            </w:r>
            <w:r w:rsidR="009665FC">
              <w:rPr>
                <w:szCs w:val="20"/>
              </w:rPr>
              <w:t>, le lieu de stockage,</w:t>
            </w:r>
            <w:r w:rsidR="00854E42">
              <w:rPr>
                <w:szCs w:val="20"/>
              </w:rPr>
              <w:t xml:space="preserve"> ainsi que les modalités de déstockage (</w:t>
            </w:r>
            <w:r w:rsidR="00445B25">
              <w:rPr>
                <w:szCs w:val="20"/>
              </w:rPr>
              <w:t xml:space="preserve">en particulier </w:t>
            </w:r>
            <w:r w:rsidR="009665FC">
              <w:rPr>
                <w:szCs w:val="20"/>
              </w:rPr>
              <w:t xml:space="preserve">le </w:t>
            </w:r>
            <w:r w:rsidR="00854E42">
              <w:rPr>
                <w:szCs w:val="20"/>
              </w:rPr>
              <w:t>planning</w:t>
            </w:r>
            <w:r w:rsidR="00445B25">
              <w:rPr>
                <w:szCs w:val="20"/>
              </w:rPr>
              <w:t>).</w:t>
            </w:r>
          </w:p>
          <w:p w14:paraId="325E38BE" w14:textId="77777777" w:rsidR="00EE022F" w:rsidRDefault="00EE022F" w:rsidP="003059B4">
            <w:pPr>
              <w:rPr>
                <w:szCs w:val="20"/>
              </w:rPr>
            </w:pPr>
          </w:p>
          <w:p w14:paraId="7C8C8A87" w14:textId="77777777" w:rsidR="00EE022F" w:rsidRDefault="00EE022F" w:rsidP="003059B4">
            <w:pPr>
              <w:rPr>
                <w:szCs w:val="20"/>
              </w:rPr>
            </w:pPr>
          </w:p>
          <w:p w14:paraId="63AFB377" w14:textId="77777777" w:rsidR="00EE022F" w:rsidRDefault="00EE022F" w:rsidP="003059B4">
            <w:pPr>
              <w:rPr>
                <w:szCs w:val="20"/>
              </w:rPr>
            </w:pPr>
          </w:p>
          <w:p w14:paraId="707AE84D" w14:textId="77777777" w:rsidR="009B04DD" w:rsidRDefault="009B04DD" w:rsidP="003059B4">
            <w:pPr>
              <w:rPr>
                <w:szCs w:val="20"/>
              </w:rPr>
            </w:pPr>
          </w:p>
          <w:p w14:paraId="3DF6F206" w14:textId="77777777" w:rsidR="009B04DD" w:rsidRDefault="009B04DD" w:rsidP="003059B4">
            <w:pPr>
              <w:rPr>
                <w:szCs w:val="20"/>
              </w:rPr>
            </w:pPr>
          </w:p>
          <w:p w14:paraId="7CB60F08" w14:textId="77777777" w:rsidR="009B04DD" w:rsidRDefault="009B04DD" w:rsidP="003059B4">
            <w:pPr>
              <w:rPr>
                <w:szCs w:val="20"/>
              </w:rPr>
            </w:pPr>
          </w:p>
          <w:p w14:paraId="0CCCFAF9" w14:textId="77777777" w:rsidR="001F6C58" w:rsidRDefault="001F6C58" w:rsidP="003059B4">
            <w:pPr>
              <w:rPr>
                <w:szCs w:val="20"/>
              </w:rPr>
            </w:pPr>
          </w:p>
          <w:p w14:paraId="4C8D97A1" w14:textId="22A03425" w:rsidR="00EE022F" w:rsidRDefault="00EE022F" w:rsidP="003059B4">
            <w:pPr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6EFEDACB" w14:textId="77777777" w:rsidR="00421A5F" w:rsidRPr="009901ED" w:rsidRDefault="00421A5F" w:rsidP="00FD5540">
            <w:pPr>
              <w:jc w:val="left"/>
              <w:rPr>
                <w:sz w:val="18"/>
                <w:szCs w:val="18"/>
              </w:rPr>
            </w:pPr>
          </w:p>
        </w:tc>
      </w:tr>
      <w:tr w:rsidR="00BB6C0D" w:rsidRPr="009901ED" w14:paraId="2E640ABB" w14:textId="77777777" w:rsidTr="00122276">
        <w:trPr>
          <w:trHeight w:val="344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11316107" w14:textId="05CF4B30" w:rsidR="00BB6C0D" w:rsidRPr="00C95C79" w:rsidRDefault="00B31CE1" w:rsidP="003059B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  <w:r w:rsidR="008C1BAF">
              <w:rPr>
                <w:b/>
                <w:bCs/>
                <w:sz w:val="24"/>
                <w:szCs w:val="24"/>
              </w:rPr>
              <w:t xml:space="preserve">ransport </w:t>
            </w:r>
            <w:r>
              <w:rPr>
                <w:b/>
                <w:bCs/>
                <w:sz w:val="24"/>
                <w:szCs w:val="24"/>
              </w:rPr>
              <w:t xml:space="preserve">de déchets </w:t>
            </w:r>
            <w:r w:rsidR="008C1BAF">
              <w:rPr>
                <w:b/>
                <w:bCs/>
                <w:sz w:val="24"/>
                <w:szCs w:val="24"/>
              </w:rPr>
              <w:t>transfrontalier</w:t>
            </w:r>
            <w:r>
              <w:rPr>
                <w:b/>
                <w:bCs/>
                <w:sz w:val="24"/>
                <w:szCs w:val="24"/>
              </w:rPr>
              <w:t>s</w:t>
            </w:r>
          </w:p>
        </w:tc>
      </w:tr>
      <w:tr w:rsidR="008C1BAF" w:rsidRPr="009901ED" w14:paraId="6BC01411" w14:textId="77777777" w:rsidTr="00467833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14:paraId="33EFA385" w14:textId="0C41841C" w:rsidR="00467833" w:rsidRPr="00775E99" w:rsidRDefault="00467833" w:rsidP="003059B4">
            <w:pPr>
              <w:rPr>
                <w:szCs w:val="20"/>
              </w:rPr>
            </w:pPr>
            <w:r w:rsidRPr="00775E99">
              <w:rPr>
                <w:szCs w:val="20"/>
              </w:rPr>
              <w:t xml:space="preserve">Besoins de notifications pour le transport des tonnes </w:t>
            </w:r>
          </w:p>
          <w:p w14:paraId="68C0DC01" w14:textId="5B3C8AC1" w:rsidR="008C1BAF" w:rsidRPr="00C543FB" w:rsidRDefault="00927FEF" w:rsidP="003059B4">
            <w:pPr>
              <w:rPr>
                <w:b/>
                <w:bCs/>
                <w:sz w:val="18"/>
                <w:szCs w:val="18"/>
              </w:rPr>
            </w:pPr>
            <w:r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Merci de préciser votre expérience dans </w:t>
            </w:r>
            <w:r w:rsidR="00467833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la réalisation </w:t>
            </w:r>
            <w:r w:rsidR="00775E99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de notifications </w:t>
            </w:r>
            <w:r w:rsidR="00B31CE1" w:rsidRPr="00C543FB">
              <w:rPr>
                <w:i/>
                <w:iCs/>
                <w:color w:val="009FE3" w:themeColor="accent1"/>
                <w:sz w:val="18"/>
                <w:szCs w:val="18"/>
              </w:rPr>
              <w:t>et</w:t>
            </w:r>
            <w:r w:rsidR="004601AB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 dans</w:t>
            </w:r>
            <w:r w:rsidR="00B31CE1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 la </w:t>
            </w:r>
            <w:r w:rsidR="008A3FE3" w:rsidRPr="00C543FB">
              <w:rPr>
                <w:i/>
                <w:iCs/>
                <w:color w:val="009FE3" w:themeColor="accent1"/>
                <w:sz w:val="18"/>
                <w:szCs w:val="18"/>
              </w:rPr>
              <w:t>création/</w:t>
            </w:r>
            <w:r w:rsidR="00B31CE1" w:rsidRPr="00C543FB">
              <w:rPr>
                <w:i/>
                <w:iCs/>
                <w:color w:val="009FE3" w:themeColor="accent1"/>
                <w:sz w:val="18"/>
                <w:szCs w:val="18"/>
              </w:rPr>
              <w:t>gestion de</w:t>
            </w:r>
            <w:r w:rsidR="004601AB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 documents pour le transfert de déchets transfrontalier</w:t>
            </w:r>
            <w:r w:rsidR="000E6B58">
              <w:rPr>
                <w:i/>
                <w:iCs/>
                <w:color w:val="009FE3" w:themeColor="accent1"/>
                <w:sz w:val="18"/>
                <w:szCs w:val="18"/>
              </w:rPr>
              <w:t>s</w:t>
            </w:r>
            <w:r w:rsidR="004601AB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, </w:t>
            </w:r>
            <w:r w:rsidR="00775E99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ainsi que toute information utile concernant </w:t>
            </w:r>
            <w:r w:rsidR="0030303F" w:rsidRPr="00C543FB">
              <w:rPr>
                <w:i/>
                <w:iCs/>
                <w:color w:val="009FE3" w:themeColor="accent1"/>
                <w:sz w:val="18"/>
                <w:szCs w:val="18"/>
              </w:rPr>
              <w:t>les</w:t>
            </w:r>
            <w:r w:rsidR="00775E99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 délais </w:t>
            </w:r>
            <w:r w:rsidR="0030303F" w:rsidRPr="00C543FB">
              <w:rPr>
                <w:i/>
                <w:iCs/>
                <w:color w:val="009FE3" w:themeColor="accent1"/>
                <w:sz w:val="18"/>
                <w:szCs w:val="18"/>
              </w:rPr>
              <w:t>de demande et d’obtention des autorisations</w:t>
            </w:r>
            <w:r w:rsidR="009665FC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 </w:t>
            </w:r>
            <w:r w:rsidR="008A3FE3" w:rsidRPr="00C543FB">
              <w:rPr>
                <w:i/>
                <w:iCs/>
                <w:color w:val="009FE3" w:themeColor="accent1"/>
                <w:sz w:val="18"/>
                <w:szCs w:val="18"/>
              </w:rPr>
              <w:t>ainsi que</w:t>
            </w:r>
            <w:r w:rsidR="009665FC" w:rsidRPr="00C543FB">
              <w:rPr>
                <w:i/>
                <w:iCs/>
                <w:color w:val="009FE3" w:themeColor="accent1"/>
                <w:sz w:val="18"/>
                <w:szCs w:val="18"/>
              </w:rPr>
              <w:t xml:space="preserve"> leurs conséquences sur la gestion des tonnes</w:t>
            </w:r>
            <w:r w:rsidR="00B05709" w:rsidRPr="00C543FB">
              <w:rPr>
                <w:i/>
                <w:iCs/>
                <w:color w:val="009FE3" w:themeColor="accent1"/>
                <w:sz w:val="18"/>
                <w:szCs w:val="18"/>
              </w:rPr>
              <w:t>.</w:t>
            </w:r>
          </w:p>
          <w:p w14:paraId="166D97B9" w14:textId="77777777" w:rsidR="008C1BAF" w:rsidRDefault="008C1BAF" w:rsidP="003059B4">
            <w:pPr>
              <w:rPr>
                <w:b/>
                <w:bCs/>
                <w:sz w:val="24"/>
                <w:szCs w:val="24"/>
              </w:rPr>
            </w:pPr>
          </w:p>
          <w:p w14:paraId="27142E5C" w14:textId="77777777" w:rsidR="004B3444" w:rsidRDefault="004B3444" w:rsidP="003059B4">
            <w:pPr>
              <w:rPr>
                <w:b/>
                <w:bCs/>
                <w:sz w:val="24"/>
                <w:szCs w:val="24"/>
              </w:rPr>
            </w:pPr>
          </w:p>
          <w:p w14:paraId="4B857663" w14:textId="77777777" w:rsidR="004B3444" w:rsidRDefault="004B3444" w:rsidP="003059B4">
            <w:pPr>
              <w:rPr>
                <w:b/>
                <w:bCs/>
                <w:sz w:val="24"/>
                <w:szCs w:val="24"/>
              </w:rPr>
            </w:pPr>
          </w:p>
          <w:p w14:paraId="52698B50" w14:textId="77777777" w:rsidR="001F6C58" w:rsidRDefault="001F6C58" w:rsidP="003059B4">
            <w:pPr>
              <w:rPr>
                <w:b/>
                <w:bCs/>
                <w:sz w:val="24"/>
                <w:szCs w:val="24"/>
              </w:rPr>
            </w:pPr>
          </w:p>
          <w:p w14:paraId="77E3B72F" w14:textId="77777777" w:rsidR="001F6C58" w:rsidRDefault="001F6C58" w:rsidP="003059B4">
            <w:pPr>
              <w:rPr>
                <w:b/>
                <w:bCs/>
                <w:sz w:val="24"/>
                <w:szCs w:val="24"/>
              </w:rPr>
            </w:pPr>
          </w:p>
          <w:p w14:paraId="30D666EC" w14:textId="77777777" w:rsidR="001F6C58" w:rsidRDefault="001F6C58" w:rsidP="003059B4">
            <w:pPr>
              <w:rPr>
                <w:b/>
                <w:bCs/>
                <w:sz w:val="24"/>
                <w:szCs w:val="24"/>
              </w:rPr>
            </w:pPr>
          </w:p>
          <w:p w14:paraId="5D9D7F48" w14:textId="77777777" w:rsidR="001F6C58" w:rsidRDefault="001F6C58" w:rsidP="003059B4">
            <w:pPr>
              <w:rPr>
                <w:b/>
                <w:bCs/>
                <w:sz w:val="24"/>
                <w:szCs w:val="24"/>
              </w:rPr>
            </w:pPr>
          </w:p>
          <w:p w14:paraId="54CC8C58" w14:textId="77777777" w:rsidR="004B3444" w:rsidRPr="00C95C79" w:rsidRDefault="004B3444" w:rsidP="003059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</w:tcPr>
          <w:p w14:paraId="3F7E4F96" w14:textId="0C471622" w:rsidR="008C1BAF" w:rsidRPr="00C95C79" w:rsidRDefault="00645835" w:rsidP="00467833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o</w:t>
            </w:r>
            <w:r w:rsidR="00467833">
              <w:rPr>
                <w:b/>
                <w:bCs/>
                <w:sz w:val="24"/>
                <w:szCs w:val="24"/>
              </w:rPr>
              <w:t>ui / non</w:t>
            </w:r>
          </w:p>
        </w:tc>
      </w:tr>
      <w:tr w:rsidR="009A3B36" w:rsidRPr="009901ED" w14:paraId="27D773E1" w14:textId="77777777" w:rsidTr="00122276">
        <w:trPr>
          <w:trHeight w:val="344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52808768" w14:textId="33DBA1FD" w:rsidR="009A3B36" w:rsidRPr="00C95C79" w:rsidRDefault="008B76FD" w:rsidP="003059B4">
            <w:pPr>
              <w:rPr>
                <w:b/>
                <w:bCs/>
                <w:sz w:val="24"/>
                <w:szCs w:val="24"/>
              </w:rPr>
            </w:pPr>
            <w:r w:rsidRPr="00C95C79">
              <w:rPr>
                <w:b/>
                <w:bCs/>
                <w:sz w:val="24"/>
                <w:szCs w:val="24"/>
              </w:rPr>
              <w:t>Descriptif du centre de surtri</w:t>
            </w:r>
          </w:p>
        </w:tc>
      </w:tr>
      <w:tr w:rsidR="003059B4" w:rsidRPr="009901ED" w14:paraId="72475934" w14:textId="77777777" w:rsidTr="00FD5540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0CFC3BE7" w14:textId="6C50CB8C" w:rsidR="003059B4" w:rsidRDefault="00C811BC" w:rsidP="00FD5540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Localisation géographique et axes routiers</w:t>
            </w:r>
          </w:p>
        </w:tc>
        <w:tc>
          <w:tcPr>
            <w:tcW w:w="2452" w:type="pct"/>
            <w:gridSpan w:val="2"/>
            <w:vAlign w:val="center"/>
          </w:tcPr>
          <w:p w14:paraId="745E949E" w14:textId="77777777" w:rsidR="003059B4" w:rsidRDefault="003059B4" w:rsidP="003059B4">
            <w:pPr>
              <w:rPr>
                <w:sz w:val="18"/>
                <w:szCs w:val="18"/>
              </w:rPr>
            </w:pPr>
          </w:p>
          <w:p w14:paraId="05889FD5" w14:textId="77777777" w:rsidR="00C811BC" w:rsidRDefault="00C811BC" w:rsidP="003059B4">
            <w:pPr>
              <w:rPr>
                <w:sz w:val="18"/>
                <w:szCs w:val="18"/>
              </w:rPr>
            </w:pPr>
          </w:p>
          <w:p w14:paraId="68DD76E8" w14:textId="77777777" w:rsidR="00C811BC" w:rsidRDefault="00C811BC" w:rsidP="003059B4">
            <w:pPr>
              <w:rPr>
                <w:sz w:val="18"/>
                <w:szCs w:val="18"/>
              </w:rPr>
            </w:pPr>
          </w:p>
          <w:p w14:paraId="72D63D9D" w14:textId="77777777" w:rsidR="002A7D38" w:rsidRDefault="002A7D38" w:rsidP="003059B4">
            <w:pPr>
              <w:rPr>
                <w:sz w:val="18"/>
                <w:szCs w:val="18"/>
              </w:rPr>
            </w:pPr>
          </w:p>
          <w:p w14:paraId="383FCCF7" w14:textId="77777777" w:rsidR="002A7D38" w:rsidRDefault="002A7D38" w:rsidP="003059B4">
            <w:pPr>
              <w:rPr>
                <w:sz w:val="18"/>
                <w:szCs w:val="18"/>
              </w:rPr>
            </w:pPr>
          </w:p>
          <w:p w14:paraId="58852172" w14:textId="77777777" w:rsidR="002A7D38" w:rsidRDefault="002A7D38" w:rsidP="003059B4">
            <w:pPr>
              <w:rPr>
                <w:sz w:val="18"/>
                <w:szCs w:val="18"/>
              </w:rPr>
            </w:pPr>
          </w:p>
          <w:p w14:paraId="4392D021" w14:textId="729DA348" w:rsidR="002A7D38" w:rsidRDefault="002A7D38" w:rsidP="003059B4">
            <w:pPr>
              <w:rPr>
                <w:sz w:val="18"/>
                <w:szCs w:val="18"/>
              </w:rPr>
            </w:pPr>
          </w:p>
        </w:tc>
      </w:tr>
      <w:tr w:rsidR="00C811BC" w:rsidRPr="009901ED" w14:paraId="0F0C57C0" w14:textId="77777777" w:rsidTr="00122276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14:paraId="5FD86C0E" w14:textId="77777777" w:rsidR="00C811BC" w:rsidRDefault="00C811BC" w:rsidP="00C811BC">
            <w:pPr>
              <w:rPr>
                <w:szCs w:val="20"/>
              </w:rPr>
            </w:pPr>
            <w:r>
              <w:rPr>
                <w:szCs w:val="20"/>
              </w:rPr>
              <w:t>Présence de pont</w:t>
            </w:r>
            <w:r w:rsidR="002A7D38">
              <w:rPr>
                <w:szCs w:val="20"/>
              </w:rPr>
              <w:t>(s)</w:t>
            </w:r>
            <w:r>
              <w:rPr>
                <w:szCs w:val="20"/>
              </w:rPr>
              <w:t xml:space="preserve"> bascule</w:t>
            </w:r>
            <w:r w:rsidR="002A7D38">
              <w:rPr>
                <w:szCs w:val="20"/>
              </w:rPr>
              <w:t>(s)</w:t>
            </w:r>
          </w:p>
          <w:p w14:paraId="3DEDC746" w14:textId="51EF9147" w:rsidR="002A7D38" w:rsidRDefault="002A7D38" w:rsidP="00C811BC">
            <w:pPr>
              <w:rPr>
                <w:szCs w:val="20"/>
              </w:rPr>
            </w:pPr>
            <w:r>
              <w:rPr>
                <w:szCs w:val="20"/>
              </w:rPr>
              <w:t>Nombre</w:t>
            </w:r>
          </w:p>
        </w:tc>
        <w:tc>
          <w:tcPr>
            <w:tcW w:w="2452" w:type="pct"/>
            <w:gridSpan w:val="2"/>
            <w:vAlign w:val="center"/>
          </w:tcPr>
          <w:p w14:paraId="5224D1BA" w14:textId="77777777" w:rsidR="00C811BC" w:rsidRDefault="00C811BC" w:rsidP="00C81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 / Non</w:t>
            </w:r>
          </w:p>
          <w:p w14:paraId="6602A8A3" w14:textId="6CA60A98" w:rsidR="002A7D38" w:rsidRDefault="002A7D38" w:rsidP="00C81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</w:t>
            </w:r>
          </w:p>
        </w:tc>
      </w:tr>
      <w:tr w:rsidR="00C811BC" w:rsidRPr="009901ED" w14:paraId="0188E4F1" w14:textId="77777777" w:rsidTr="00C543FB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72AC1651" w14:textId="621E608B" w:rsidR="00C811BC" w:rsidRDefault="00C811BC" w:rsidP="00C543FB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Equipements de manutention </w:t>
            </w:r>
            <w:r w:rsidR="002A7D38">
              <w:rPr>
                <w:szCs w:val="20"/>
              </w:rPr>
              <w:t>à disposition de l’activité de surtri</w:t>
            </w:r>
          </w:p>
          <w:p w14:paraId="2028E6A2" w14:textId="5F5CC83C" w:rsidR="00C811BC" w:rsidRDefault="00C811BC" w:rsidP="00C543FB">
            <w:pPr>
              <w:jc w:val="left"/>
              <w:rPr>
                <w:szCs w:val="20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Exemple : chariot élévateur, transpalette, etc.</w:t>
            </w:r>
          </w:p>
        </w:tc>
        <w:tc>
          <w:tcPr>
            <w:tcW w:w="2452" w:type="pct"/>
            <w:gridSpan w:val="2"/>
          </w:tcPr>
          <w:p w14:paraId="0B93E26A" w14:textId="77777777" w:rsidR="00C811BC" w:rsidRDefault="00C811BC" w:rsidP="00C543FB">
            <w:pPr>
              <w:jc w:val="left"/>
              <w:rPr>
                <w:sz w:val="18"/>
                <w:szCs w:val="18"/>
              </w:rPr>
            </w:pPr>
          </w:p>
          <w:p w14:paraId="1610A391" w14:textId="77777777" w:rsidR="002A7D38" w:rsidRDefault="002A7D38" w:rsidP="00C543FB">
            <w:pPr>
              <w:jc w:val="left"/>
              <w:rPr>
                <w:sz w:val="18"/>
                <w:szCs w:val="18"/>
              </w:rPr>
            </w:pPr>
          </w:p>
          <w:p w14:paraId="4C01D2D2" w14:textId="77777777" w:rsidR="002A7D38" w:rsidRDefault="002A7D38" w:rsidP="00C543FB">
            <w:pPr>
              <w:jc w:val="left"/>
              <w:rPr>
                <w:sz w:val="18"/>
                <w:szCs w:val="18"/>
              </w:rPr>
            </w:pPr>
          </w:p>
          <w:p w14:paraId="00E20E39" w14:textId="77777777" w:rsidR="002A7D38" w:rsidRDefault="002A7D38" w:rsidP="00C543FB">
            <w:pPr>
              <w:jc w:val="left"/>
              <w:rPr>
                <w:sz w:val="18"/>
                <w:szCs w:val="18"/>
              </w:rPr>
            </w:pPr>
          </w:p>
          <w:p w14:paraId="1F067571" w14:textId="77777777" w:rsidR="001F6C58" w:rsidRDefault="001F6C58" w:rsidP="00C543FB">
            <w:pPr>
              <w:jc w:val="left"/>
              <w:rPr>
                <w:sz w:val="18"/>
                <w:szCs w:val="18"/>
              </w:rPr>
            </w:pPr>
          </w:p>
          <w:p w14:paraId="49212429" w14:textId="77777777" w:rsidR="001F6C58" w:rsidRDefault="001F6C58" w:rsidP="00C543FB">
            <w:pPr>
              <w:jc w:val="left"/>
              <w:rPr>
                <w:sz w:val="18"/>
                <w:szCs w:val="18"/>
              </w:rPr>
            </w:pPr>
          </w:p>
          <w:p w14:paraId="5C248ED8" w14:textId="77777777" w:rsidR="001F6C58" w:rsidRDefault="001F6C58" w:rsidP="00C543FB">
            <w:pPr>
              <w:jc w:val="left"/>
              <w:rPr>
                <w:sz w:val="18"/>
                <w:szCs w:val="18"/>
              </w:rPr>
            </w:pPr>
          </w:p>
        </w:tc>
      </w:tr>
      <w:tr w:rsidR="00C811BC" w:rsidRPr="009901ED" w14:paraId="439A6106" w14:textId="77777777" w:rsidTr="009F7EAA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22B7D81A" w14:textId="77777777" w:rsidR="00C811BC" w:rsidRDefault="00C811BC" w:rsidP="001F6C5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Horaire de fonctionnement du site </w:t>
            </w:r>
          </w:p>
          <w:p w14:paraId="58415A4B" w14:textId="191BC6A6" w:rsidR="00C811BC" w:rsidRDefault="00C811BC" w:rsidP="001F6C58">
            <w:pPr>
              <w:pStyle w:val="Paragraphedeliste"/>
              <w:numPr>
                <w:ilvl w:val="0"/>
                <w:numId w:val="32"/>
              </w:numPr>
              <w:jc w:val="left"/>
              <w:rPr>
                <w:szCs w:val="20"/>
              </w:rPr>
            </w:pPr>
            <w:r>
              <w:rPr>
                <w:szCs w:val="20"/>
              </w:rPr>
              <w:t>Pour accueil des camions</w:t>
            </w:r>
          </w:p>
          <w:p w14:paraId="32DF5B21" w14:textId="77777777" w:rsidR="001F6C58" w:rsidRDefault="001F6C58" w:rsidP="001F6C58">
            <w:pPr>
              <w:pStyle w:val="Paragraphedeliste"/>
              <w:jc w:val="left"/>
              <w:rPr>
                <w:szCs w:val="20"/>
              </w:rPr>
            </w:pPr>
          </w:p>
          <w:p w14:paraId="36F3B52B" w14:textId="77777777" w:rsidR="00C811BC" w:rsidRDefault="00C811BC" w:rsidP="001F6C58">
            <w:pPr>
              <w:pStyle w:val="Paragraphedeliste"/>
              <w:numPr>
                <w:ilvl w:val="0"/>
                <w:numId w:val="32"/>
              </w:numPr>
              <w:jc w:val="left"/>
              <w:rPr>
                <w:szCs w:val="20"/>
              </w:rPr>
            </w:pPr>
            <w:r>
              <w:rPr>
                <w:szCs w:val="20"/>
              </w:rPr>
              <w:t>Pour fonctionnement du process de surtri</w:t>
            </w:r>
          </w:p>
          <w:p w14:paraId="3E7A03AA" w14:textId="77777777" w:rsidR="00A34E88" w:rsidRPr="00A34E88" w:rsidRDefault="00A34E88" w:rsidP="00A34E88">
            <w:pPr>
              <w:pStyle w:val="Paragraphedeliste"/>
              <w:rPr>
                <w:szCs w:val="20"/>
              </w:rPr>
            </w:pPr>
          </w:p>
          <w:p w14:paraId="35DAAF71" w14:textId="77777777" w:rsidR="00A34E88" w:rsidRDefault="00A34E88" w:rsidP="00A34E88">
            <w:pPr>
              <w:jc w:val="left"/>
              <w:rPr>
                <w:sz w:val="18"/>
                <w:szCs w:val="18"/>
              </w:rPr>
            </w:pPr>
            <w:r w:rsidRPr="008468A8">
              <w:rPr>
                <w:sz w:val="18"/>
                <w:szCs w:val="18"/>
              </w:rPr>
              <w:t>Commentaires</w:t>
            </w:r>
            <w:r>
              <w:rPr>
                <w:sz w:val="18"/>
                <w:szCs w:val="18"/>
              </w:rPr>
              <w:t xml:space="preserve"> éventuels</w:t>
            </w:r>
            <w:r w:rsidRPr="008468A8">
              <w:rPr>
                <w:sz w:val="18"/>
                <w:szCs w:val="18"/>
              </w:rPr>
              <w:t> :</w:t>
            </w:r>
          </w:p>
          <w:p w14:paraId="295E3C21" w14:textId="77777777" w:rsidR="00A34E88" w:rsidRDefault="00A34E88" w:rsidP="00A34E88">
            <w:pPr>
              <w:jc w:val="left"/>
              <w:rPr>
                <w:sz w:val="18"/>
                <w:szCs w:val="18"/>
              </w:rPr>
            </w:pPr>
          </w:p>
          <w:p w14:paraId="627C5AD0" w14:textId="77777777" w:rsidR="00A34E88" w:rsidRDefault="00A34E88" w:rsidP="00A34E88">
            <w:pPr>
              <w:jc w:val="left"/>
              <w:rPr>
                <w:sz w:val="18"/>
                <w:szCs w:val="18"/>
              </w:rPr>
            </w:pPr>
          </w:p>
          <w:p w14:paraId="5AFA1F90" w14:textId="77777777" w:rsidR="00A34E88" w:rsidRDefault="00A34E88" w:rsidP="00A34E88">
            <w:pPr>
              <w:jc w:val="left"/>
              <w:rPr>
                <w:szCs w:val="20"/>
              </w:rPr>
            </w:pPr>
          </w:p>
          <w:p w14:paraId="6AC6AF25" w14:textId="368CE377" w:rsidR="00D06877" w:rsidRPr="00A34E88" w:rsidRDefault="00D06877" w:rsidP="00A34E88">
            <w:pPr>
              <w:jc w:val="left"/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4619867D" w14:textId="77777777" w:rsidR="00C811BC" w:rsidRDefault="00C811BC" w:rsidP="009F7EAA">
            <w:pPr>
              <w:jc w:val="left"/>
              <w:rPr>
                <w:sz w:val="18"/>
                <w:szCs w:val="18"/>
              </w:rPr>
            </w:pPr>
          </w:p>
          <w:p w14:paraId="0014D6B7" w14:textId="77777777" w:rsidR="001F6C58" w:rsidRDefault="001F6C58" w:rsidP="009F7EAA">
            <w:pPr>
              <w:jc w:val="left"/>
              <w:rPr>
                <w:sz w:val="18"/>
                <w:szCs w:val="18"/>
              </w:rPr>
            </w:pPr>
          </w:p>
          <w:p w14:paraId="0B11C229" w14:textId="77777777" w:rsidR="001F6C58" w:rsidRDefault="001F6C58" w:rsidP="009F7EAA">
            <w:pPr>
              <w:jc w:val="left"/>
              <w:rPr>
                <w:sz w:val="18"/>
                <w:szCs w:val="18"/>
              </w:rPr>
            </w:pPr>
          </w:p>
          <w:p w14:paraId="4AC9BA2E" w14:textId="77777777" w:rsidR="001F6C58" w:rsidRDefault="001F6C58" w:rsidP="009F7EAA">
            <w:pPr>
              <w:jc w:val="left"/>
              <w:rPr>
                <w:sz w:val="18"/>
                <w:szCs w:val="18"/>
              </w:rPr>
            </w:pPr>
          </w:p>
          <w:p w14:paraId="51ABE4AD" w14:textId="77777777" w:rsidR="001F6C58" w:rsidRDefault="001F6C58" w:rsidP="009F7EAA">
            <w:pPr>
              <w:jc w:val="left"/>
              <w:rPr>
                <w:sz w:val="18"/>
                <w:szCs w:val="18"/>
              </w:rPr>
            </w:pPr>
          </w:p>
          <w:p w14:paraId="633A0338" w14:textId="77777777" w:rsidR="00DE6A26" w:rsidRDefault="00DE6A26" w:rsidP="009F7EAA">
            <w:pPr>
              <w:jc w:val="left"/>
              <w:rPr>
                <w:sz w:val="18"/>
                <w:szCs w:val="18"/>
              </w:rPr>
            </w:pPr>
          </w:p>
        </w:tc>
      </w:tr>
      <w:tr w:rsidR="00C57D95" w:rsidRPr="009901ED" w14:paraId="6764BC94" w14:textId="77777777" w:rsidTr="00540735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55D5264A" w14:textId="47278FC3" w:rsidR="00C57D95" w:rsidRDefault="00C57D95" w:rsidP="0054073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Capacité de réception des camions</w:t>
            </w:r>
            <w:r w:rsidR="00B6071F">
              <w:rPr>
                <w:szCs w:val="20"/>
              </w:rPr>
              <w:t xml:space="preserve"> du site</w:t>
            </w:r>
          </w:p>
          <w:p w14:paraId="797DB1A7" w14:textId="7B9884DB" w:rsidR="00C57D95" w:rsidRDefault="00C57D95" w:rsidP="004E678B">
            <w:pPr>
              <w:ind w:left="1338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Nombre </w:t>
            </w:r>
            <w:r w:rsidR="00B6071F">
              <w:rPr>
                <w:szCs w:val="20"/>
              </w:rPr>
              <w:t xml:space="preserve">maximum </w:t>
            </w:r>
            <w:r>
              <w:rPr>
                <w:szCs w:val="20"/>
              </w:rPr>
              <w:t>de camion</w:t>
            </w:r>
            <w:r w:rsidR="00B6071F">
              <w:rPr>
                <w:szCs w:val="20"/>
              </w:rPr>
              <w:t>s</w:t>
            </w:r>
            <w:r>
              <w:rPr>
                <w:szCs w:val="20"/>
              </w:rPr>
              <w:t xml:space="preserve"> </w:t>
            </w:r>
            <w:r w:rsidR="004161C0">
              <w:rPr>
                <w:szCs w:val="20"/>
              </w:rPr>
              <w:t xml:space="preserve">pouvant être réceptionnés </w:t>
            </w:r>
            <w:r>
              <w:rPr>
                <w:szCs w:val="20"/>
              </w:rPr>
              <w:t>par jou</w:t>
            </w:r>
            <w:r w:rsidR="001C61C1">
              <w:rPr>
                <w:szCs w:val="20"/>
              </w:rPr>
              <w:t>r</w:t>
            </w:r>
          </w:p>
          <w:p w14:paraId="6B66CC17" w14:textId="77777777" w:rsidR="001C61C1" w:rsidRDefault="00B6071F" w:rsidP="004E678B">
            <w:pPr>
              <w:ind w:left="1338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Nombre maximum de camions </w:t>
            </w:r>
            <w:r w:rsidR="004161C0">
              <w:rPr>
                <w:szCs w:val="20"/>
              </w:rPr>
              <w:t xml:space="preserve">pouvant être réceptionnés </w:t>
            </w:r>
            <w:r>
              <w:rPr>
                <w:szCs w:val="20"/>
              </w:rPr>
              <w:t>par semaine</w:t>
            </w:r>
          </w:p>
          <w:p w14:paraId="4D319782" w14:textId="77777777" w:rsidR="00A34E88" w:rsidRDefault="00A34E88" w:rsidP="004E678B">
            <w:pPr>
              <w:ind w:left="1338"/>
              <w:jc w:val="left"/>
              <w:rPr>
                <w:szCs w:val="20"/>
              </w:rPr>
            </w:pPr>
          </w:p>
          <w:p w14:paraId="086A3CD1" w14:textId="77777777" w:rsidR="00A34E88" w:rsidRDefault="00A34E88" w:rsidP="00A34E88">
            <w:pPr>
              <w:ind w:left="1338" w:hanging="1338"/>
              <w:jc w:val="left"/>
              <w:rPr>
                <w:sz w:val="18"/>
                <w:szCs w:val="18"/>
              </w:rPr>
            </w:pPr>
            <w:r w:rsidRPr="008468A8">
              <w:rPr>
                <w:sz w:val="18"/>
                <w:szCs w:val="18"/>
              </w:rPr>
              <w:lastRenderedPageBreak/>
              <w:t>Commentaires</w:t>
            </w:r>
            <w:r>
              <w:rPr>
                <w:sz w:val="18"/>
                <w:szCs w:val="18"/>
              </w:rPr>
              <w:t xml:space="preserve"> éventuels</w:t>
            </w:r>
            <w:r w:rsidRPr="008468A8">
              <w:rPr>
                <w:sz w:val="18"/>
                <w:szCs w:val="18"/>
              </w:rPr>
              <w:t> :</w:t>
            </w:r>
          </w:p>
          <w:p w14:paraId="508D2E17" w14:textId="77777777" w:rsidR="00A34E88" w:rsidRDefault="00A34E88" w:rsidP="00A34E88">
            <w:pPr>
              <w:ind w:left="1338" w:hanging="1338"/>
              <w:jc w:val="left"/>
              <w:rPr>
                <w:sz w:val="18"/>
                <w:szCs w:val="18"/>
              </w:rPr>
            </w:pPr>
          </w:p>
          <w:p w14:paraId="270B8A5B" w14:textId="77777777" w:rsidR="00A34E88" w:rsidRDefault="00A34E88" w:rsidP="00A34E88">
            <w:pPr>
              <w:ind w:left="1338" w:hanging="1338"/>
              <w:jc w:val="left"/>
              <w:rPr>
                <w:sz w:val="18"/>
                <w:szCs w:val="18"/>
              </w:rPr>
            </w:pPr>
          </w:p>
          <w:p w14:paraId="4C75A819" w14:textId="77777777" w:rsidR="00D06877" w:rsidRDefault="00D06877" w:rsidP="00A34E88">
            <w:pPr>
              <w:ind w:left="1338" w:hanging="1338"/>
              <w:jc w:val="left"/>
              <w:rPr>
                <w:sz w:val="18"/>
                <w:szCs w:val="18"/>
              </w:rPr>
            </w:pPr>
          </w:p>
          <w:p w14:paraId="22B4E07B" w14:textId="77777777" w:rsidR="00D06877" w:rsidRDefault="00D06877" w:rsidP="00A34E88">
            <w:pPr>
              <w:ind w:left="1338" w:hanging="1338"/>
              <w:jc w:val="left"/>
              <w:rPr>
                <w:sz w:val="18"/>
                <w:szCs w:val="18"/>
              </w:rPr>
            </w:pPr>
          </w:p>
          <w:p w14:paraId="572DEEB8" w14:textId="3BBC3913" w:rsidR="00A34E88" w:rsidRDefault="00A34E88" w:rsidP="00A34E88">
            <w:pPr>
              <w:ind w:left="1338" w:hanging="1338"/>
              <w:jc w:val="left"/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1F802368" w14:textId="77777777" w:rsidR="00C57D95" w:rsidRDefault="00C57D95" w:rsidP="00537E77">
            <w:pPr>
              <w:jc w:val="left"/>
              <w:rPr>
                <w:sz w:val="18"/>
                <w:szCs w:val="18"/>
              </w:rPr>
            </w:pPr>
          </w:p>
          <w:p w14:paraId="1C57969D" w14:textId="1A3897E6" w:rsidR="00537E77" w:rsidRDefault="00537E77" w:rsidP="00537E7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40735">
              <w:rPr>
                <w:sz w:val="18"/>
                <w:szCs w:val="18"/>
              </w:rPr>
              <w:t xml:space="preserve">XX </w:t>
            </w:r>
            <w:r>
              <w:rPr>
                <w:sz w:val="18"/>
                <w:szCs w:val="18"/>
              </w:rPr>
              <w:t>/ jour</w:t>
            </w:r>
          </w:p>
          <w:p w14:paraId="30DD4B4A" w14:textId="77777777" w:rsidR="00540735" w:rsidRDefault="00540735" w:rsidP="00537E77">
            <w:pPr>
              <w:jc w:val="left"/>
              <w:rPr>
                <w:sz w:val="18"/>
                <w:szCs w:val="18"/>
              </w:rPr>
            </w:pPr>
          </w:p>
          <w:p w14:paraId="260B5D41" w14:textId="1F002904" w:rsidR="00537E77" w:rsidRDefault="00540735" w:rsidP="00537E7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XX </w:t>
            </w:r>
            <w:r w:rsidR="00537E77">
              <w:rPr>
                <w:sz w:val="18"/>
                <w:szCs w:val="18"/>
              </w:rPr>
              <w:t>/semaine</w:t>
            </w:r>
          </w:p>
          <w:p w14:paraId="182BE7B5" w14:textId="77777777" w:rsidR="00537E77" w:rsidRDefault="00537E77" w:rsidP="00537E77">
            <w:pPr>
              <w:jc w:val="left"/>
              <w:rPr>
                <w:sz w:val="18"/>
                <w:szCs w:val="18"/>
              </w:rPr>
            </w:pPr>
          </w:p>
        </w:tc>
      </w:tr>
      <w:tr w:rsidR="00C811BC" w:rsidRPr="009901ED" w14:paraId="7DFEBEFC" w14:textId="77777777" w:rsidTr="00A34E88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1614085B" w14:textId="77777777" w:rsidR="00C811BC" w:rsidRDefault="00897BFF" w:rsidP="00A34E8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Surface de stockage disponibles </w:t>
            </w:r>
          </w:p>
          <w:p w14:paraId="1A5B5218" w14:textId="77777777" w:rsidR="002A6E82" w:rsidRDefault="004E0EE8" w:rsidP="00A34E88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Préciser les m2 pour le stockage des matières entrantes et pour le stockage des matières sortantes</w:t>
            </w:r>
            <w:r w:rsidR="002A6E82">
              <w:rPr>
                <w:i/>
                <w:iCs/>
                <w:color w:val="009FE3" w:themeColor="accent1"/>
                <w:sz w:val="18"/>
                <w:szCs w:val="18"/>
              </w:rPr>
              <w:t xml:space="preserve"> (surfaces utiles)</w:t>
            </w:r>
          </w:p>
          <w:p w14:paraId="25E17536" w14:textId="77777777" w:rsidR="008468A8" w:rsidRDefault="008468A8" w:rsidP="00A34E88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</w:p>
          <w:p w14:paraId="761ADE70" w14:textId="77777777" w:rsidR="008468A8" w:rsidRDefault="008468A8" w:rsidP="00A34E88">
            <w:pPr>
              <w:jc w:val="left"/>
              <w:rPr>
                <w:color w:val="000000" w:themeColor="text2"/>
                <w:sz w:val="18"/>
                <w:szCs w:val="18"/>
              </w:rPr>
            </w:pPr>
            <w:r w:rsidRPr="008468A8">
              <w:rPr>
                <w:sz w:val="18"/>
                <w:szCs w:val="18"/>
              </w:rPr>
              <w:t>Commentaires</w:t>
            </w:r>
            <w:r>
              <w:rPr>
                <w:sz w:val="18"/>
                <w:szCs w:val="18"/>
              </w:rPr>
              <w:t xml:space="preserve"> éventuels</w:t>
            </w:r>
            <w:r w:rsidRPr="008468A8">
              <w:rPr>
                <w:sz w:val="18"/>
                <w:szCs w:val="18"/>
              </w:rPr>
              <w:t> :</w:t>
            </w:r>
            <w:r w:rsidRPr="00D06877">
              <w:rPr>
                <w:color w:val="000000" w:themeColor="text2"/>
                <w:sz w:val="18"/>
                <w:szCs w:val="18"/>
              </w:rPr>
              <w:t xml:space="preserve"> </w:t>
            </w:r>
          </w:p>
          <w:p w14:paraId="3C15FE37" w14:textId="0282C43B" w:rsidR="00D06877" w:rsidRPr="00D06877" w:rsidRDefault="00D06877" w:rsidP="00A34E88">
            <w:pPr>
              <w:jc w:val="left"/>
              <w:rPr>
                <w:color w:val="000000" w:themeColor="text2"/>
                <w:sz w:val="18"/>
                <w:szCs w:val="18"/>
              </w:rPr>
            </w:pPr>
          </w:p>
        </w:tc>
        <w:tc>
          <w:tcPr>
            <w:tcW w:w="2452" w:type="pct"/>
            <w:gridSpan w:val="2"/>
          </w:tcPr>
          <w:p w14:paraId="6FEBB15D" w14:textId="16D430FF" w:rsidR="002A6E82" w:rsidRDefault="005905E8" w:rsidP="002A6E8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E007B7E" w14:textId="7E6148B7" w:rsidR="002A6E82" w:rsidRDefault="00055A4F" w:rsidP="002A6E8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2A7D38">
              <w:rPr>
                <w:sz w:val="18"/>
                <w:szCs w:val="18"/>
                <w:highlight w:val="yellow"/>
              </w:rPr>
              <w:t>m</w:t>
            </w:r>
            <w:r w:rsidR="005905E8" w:rsidRPr="002A7D38">
              <w:rPr>
                <w:sz w:val="18"/>
                <w:szCs w:val="18"/>
                <w:highlight w:val="yellow"/>
              </w:rPr>
              <w:t>2</w:t>
            </w:r>
            <w:r w:rsidR="00993735">
              <w:rPr>
                <w:sz w:val="18"/>
                <w:szCs w:val="18"/>
              </w:rPr>
              <w:t xml:space="preserve"> pour les matières </w:t>
            </w:r>
            <w:r>
              <w:rPr>
                <w:sz w:val="18"/>
                <w:szCs w:val="18"/>
              </w:rPr>
              <w:t>entr</w:t>
            </w:r>
            <w:r w:rsidR="00993735">
              <w:rPr>
                <w:sz w:val="18"/>
                <w:szCs w:val="18"/>
              </w:rPr>
              <w:t>antes</w:t>
            </w:r>
          </w:p>
          <w:p w14:paraId="3CEF14C1" w14:textId="77777777" w:rsidR="00993735" w:rsidRDefault="00055A4F" w:rsidP="002A6E8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2A7D38">
              <w:rPr>
                <w:sz w:val="18"/>
                <w:szCs w:val="18"/>
                <w:highlight w:val="yellow"/>
              </w:rPr>
              <w:t>m</w:t>
            </w:r>
            <w:r w:rsidR="00993735" w:rsidRPr="002A7D38">
              <w:rPr>
                <w:sz w:val="18"/>
                <w:szCs w:val="18"/>
                <w:highlight w:val="yellow"/>
              </w:rPr>
              <w:t>2</w:t>
            </w:r>
            <w:r w:rsidR="009937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pour les matières sortantes</w:t>
            </w:r>
          </w:p>
          <w:p w14:paraId="7044FC43" w14:textId="77777777" w:rsidR="002A6E82" w:rsidRDefault="002A6E82" w:rsidP="002A6E82">
            <w:pPr>
              <w:jc w:val="left"/>
              <w:rPr>
                <w:sz w:val="18"/>
                <w:szCs w:val="18"/>
              </w:rPr>
            </w:pPr>
          </w:p>
          <w:p w14:paraId="6489850D" w14:textId="77777777" w:rsidR="002A6E82" w:rsidRDefault="002A6E82" w:rsidP="002A6E82">
            <w:pPr>
              <w:jc w:val="left"/>
              <w:rPr>
                <w:sz w:val="18"/>
                <w:szCs w:val="18"/>
              </w:rPr>
            </w:pPr>
          </w:p>
          <w:p w14:paraId="1385520B" w14:textId="77777777" w:rsidR="001F7268" w:rsidRDefault="001F7268" w:rsidP="002A6E82">
            <w:pPr>
              <w:jc w:val="left"/>
              <w:rPr>
                <w:sz w:val="18"/>
                <w:szCs w:val="18"/>
              </w:rPr>
            </w:pPr>
          </w:p>
          <w:p w14:paraId="5508E291" w14:textId="77777777" w:rsidR="00EA0F51" w:rsidRDefault="00EA0F51" w:rsidP="002A6E82">
            <w:pPr>
              <w:jc w:val="left"/>
              <w:rPr>
                <w:sz w:val="18"/>
                <w:szCs w:val="18"/>
              </w:rPr>
            </w:pPr>
          </w:p>
          <w:p w14:paraId="47CE70BE" w14:textId="77777777" w:rsidR="00EA0F51" w:rsidRDefault="00EA0F51" w:rsidP="002A6E82">
            <w:pPr>
              <w:jc w:val="left"/>
              <w:rPr>
                <w:sz w:val="18"/>
                <w:szCs w:val="18"/>
              </w:rPr>
            </w:pPr>
          </w:p>
          <w:p w14:paraId="32C656DA" w14:textId="557393F8" w:rsidR="00D06877" w:rsidRDefault="00D06877" w:rsidP="002A6E82">
            <w:pPr>
              <w:jc w:val="left"/>
              <w:rPr>
                <w:sz w:val="18"/>
                <w:szCs w:val="18"/>
              </w:rPr>
            </w:pPr>
          </w:p>
        </w:tc>
      </w:tr>
      <w:tr w:rsidR="00867D94" w:rsidRPr="009901ED" w14:paraId="74B53A2B" w14:textId="77777777" w:rsidTr="001F7268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14:paraId="24EECA8E" w14:textId="77777777" w:rsidR="00867D94" w:rsidRDefault="00867D94" w:rsidP="00C811BC">
            <w:pPr>
              <w:rPr>
                <w:szCs w:val="20"/>
              </w:rPr>
            </w:pPr>
            <w:r>
              <w:rPr>
                <w:szCs w:val="20"/>
              </w:rPr>
              <w:t xml:space="preserve">Moyens humains </w:t>
            </w:r>
          </w:p>
          <w:p w14:paraId="480397EC" w14:textId="1185767A" w:rsidR="00775CB6" w:rsidRDefault="00775CB6" w:rsidP="00C811BC">
            <w:pPr>
              <w:rPr>
                <w:i/>
                <w:iCs/>
                <w:color w:val="009FE3" w:themeColor="accent1"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 xml:space="preserve">Préciser les moyens humains qui seront mis à disposition pour la prestation de surtri  </w:t>
            </w:r>
          </w:p>
          <w:p w14:paraId="00174C51" w14:textId="77777777" w:rsidR="00BE525A" w:rsidRDefault="00BE525A" w:rsidP="00C811BC">
            <w:pPr>
              <w:rPr>
                <w:szCs w:val="20"/>
              </w:rPr>
            </w:pPr>
          </w:p>
          <w:p w14:paraId="0D5E62E2" w14:textId="77777777" w:rsidR="00EA0F51" w:rsidRDefault="00EA0F51" w:rsidP="00C811BC">
            <w:pPr>
              <w:rPr>
                <w:szCs w:val="20"/>
              </w:rPr>
            </w:pPr>
          </w:p>
          <w:p w14:paraId="2F002A56" w14:textId="77777777" w:rsidR="00EA0F51" w:rsidRDefault="00EA0F51" w:rsidP="00C811BC">
            <w:pPr>
              <w:rPr>
                <w:szCs w:val="20"/>
              </w:rPr>
            </w:pPr>
          </w:p>
          <w:p w14:paraId="1CD89429" w14:textId="1C2D020A" w:rsidR="00BE525A" w:rsidRPr="00214074" w:rsidRDefault="00F76263" w:rsidP="00C811BC">
            <w:pPr>
              <w:rPr>
                <w:i/>
                <w:iCs/>
                <w:color w:val="009FE3" w:themeColor="accent1"/>
                <w:sz w:val="18"/>
                <w:szCs w:val="18"/>
              </w:rPr>
            </w:pPr>
            <w:r w:rsidRPr="00214074">
              <w:rPr>
                <w:i/>
                <w:iCs/>
                <w:color w:val="009FE3" w:themeColor="accent1"/>
                <w:sz w:val="18"/>
                <w:szCs w:val="18"/>
              </w:rPr>
              <w:t xml:space="preserve">Préciser si </w:t>
            </w:r>
            <w:r w:rsidR="00840309" w:rsidRPr="00214074">
              <w:rPr>
                <w:i/>
                <w:iCs/>
                <w:color w:val="009FE3" w:themeColor="accent1"/>
                <w:sz w:val="18"/>
                <w:szCs w:val="18"/>
              </w:rPr>
              <w:t>vous avez r</w:t>
            </w:r>
            <w:r w:rsidRPr="00214074">
              <w:rPr>
                <w:i/>
                <w:iCs/>
                <w:color w:val="009FE3" w:themeColor="accent1"/>
                <w:sz w:val="18"/>
                <w:szCs w:val="18"/>
              </w:rPr>
              <w:t>ecours à l'emploi de personnes bénéficiant du dispositif d'insertion par l'activité économique prévu à l’article L. 5132-1 du code du travail</w:t>
            </w:r>
            <w:r w:rsidR="00195810">
              <w:rPr>
                <w:i/>
                <w:iCs/>
                <w:color w:val="009FE3" w:themeColor="accent1"/>
                <w:sz w:val="18"/>
                <w:szCs w:val="18"/>
              </w:rPr>
              <w:t xml:space="preserve"> ou équivalent</w:t>
            </w:r>
          </w:p>
          <w:p w14:paraId="3FBBF190" w14:textId="77777777" w:rsidR="00195810" w:rsidRDefault="00195810" w:rsidP="00C811BC">
            <w:pPr>
              <w:rPr>
                <w:sz w:val="18"/>
                <w:szCs w:val="18"/>
              </w:rPr>
            </w:pPr>
          </w:p>
          <w:p w14:paraId="2BF8C944" w14:textId="77777777" w:rsidR="00195810" w:rsidRDefault="00195810" w:rsidP="00C811BC">
            <w:pPr>
              <w:rPr>
                <w:sz w:val="18"/>
                <w:szCs w:val="18"/>
              </w:rPr>
            </w:pPr>
          </w:p>
          <w:p w14:paraId="675EE602" w14:textId="77777777" w:rsidR="00BE525A" w:rsidRDefault="00195810" w:rsidP="00C811BC">
            <w:pPr>
              <w:rPr>
                <w:sz w:val="18"/>
                <w:szCs w:val="18"/>
              </w:rPr>
            </w:pPr>
            <w:r w:rsidRPr="008468A8">
              <w:rPr>
                <w:sz w:val="18"/>
                <w:szCs w:val="18"/>
              </w:rPr>
              <w:t>Commentaires</w:t>
            </w:r>
            <w:r>
              <w:rPr>
                <w:sz w:val="18"/>
                <w:szCs w:val="18"/>
              </w:rPr>
              <w:t xml:space="preserve"> éventuels</w:t>
            </w:r>
            <w:r w:rsidRPr="008468A8">
              <w:rPr>
                <w:sz w:val="18"/>
                <w:szCs w:val="18"/>
              </w:rPr>
              <w:t> :</w:t>
            </w:r>
          </w:p>
          <w:p w14:paraId="3867931F" w14:textId="77777777" w:rsidR="00195810" w:rsidRDefault="00195810" w:rsidP="00C811BC">
            <w:pPr>
              <w:rPr>
                <w:sz w:val="18"/>
                <w:szCs w:val="18"/>
              </w:rPr>
            </w:pPr>
          </w:p>
          <w:p w14:paraId="761F9E93" w14:textId="77777777" w:rsidR="00D06877" w:rsidRDefault="00D06877" w:rsidP="00C811BC">
            <w:pPr>
              <w:rPr>
                <w:sz w:val="18"/>
                <w:szCs w:val="18"/>
              </w:rPr>
            </w:pPr>
          </w:p>
          <w:p w14:paraId="1FB483D6" w14:textId="77777777" w:rsidR="00D06877" w:rsidRDefault="00D06877" w:rsidP="00C811BC">
            <w:pPr>
              <w:rPr>
                <w:sz w:val="18"/>
                <w:szCs w:val="18"/>
              </w:rPr>
            </w:pPr>
          </w:p>
          <w:p w14:paraId="0A445143" w14:textId="77777777" w:rsidR="00D06877" w:rsidRDefault="00D06877" w:rsidP="00C811BC">
            <w:pPr>
              <w:rPr>
                <w:sz w:val="18"/>
                <w:szCs w:val="18"/>
              </w:rPr>
            </w:pPr>
          </w:p>
          <w:p w14:paraId="588FDF58" w14:textId="282EF1A3" w:rsidR="00195810" w:rsidRDefault="00195810" w:rsidP="00C811BC">
            <w:pPr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3DC9FA0B" w14:textId="77777777" w:rsidR="00867D94" w:rsidRDefault="00867D94" w:rsidP="001F7268">
            <w:pPr>
              <w:jc w:val="left"/>
              <w:rPr>
                <w:sz w:val="18"/>
                <w:szCs w:val="18"/>
              </w:rPr>
            </w:pPr>
          </w:p>
          <w:p w14:paraId="3F245CE3" w14:textId="77777777" w:rsidR="00775CB6" w:rsidRDefault="00775CB6" w:rsidP="001F7268">
            <w:pPr>
              <w:jc w:val="left"/>
              <w:rPr>
                <w:sz w:val="18"/>
                <w:szCs w:val="18"/>
              </w:rPr>
            </w:pPr>
          </w:p>
          <w:p w14:paraId="7E355365" w14:textId="77777777" w:rsidR="00775CB6" w:rsidRDefault="00775CB6" w:rsidP="001F7268">
            <w:pPr>
              <w:jc w:val="left"/>
              <w:rPr>
                <w:sz w:val="18"/>
                <w:szCs w:val="18"/>
              </w:rPr>
            </w:pPr>
          </w:p>
          <w:p w14:paraId="20E2A294" w14:textId="77777777" w:rsidR="00EA0F51" w:rsidRDefault="00EA0F51" w:rsidP="001F7268">
            <w:pPr>
              <w:jc w:val="left"/>
              <w:rPr>
                <w:sz w:val="18"/>
                <w:szCs w:val="18"/>
              </w:rPr>
            </w:pPr>
          </w:p>
          <w:p w14:paraId="2AA99209" w14:textId="77777777" w:rsidR="00EA0F51" w:rsidRDefault="00EA0F51" w:rsidP="001F7268">
            <w:pPr>
              <w:jc w:val="left"/>
              <w:rPr>
                <w:sz w:val="18"/>
                <w:szCs w:val="18"/>
              </w:rPr>
            </w:pPr>
          </w:p>
          <w:p w14:paraId="25E4CD70" w14:textId="77777777" w:rsidR="00EA0F51" w:rsidRDefault="00EA0F51" w:rsidP="001F7268">
            <w:pPr>
              <w:jc w:val="left"/>
              <w:rPr>
                <w:sz w:val="18"/>
                <w:szCs w:val="18"/>
              </w:rPr>
            </w:pPr>
          </w:p>
          <w:p w14:paraId="034B36F2" w14:textId="4B83C20D" w:rsidR="00775CB6" w:rsidRDefault="00840309" w:rsidP="001F726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Oui/non</w:t>
            </w:r>
          </w:p>
          <w:p w14:paraId="727A5CD5" w14:textId="696216A0" w:rsidR="00840309" w:rsidRDefault="00840309" w:rsidP="001F726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Volume horaire       h/an</w:t>
            </w:r>
          </w:p>
          <w:p w14:paraId="22781B1F" w14:textId="77777777" w:rsidR="00775CB6" w:rsidRDefault="00775CB6" w:rsidP="001F7268">
            <w:pPr>
              <w:jc w:val="left"/>
              <w:rPr>
                <w:sz w:val="18"/>
                <w:szCs w:val="18"/>
              </w:rPr>
            </w:pPr>
          </w:p>
        </w:tc>
      </w:tr>
      <w:tr w:rsidR="00C811BC" w:rsidRPr="002308F3" w14:paraId="7A1CA169" w14:textId="77777777" w:rsidTr="00C95C79">
        <w:trPr>
          <w:trHeight w:val="561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C4EE7B9" w14:textId="6FBF30E4" w:rsidR="00C95C79" w:rsidRPr="00C95C79" w:rsidRDefault="00C811BC" w:rsidP="00C95C79">
            <w:pPr>
              <w:jc w:val="left"/>
              <w:rPr>
                <w:sz w:val="24"/>
                <w:szCs w:val="24"/>
              </w:rPr>
            </w:pPr>
            <w:r w:rsidRPr="00C95C79">
              <w:rPr>
                <w:b/>
                <w:bCs/>
                <w:sz w:val="24"/>
                <w:szCs w:val="24"/>
              </w:rPr>
              <w:t xml:space="preserve">Process de surtri </w:t>
            </w:r>
            <w:r w:rsidRPr="00C95C79">
              <w:rPr>
                <w:sz w:val="24"/>
                <w:szCs w:val="24"/>
              </w:rPr>
              <w:t xml:space="preserve">(Cf. </w:t>
            </w:r>
            <w:r w:rsidR="001F7268">
              <w:rPr>
                <w:sz w:val="24"/>
                <w:szCs w:val="24"/>
              </w:rPr>
              <w:t>C</w:t>
            </w:r>
            <w:r w:rsidRPr="00C95C79">
              <w:rPr>
                <w:sz w:val="24"/>
                <w:szCs w:val="24"/>
              </w:rPr>
              <w:t xml:space="preserve">ahier des </w:t>
            </w:r>
            <w:r w:rsidR="001F7268">
              <w:rPr>
                <w:sz w:val="24"/>
                <w:szCs w:val="24"/>
              </w:rPr>
              <w:t>C</w:t>
            </w:r>
            <w:r w:rsidRPr="00C95C79">
              <w:rPr>
                <w:sz w:val="24"/>
                <w:szCs w:val="24"/>
              </w:rPr>
              <w:t xml:space="preserve">harges </w:t>
            </w:r>
            <w:r w:rsidR="001F7268">
              <w:rPr>
                <w:sz w:val="24"/>
                <w:szCs w:val="24"/>
              </w:rPr>
              <w:t>T</w:t>
            </w:r>
            <w:r w:rsidRPr="00C95C79">
              <w:rPr>
                <w:sz w:val="24"/>
                <w:szCs w:val="24"/>
              </w:rPr>
              <w:t>echniques</w:t>
            </w:r>
            <w:r w:rsidR="00C95C79" w:rsidRPr="00C95C79">
              <w:rPr>
                <w:sz w:val="24"/>
                <w:szCs w:val="24"/>
              </w:rPr>
              <w:t xml:space="preserve"> paragraphe II.4</w:t>
            </w:r>
            <w:r w:rsidRPr="00C95C79">
              <w:rPr>
                <w:sz w:val="24"/>
                <w:szCs w:val="24"/>
              </w:rPr>
              <w:t>)</w:t>
            </w:r>
          </w:p>
        </w:tc>
      </w:tr>
      <w:tr w:rsidR="004C28A7" w14:paraId="09B776BA" w14:textId="77777777" w:rsidTr="00247E79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598138C7" w14:textId="77777777" w:rsidR="004C28A7" w:rsidRDefault="004C28A7" w:rsidP="004C28A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Etes-vous en mesure de réaliser le surtri du flux développement rigide ?</w:t>
            </w:r>
          </w:p>
          <w:p w14:paraId="4D6C0628" w14:textId="77777777" w:rsidR="004C28A7" w:rsidRDefault="004C28A7" w:rsidP="004C28A7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  <w:r w:rsidRPr="002A5D7F">
              <w:rPr>
                <w:i/>
                <w:iCs/>
                <w:color w:val="009FE3" w:themeColor="accent1"/>
                <w:sz w:val="18"/>
                <w:szCs w:val="18"/>
              </w:rPr>
              <w:t xml:space="preserve">Si oui, merci de </w:t>
            </w:r>
            <w:r>
              <w:rPr>
                <w:i/>
                <w:iCs/>
                <w:color w:val="009FE3" w:themeColor="accent1"/>
                <w:sz w:val="18"/>
                <w:szCs w:val="18"/>
              </w:rPr>
              <w:t>décrire</w:t>
            </w:r>
            <w:r w:rsidRPr="002A5D7F">
              <w:rPr>
                <w:i/>
                <w:iCs/>
                <w:color w:val="009FE3" w:themeColor="accent1"/>
                <w:sz w:val="18"/>
                <w:szCs w:val="18"/>
              </w:rPr>
              <w:t xml:space="preserve"> les modalités en quelques lignes (</w:t>
            </w:r>
            <w:r>
              <w:rPr>
                <w:i/>
                <w:iCs/>
                <w:color w:val="009FE3" w:themeColor="accent1"/>
                <w:sz w:val="18"/>
                <w:szCs w:val="18"/>
              </w:rPr>
              <w:t>débit, préparation mécanique, tri optique, tri manuel, …) et de joindre un schéma de surtri en document annexe</w:t>
            </w:r>
          </w:p>
          <w:p w14:paraId="18977F7D" w14:textId="77777777" w:rsidR="004C28A7" w:rsidRDefault="004C28A7" w:rsidP="004C28A7">
            <w:pPr>
              <w:jc w:val="left"/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2AA5E130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Oui/Non</w:t>
            </w:r>
          </w:p>
          <w:p w14:paraId="38BCC02F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3C25AB6F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0C2E8B6F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70A7C716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6F8D85CF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235348EB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4D211671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0966DA4D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49D16901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01B62B93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6428392F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  <w:p w14:paraId="07029915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</w:tc>
      </w:tr>
      <w:tr w:rsidR="004C28A7" w14:paraId="71148C81" w14:textId="77777777" w:rsidTr="00247E79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6FFCD737" w14:textId="77777777" w:rsidR="00666F93" w:rsidRDefault="00666F93" w:rsidP="00666F93">
            <w:pPr>
              <w:jc w:val="left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Seriez-vous en mesure de réaliser la séparation des barquettes PET clair monocouches et des barquettes PET clair multicouches. ? </w:t>
            </w:r>
          </w:p>
          <w:p w14:paraId="51D95104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Question à titre informatif uniquement</w:t>
            </w:r>
          </w:p>
          <w:p w14:paraId="1905DFFF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Si oui, préciser les modifications du schéma de surtri et les éventuels impacts</w:t>
            </w:r>
          </w:p>
          <w:p w14:paraId="116EEF70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</w:p>
          <w:p w14:paraId="67E45F32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</w:p>
          <w:p w14:paraId="2F5D664F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</w:p>
          <w:p w14:paraId="5AF3B047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</w:p>
          <w:p w14:paraId="157763E0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</w:p>
          <w:p w14:paraId="354C8757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</w:p>
          <w:p w14:paraId="5E48ADF4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</w:p>
          <w:p w14:paraId="41239492" w14:textId="77777777" w:rsidR="004C28A7" w:rsidRDefault="004C28A7" w:rsidP="004C28A7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</w:p>
        </w:tc>
        <w:tc>
          <w:tcPr>
            <w:tcW w:w="2452" w:type="pct"/>
            <w:gridSpan w:val="2"/>
          </w:tcPr>
          <w:p w14:paraId="22DBE972" w14:textId="77777777" w:rsidR="00666F93" w:rsidRDefault="00666F93" w:rsidP="00666F9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Oui/Non</w:t>
            </w:r>
          </w:p>
          <w:p w14:paraId="69976C77" w14:textId="77777777" w:rsidR="00666F93" w:rsidRDefault="00666F93" w:rsidP="00666F93">
            <w:pPr>
              <w:jc w:val="left"/>
              <w:rPr>
                <w:sz w:val="18"/>
                <w:szCs w:val="18"/>
              </w:rPr>
            </w:pPr>
          </w:p>
          <w:p w14:paraId="7128F7F4" w14:textId="77777777" w:rsidR="00666F93" w:rsidRDefault="00666F93" w:rsidP="00666F93">
            <w:pPr>
              <w:jc w:val="left"/>
              <w:rPr>
                <w:sz w:val="18"/>
                <w:szCs w:val="18"/>
              </w:rPr>
            </w:pPr>
          </w:p>
          <w:p w14:paraId="4BBD4CF7" w14:textId="77777777" w:rsidR="00666F93" w:rsidRDefault="00666F93" w:rsidP="00666F93">
            <w:pPr>
              <w:jc w:val="left"/>
              <w:rPr>
                <w:sz w:val="18"/>
                <w:szCs w:val="18"/>
              </w:rPr>
            </w:pPr>
          </w:p>
          <w:p w14:paraId="383E8D5A" w14:textId="77777777" w:rsidR="00666F93" w:rsidRDefault="00666F93" w:rsidP="00666F93">
            <w:pPr>
              <w:jc w:val="left"/>
              <w:rPr>
                <w:sz w:val="18"/>
                <w:szCs w:val="18"/>
              </w:rPr>
            </w:pPr>
          </w:p>
          <w:p w14:paraId="52C18591" w14:textId="77777777" w:rsidR="00666F93" w:rsidRDefault="00666F93" w:rsidP="00666F93">
            <w:pPr>
              <w:jc w:val="left"/>
              <w:rPr>
                <w:sz w:val="18"/>
                <w:szCs w:val="18"/>
              </w:rPr>
            </w:pPr>
          </w:p>
          <w:p w14:paraId="0D076E06" w14:textId="77777777" w:rsidR="004C28A7" w:rsidRDefault="004C28A7" w:rsidP="004C28A7">
            <w:pPr>
              <w:jc w:val="left"/>
              <w:rPr>
                <w:sz w:val="18"/>
                <w:szCs w:val="18"/>
              </w:rPr>
            </w:pPr>
          </w:p>
        </w:tc>
      </w:tr>
      <w:tr w:rsidR="00666F93" w14:paraId="57E22392" w14:textId="77777777" w:rsidTr="00247E79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42908613" w14:textId="443E775A" w:rsidR="00666F93" w:rsidRDefault="00666F93" w:rsidP="00666F93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Seriez-vous en mesure de produir</w:t>
            </w:r>
            <w:r w:rsidR="00CB7B4C">
              <w:rPr>
                <w:szCs w:val="20"/>
              </w:rPr>
              <w:t>e</w:t>
            </w:r>
            <w:r>
              <w:rPr>
                <w:szCs w:val="20"/>
              </w:rPr>
              <w:t xml:space="preserve"> les Flux FD1 et FD2 tels que décrits dans le Cahier des Charges Technique </w:t>
            </w:r>
            <w:r w:rsidR="00CB7B4C">
              <w:rPr>
                <w:szCs w:val="20"/>
              </w:rPr>
              <w:t>à la place des flux FD10 et FD11 ?</w:t>
            </w:r>
          </w:p>
          <w:p w14:paraId="28675645" w14:textId="77777777" w:rsidR="00666F93" w:rsidRDefault="00666F93" w:rsidP="00666F93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Si oui, préciser les modifications du schéma de surtri et les éventuels impacts</w:t>
            </w:r>
          </w:p>
          <w:p w14:paraId="7AABEC13" w14:textId="77777777" w:rsidR="00666F93" w:rsidRDefault="00666F93" w:rsidP="00666F93">
            <w:pPr>
              <w:jc w:val="left"/>
              <w:rPr>
                <w:szCs w:val="20"/>
              </w:rPr>
            </w:pPr>
          </w:p>
          <w:p w14:paraId="308C8812" w14:textId="77777777" w:rsidR="00666F93" w:rsidRDefault="00666F93" w:rsidP="00666F93">
            <w:pPr>
              <w:jc w:val="left"/>
              <w:rPr>
                <w:szCs w:val="20"/>
              </w:rPr>
            </w:pPr>
          </w:p>
          <w:p w14:paraId="1A4CD510" w14:textId="77777777" w:rsidR="00666F93" w:rsidRDefault="00666F93" w:rsidP="00666F93">
            <w:pPr>
              <w:jc w:val="left"/>
              <w:rPr>
                <w:szCs w:val="20"/>
              </w:rPr>
            </w:pPr>
          </w:p>
          <w:p w14:paraId="109674F9" w14:textId="77777777" w:rsidR="00666F93" w:rsidRDefault="00666F93" w:rsidP="00666F93">
            <w:pPr>
              <w:jc w:val="left"/>
              <w:rPr>
                <w:szCs w:val="20"/>
              </w:rPr>
            </w:pPr>
          </w:p>
          <w:p w14:paraId="771223BC" w14:textId="77777777" w:rsidR="00666F93" w:rsidRDefault="00666F93" w:rsidP="00666F93">
            <w:pPr>
              <w:jc w:val="left"/>
              <w:rPr>
                <w:szCs w:val="20"/>
              </w:rPr>
            </w:pPr>
          </w:p>
          <w:p w14:paraId="0DF1D4BE" w14:textId="77777777" w:rsidR="00666F93" w:rsidRDefault="00666F93" w:rsidP="00666F93">
            <w:pPr>
              <w:jc w:val="left"/>
              <w:rPr>
                <w:szCs w:val="20"/>
              </w:rPr>
            </w:pPr>
          </w:p>
          <w:p w14:paraId="395D7134" w14:textId="77777777" w:rsidR="00666F93" w:rsidRDefault="00666F93" w:rsidP="004C28A7">
            <w:pPr>
              <w:jc w:val="left"/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308A4DE0" w14:textId="77777777" w:rsidR="00666F93" w:rsidRDefault="00666F93" w:rsidP="00666F9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Oui/Non</w:t>
            </w:r>
          </w:p>
          <w:p w14:paraId="50CCB254" w14:textId="77777777" w:rsidR="00666F93" w:rsidRDefault="00666F93" w:rsidP="004C28A7">
            <w:pPr>
              <w:jc w:val="left"/>
              <w:rPr>
                <w:sz w:val="18"/>
                <w:szCs w:val="18"/>
              </w:rPr>
            </w:pPr>
          </w:p>
        </w:tc>
      </w:tr>
      <w:tr w:rsidR="00CB7B4C" w14:paraId="1076D72C" w14:textId="77777777" w:rsidTr="00247E79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0B1A9953" w14:textId="662C92D3" w:rsidR="00CB7B4C" w:rsidRDefault="00CB7B4C" w:rsidP="00CB7B4C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Seriez-vous en mesure de produire un flux PET coloré vert</w:t>
            </w:r>
            <w:r w:rsidR="00F73A1F">
              <w:rPr>
                <w:szCs w:val="20"/>
              </w:rPr>
              <w:t xml:space="preserve"> Bouteilles &amp; Flacons et un flux tout emballage PET coloré</w:t>
            </w:r>
            <w:r w:rsidR="00055FD9">
              <w:rPr>
                <w:szCs w:val="20"/>
              </w:rPr>
              <w:t xml:space="preserve"> non verte &amp; PET opaque (barquettes </w:t>
            </w:r>
            <w:r w:rsidR="004E74CA">
              <w:rPr>
                <w:szCs w:val="20"/>
              </w:rPr>
              <w:t>incluses)</w:t>
            </w:r>
            <w:r w:rsidR="00E1181E">
              <w:rPr>
                <w:szCs w:val="20"/>
              </w:rPr>
              <w:t xml:space="preserve"> tel</w:t>
            </w:r>
            <w:r w:rsidR="004E74CA">
              <w:rPr>
                <w:szCs w:val="20"/>
              </w:rPr>
              <w:t xml:space="preserve"> </w:t>
            </w:r>
            <w:r>
              <w:rPr>
                <w:szCs w:val="20"/>
              </w:rPr>
              <w:t>que décrits dans le Cahier des Charges Technique à la place des flux FD10 et FD11 ?</w:t>
            </w:r>
          </w:p>
          <w:p w14:paraId="1678C080" w14:textId="77777777" w:rsidR="00CB7B4C" w:rsidRDefault="00CB7B4C" w:rsidP="00CB7B4C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Si oui, préciser les modifications du schéma de surtri et les éventuels impacts</w:t>
            </w:r>
          </w:p>
          <w:p w14:paraId="317D9C95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3AECCECE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29C68409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3FC426E2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63148F3B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26C7B030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41A442E6" w14:textId="77777777" w:rsidR="00CB7B4C" w:rsidRDefault="00CB7B4C" w:rsidP="00CB7B4C">
            <w:pPr>
              <w:jc w:val="left"/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55BEEE8A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Oui/Non</w:t>
            </w:r>
          </w:p>
          <w:p w14:paraId="55A75BBA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</w:tc>
      </w:tr>
      <w:tr w:rsidR="00CB7B4C" w14:paraId="3F3497D4" w14:textId="77777777" w:rsidTr="00247E79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2120619C" w14:textId="2A98E51F" w:rsidR="00CB7B4C" w:rsidRDefault="00CB7B4C" w:rsidP="00CB7B4C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Seriez-vous en mesure de réaliser le surtri du monoflux plastique rigide avec ou sans PET clair ?</w:t>
            </w:r>
          </w:p>
          <w:p w14:paraId="1605EB63" w14:textId="77777777" w:rsidR="00CB7B4C" w:rsidRDefault="00CB7B4C" w:rsidP="00CB7B4C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Question à titre informatif uniquement</w:t>
            </w:r>
          </w:p>
          <w:p w14:paraId="25A7F74B" w14:textId="210B3990" w:rsidR="00CB7B4C" w:rsidRPr="002A5D7F" w:rsidRDefault="00CB7B4C" w:rsidP="00CB7B4C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 xml:space="preserve">Si </w:t>
            </w:r>
            <w:r w:rsidRPr="002A5D7F">
              <w:rPr>
                <w:i/>
                <w:iCs/>
                <w:color w:val="009FE3" w:themeColor="accent1"/>
                <w:sz w:val="18"/>
                <w:szCs w:val="18"/>
              </w:rPr>
              <w:t xml:space="preserve">oui, merci de </w:t>
            </w:r>
            <w:r>
              <w:rPr>
                <w:i/>
                <w:iCs/>
                <w:color w:val="009FE3" w:themeColor="accent1"/>
                <w:sz w:val="18"/>
                <w:szCs w:val="18"/>
              </w:rPr>
              <w:t>décrire</w:t>
            </w:r>
            <w:r w:rsidRPr="002A5D7F">
              <w:rPr>
                <w:i/>
                <w:iCs/>
                <w:color w:val="009FE3" w:themeColor="accent1"/>
                <w:sz w:val="18"/>
                <w:szCs w:val="18"/>
              </w:rPr>
              <w:t xml:space="preserve"> les modalités en quelques lignes (</w:t>
            </w:r>
            <w:r>
              <w:rPr>
                <w:i/>
                <w:iCs/>
                <w:color w:val="009FE3" w:themeColor="accent1"/>
                <w:sz w:val="18"/>
                <w:szCs w:val="18"/>
              </w:rPr>
              <w:t>débit, préparation mécanique, tri optique, tri manuel, …) et de joindre un schéma de surtri en document annexe</w:t>
            </w:r>
          </w:p>
          <w:p w14:paraId="61748C73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2960BF83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307E9228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724172B8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12C8CB82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2E2D4FD5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4420FDAA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59EDDAC1" w14:textId="77777777" w:rsidR="00CB7B4C" w:rsidRDefault="00CB7B4C" w:rsidP="00CB7B4C">
            <w:pPr>
              <w:jc w:val="left"/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64B15862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Oui/Non</w:t>
            </w:r>
          </w:p>
          <w:p w14:paraId="31D4790C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</w:tc>
      </w:tr>
      <w:tr w:rsidR="00CB7B4C" w14:paraId="45873669" w14:textId="77777777" w:rsidTr="00122276">
        <w:trPr>
          <w:trHeight w:val="344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527AA134" w14:textId="7649561C" w:rsidR="00CB7B4C" w:rsidRPr="007928BB" w:rsidRDefault="00CB7B4C" w:rsidP="00CB7B4C">
            <w:pPr>
              <w:rPr>
                <w:sz w:val="24"/>
                <w:szCs w:val="24"/>
              </w:rPr>
            </w:pPr>
            <w:r w:rsidRPr="007928BB">
              <w:rPr>
                <w:b/>
                <w:bCs/>
                <w:sz w:val="24"/>
                <w:szCs w:val="24"/>
              </w:rPr>
              <w:t xml:space="preserve">Gestion des refus de surtri </w:t>
            </w:r>
            <w:r w:rsidRPr="007928BB">
              <w:rPr>
                <w:sz w:val="24"/>
                <w:szCs w:val="24"/>
              </w:rPr>
              <w:t xml:space="preserve">(Cf. chapitre </w:t>
            </w:r>
            <w:r w:rsidR="00315CD5">
              <w:rPr>
                <w:sz w:val="24"/>
                <w:szCs w:val="24"/>
              </w:rPr>
              <w:t>II</w:t>
            </w:r>
            <w:r w:rsidR="00D97133">
              <w:rPr>
                <w:sz w:val="24"/>
                <w:szCs w:val="24"/>
              </w:rPr>
              <w:t xml:space="preserve">.4 </w:t>
            </w:r>
            <w:r w:rsidR="00D97133" w:rsidRPr="007928BB">
              <w:rPr>
                <w:sz w:val="24"/>
                <w:szCs w:val="24"/>
              </w:rPr>
              <w:t>du</w:t>
            </w:r>
            <w:r w:rsidRPr="007928BB">
              <w:rPr>
                <w:sz w:val="24"/>
                <w:szCs w:val="24"/>
              </w:rPr>
              <w:t xml:space="preserve"> </w:t>
            </w:r>
            <w:r w:rsidR="002302FF">
              <w:rPr>
                <w:sz w:val="24"/>
                <w:szCs w:val="24"/>
              </w:rPr>
              <w:t>C</w:t>
            </w:r>
            <w:r w:rsidRPr="007928BB">
              <w:rPr>
                <w:sz w:val="24"/>
                <w:szCs w:val="24"/>
              </w:rPr>
              <w:t xml:space="preserve">ahier des </w:t>
            </w:r>
            <w:r w:rsidR="002302FF">
              <w:rPr>
                <w:sz w:val="24"/>
                <w:szCs w:val="24"/>
              </w:rPr>
              <w:t>C</w:t>
            </w:r>
            <w:r w:rsidRPr="007928BB">
              <w:rPr>
                <w:sz w:val="24"/>
                <w:szCs w:val="24"/>
              </w:rPr>
              <w:t xml:space="preserve">harges </w:t>
            </w:r>
            <w:r w:rsidR="002302FF">
              <w:rPr>
                <w:sz w:val="24"/>
                <w:szCs w:val="24"/>
              </w:rPr>
              <w:t>T</w:t>
            </w:r>
            <w:r w:rsidRPr="007928BB">
              <w:rPr>
                <w:sz w:val="24"/>
                <w:szCs w:val="24"/>
              </w:rPr>
              <w:t>echnique)</w:t>
            </w:r>
          </w:p>
        </w:tc>
      </w:tr>
      <w:tr w:rsidR="00CB7B4C" w14:paraId="5CDC0F31" w14:textId="77777777" w:rsidTr="007928BB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69AB2FE7" w14:textId="77777777" w:rsidR="00CB7B4C" w:rsidRDefault="00CB7B4C" w:rsidP="00CB7B4C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Nature du traitement des refus de tri</w:t>
            </w:r>
          </w:p>
          <w:p w14:paraId="55AEA8B0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5B971AA0" w14:textId="77777777" w:rsidR="00CB7B4C" w:rsidRDefault="00CB7B4C" w:rsidP="00CB7B4C">
            <w:pPr>
              <w:jc w:val="left"/>
              <w:rPr>
                <w:szCs w:val="20"/>
              </w:rPr>
            </w:pPr>
          </w:p>
          <w:p w14:paraId="72177595" w14:textId="77777777" w:rsidR="00D97133" w:rsidRDefault="00D97133" w:rsidP="00CB7B4C">
            <w:pPr>
              <w:jc w:val="left"/>
              <w:rPr>
                <w:szCs w:val="20"/>
              </w:rPr>
            </w:pPr>
          </w:p>
          <w:p w14:paraId="413CE2B2" w14:textId="77777777" w:rsidR="00024BBC" w:rsidRDefault="00024BBC" w:rsidP="00CB7B4C">
            <w:pPr>
              <w:jc w:val="left"/>
              <w:rPr>
                <w:szCs w:val="20"/>
              </w:rPr>
            </w:pPr>
          </w:p>
          <w:p w14:paraId="65D13405" w14:textId="77777777" w:rsidR="00CB7B4C" w:rsidRDefault="00CB7B4C" w:rsidP="00CB7B4C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Adresse du (des) site(s) d’envoi des refus de surtri</w:t>
            </w:r>
          </w:p>
          <w:p w14:paraId="292C9142" w14:textId="77777777" w:rsidR="00D97133" w:rsidRDefault="00D97133" w:rsidP="00CB7B4C">
            <w:pPr>
              <w:jc w:val="left"/>
              <w:rPr>
                <w:szCs w:val="20"/>
              </w:rPr>
            </w:pPr>
          </w:p>
          <w:p w14:paraId="3B2BD53F" w14:textId="77777777" w:rsidR="00D97133" w:rsidRDefault="00D97133" w:rsidP="00CB7B4C">
            <w:pPr>
              <w:jc w:val="left"/>
              <w:rPr>
                <w:szCs w:val="20"/>
              </w:rPr>
            </w:pPr>
          </w:p>
          <w:p w14:paraId="7DD4B125" w14:textId="77777777" w:rsidR="00D97133" w:rsidRDefault="00D97133" w:rsidP="00CB7B4C">
            <w:pPr>
              <w:jc w:val="left"/>
              <w:rPr>
                <w:szCs w:val="20"/>
              </w:rPr>
            </w:pPr>
          </w:p>
          <w:p w14:paraId="6392744A" w14:textId="67739099" w:rsidR="00D97133" w:rsidRDefault="00D97133" w:rsidP="00CB7B4C">
            <w:pPr>
              <w:jc w:val="left"/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42AF5087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5634A28D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6DC6F3C1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0EFADE94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3D8D9823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50E4566C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057DCCA8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04842715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</w:tc>
      </w:tr>
      <w:tr w:rsidR="00CB7B4C" w:rsidRPr="009901ED" w14:paraId="13666225" w14:textId="77777777" w:rsidTr="00122276">
        <w:trPr>
          <w:trHeight w:val="344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350EC9F4" w14:textId="76797265" w:rsidR="00CB7B4C" w:rsidRPr="007928BB" w:rsidRDefault="00CB7B4C" w:rsidP="00CB7B4C">
            <w:pPr>
              <w:rPr>
                <w:sz w:val="24"/>
                <w:szCs w:val="24"/>
              </w:rPr>
            </w:pPr>
            <w:r w:rsidRPr="007928BB">
              <w:rPr>
                <w:b/>
                <w:bCs/>
                <w:sz w:val="24"/>
                <w:szCs w:val="24"/>
              </w:rPr>
              <w:t xml:space="preserve">Caractérisations des balles entrantes et sortantes sur site </w:t>
            </w:r>
            <w:r w:rsidRPr="007928BB">
              <w:rPr>
                <w:sz w:val="24"/>
                <w:szCs w:val="24"/>
              </w:rPr>
              <w:t xml:space="preserve">(Cf. chapitre </w:t>
            </w:r>
            <w:r w:rsidR="00024BBC">
              <w:rPr>
                <w:sz w:val="24"/>
                <w:szCs w:val="24"/>
              </w:rPr>
              <w:t xml:space="preserve">II.6 </w:t>
            </w:r>
            <w:r w:rsidRPr="007928BB">
              <w:rPr>
                <w:sz w:val="24"/>
                <w:szCs w:val="24"/>
              </w:rPr>
              <w:t xml:space="preserve">du </w:t>
            </w:r>
            <w:r w:rsidR="00024BBC">
              <w:rPr>
                <w:sz w:val="24"/>
                <w:szCs w:val="24"/>
              </w:rPr>
              <w:t>C</w:t>
            </w:r>
            <w:r w:rsidRPr="007928BB">
              <w:rPr>
                <w:sz w:val="24"/>
                <w:szCs w:val="24"/>
              </w:rPr>
              <w:t xml:space="preserve">ahier des </w:t>
            </w:r>
            <w:r w:rsidR="00024BBC">
              <w:rPr>
                <w:sz w:val="24"/>
                <w:szCs w:val="24"/>
              </w:rPr>
              <w:t>C</w:t>
            </w:r>
            <w:r w:rsidRPr="007928BB">
              <w:rPr>
                <w:sz w:val="24"/>
                <w:szCs w:val="24"/>
              </w:rPr>
              <w:t xml:space="preserve">harges </w:t>
            </w:r>
            <w:r w:rsidR="00024BBC">
              <w:rPr>
                <w:sz w:val="24"/>
                <w:szCs w:val="24"/>
              </w:rPr>
              <w:t>T</w:t>
            </w:r>
            <w:r w:rsidRPr="007928BB">
              <w:rPr>
                <w:sz w:val="24"/>
                <w:szCs w:val="24"/>
              </w:rPr>
              <w:t>echnique)</w:t>
            </w:r>
          </w:p>
        </w:tc>
      </w:tr>
      <w:tr w:rsidR="00CB7B4C" w:rsidRPr="009901ED" w14:paraId="52D6B805" w14:textId="77777777" w:rsidTr="007928BB">
        <w:trPr>
          <w:trHeight w:val="344"/>
        </w:trPr>
        <w:tc>
          <w:tcPr>
            <w:tcW w:w="2548" w:type="pct"/>
            <w:shd w:val="clear" w:color="auto" w:fill="F2F2F2" w:themeFill="background1" w:themeFillShade="F2"/>
          </w:tcPr>
          <w:p w14:paraId="32956833" w14:textId="51D1A118" w:rsidR="00CB7B4C" w:rsidRDefault="00CB7B4C" w:rsidP="00CB7B4C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Caractérisations </w:t>
            </w:r>
          </w:p>
          <w:p w14:paraId="28CB3BA7" w14:textId="10D47597" w:rsidR="00CB7B4C" w:rsidRPr="002A5D7F" w:rsidRDefault="00CB7B4C" w:rsidP="00CB7B4C">
            <w:pPr>
              <w:jc w:val="left"/>
              <w:rPr>
                <w:i/>
                <w:iCs/>
                <w:color w:val="009FE3" w:themeColor="accent1"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M</w:t>
            </w:r>
            <w:r w:rsidRPr="002A5D7F">
              <w:rPr>
                <w:i/>
                <w:iCs/>
                <w:color w:val="009FE3" w:themeColor="accent1"/>
                <w:sz w:val="18"/>
                <w:szCs w:val="18"/>
              </w:rPr>
              <w:t>erci de préciser les modalités en quelques lignes (espace dédié, équipements disponible</w:t>
            </w:r>
            <w:r>
              <w:rPr>
                <w:i/>
                <w:iCs/>
                <w:color w:val="009FE3" w:themeColor="accent1"/>
                <w:sz w:val="18"/>
                <w:szCs w:val="18"/>
              </w:rPr>
              <w:t>s</w:t>
            </w:r>
            <w:r w:rsidRPr="002A5D7F">
              <w:rPr>
                <w:i/>
                <w:iCs/>
                <w:color w:val="009FE3" w:themeColor="accent1"/>
                <w:sz w:val="18"/>
                <w:szCs w:val="18"/>
              </w:rPr>
              <w:t>)</w:t>
            </w:r>
          </w:p>
          <w:p w14:paraId="180DBA09" w14:textId="46266E1F" w:rsidR="00CB7B4C" w:rsidRDefault="00CB7B4C" w:rsidP="00CB7B4C">
            <w:pPr>
              <w:jc w:val="left"/>
              <w:rPr>
                <w:szCs w:val="20"/>
              </w:rPr>
            </w:pPr>
          </w:p>
        </w:tc>
        <w:tc>
          <w:tcPr>
            <w:tcW w:w="2452" w:type="pct"/>
            <w:gridSpan w:val="2"/>
          </w:tcPr>
          <w:p w14:paraId="41A91701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27FB02D5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4E06687A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2C9C7D48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433CF12F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7E8BFE38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543B908B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039F8B03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3825EC39" w14:textId="77777777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  <w:p w14:paraId="61A6B0BA" w14:textId="59958919" w:rsidR="00CB7B4C" w:rsidRDefault="00CB7B4C" w:rsidP="00CB7B4C">
            <w:pPr>
              <w:jc w:val="left"/>
              <w:rPr>
                <w:sz w:val="18"/>
                <w:szCs w:val="18"/>
              </w:rPr>
            </w:pPr>
          </w:p>
        </w:tc>
      </w:tr>
    </w:tbl>
    <w:p w14:paraId="30BD7055" w14:textId="615F71D7" w:rsidR="00D80302" w:rsidRDefault="00D80302" w:rsidP="00D6001F">
      <w:pPr>
        <w:tabs>
          <w:tab w:val="left" w:pos="0"/>
        </w:tabs>
        <w:rPr>
          <w:rFonts w:cstheme="minorHAnsi"/>
          <w:szCs w:val="20"/>
        </w:rPr>
      </w:pPr>
    </w:p>
    <w:p w14:paraId="0527C28E" w14:textId="04DC36DF" w:rsidR="00E62E6F" w:rsidRDefault="00D80302" w:rsidP="00D80302">
      <w:pPr>
        <w:spacing w:after="16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br w:type="page"/>
      </w:r>
    </w:p>
    <w:p w14:paraId="03A03775" w14:textId="2DEFBE80" w:rsidR="00D80302" w:rsidRDefault="00D80302" w:rsidP="00D80302">
      <w:pPr>
        <w:pStyle w:val="Titre2"/>
      </w:pPr>
      <w:r>
        <w:lastRenderedPageBreak/>
        <w:t>Sécurité et réglementation</w:t>
      </w:r>
    </w:p>
    <w:p w14:paraId="03929DA1" w14:textId="4F79052A" w:rsidR="00CA1D54" w:rsidRDefault="00CA1D54" w:rsidP="00D80302">
      <w:pPr>
        <w:pStyle w:val="Titre3"/>
      </w:pPr>
      <w:r w:rsidRPr="00D80302">
        <w:t>Régime ICPE</w:t>
      </w:r>
    </w:p>
    <w:p w14:paraId="6844A2B9" w14:textId="77777777" w:rsidR="00AB40D2" w:rsidRDefault="00AB40D2" w:rsidP="00AB40D2">
      <w:pPr>
        <w:rPr>
          <w:i/>
          <w:iCs/>
        </w:rPr>
      </w:pPr>
      <w:r w:rsidRPr="00AB40D2">
        <w:rPr>
          <w:i/>
          <w:iCs/>
        </w:rPr>
        <w:t>Le site proposé doit être classé au titre des Installations Classées pour la Protection de l’Environnement (ICPE), et être conforme à la rubrique 2714-1 relative au stockage de déchets non dangereux.</w:t>
      </w:r>
    </w:p>
    <w:p w14:paraId="6ECA621E" w14:textId="2D578ABB" w:rsidR="00D924FC" w:rsidRDefault="00D924FC" w:rsidP="00AB40D2">
      <w:pPr>
        <w:rPr>
          <w:i/>
          <w:iCs/>
        </w:rPr>
      </w:pPr>
      <w:r w:rsidRPr="00AB40D2">
        <w:rPr>
          <w:i/>
          <w:iCs/>
        </w:rPr>
        <w:t>À défaut, le candidat devra fournir un engagement écrit à déposer un dossier de régularisation (enregistrement) avant la mise en œuvre de la prestation.</w:t>
      </w:r>
    </w:p>
    <w:p w14:paraId="38D8F9DF" w14:textId="279DEA06" w:rsidR="005A32FA" w:rsidRPr="00A9246D" w:rsidRDefault="005A32FA" w:rsidP="005A32FA">
      <w:pPr>
        <w:spacing w:line="276" w:lineRule="auto"/>
        <w:rPr>
          <w:i/>
          <w:iCs/>
        </w:rPr>
      </w:pPr>
      <w:r>
        <w:rPr>
          <w:i/>
          <w:iCs/>
        </w:rPr>
        <w:t>F</w:t>
      </w:r>
      <w:r w:rsidRPr="00A9246D">
        <w:rPr>
          <w:i/>
          <w:iCs/>
        </w:rPr>
        <w:t xml:space="preserve">ournir en </w:t>
      </w:r>
      <w:r w:rsidRPr="00A9246D">
        <w:rPr>
          <w:b/>
          <w:bCs/>
          <w:i/>
          <w:iCs/>
        </w:rPr>
        <w:t>Annexe</w:t>
      </w:r>
      <w:r w:rsidRPr="00A9246D">
        <w:rPr>
          <w:i/>
          <w:iCs/>
        </w:rPr>
        <w:t xml:space="preserve"> une copie de l’autorisation, de la déclaration ou de l’enregistrement ICPE du site.</w:t>
      </w:r>
    </w:p>
    <w:p w14:paraId="45212A2C" w14:textId="5000D2D4" w:rsidR="00AB40D2" w:rsidRPr="005A32FA" w:rsidRDefault="00AB40D2" w:rsidP="00AB40D2">
      <w:pPr>
        <w:rPr>
          <w:i/>
          <w:iCs/>
        </w:rPr>
      </w:pPr>
      <w:r w:rsidRPr="005A32FA">
        <w:rPr>
          <w:i/>
          <w:iCs/>
        </w:rPr>
        <w:t>Merci de compléter le tableau ci-dessous en cochant les cases appropriées :</w:t>
      </w:r>
    </w:p>
    <w:tbl>
      <w:tblPr>
        <w:tblStyle w:val="Grilledutableau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13"/>
        <w:gridCol w:w="605"/>
        <w:gridCol w:w="4510"/>
      </w:tblGrid>
      <w:tr w:rsidR="002A57F5" w14:paraId="51074A4F" w14:textId="77777777" w:rsidTr="00892AA8">
        <w:trPr>
          <w:trHeight w:val="1149"/>
        </w:trPr>
        <w:tc>
          <w:tcPr>
            <w:tcW w:w="2344" w:type="pct"/>
            <w:vMerge w:val="restart"/>
            <w:shd w:val="clear" w:color="auto" w:fill="F2F2F2" w:themeFill="background1" w:themeFillShade="F2"/>
            <w:vAlign w:val="center"/>
          </w:tcPr>
          <w:p w14:paraId="6DDB1BFB" w14:textId="77777777" w:rsidR="002A57F5" w:rsidRPr="005D7F81" w:rsidRDefault="002A57F5" w:rsidP="00892AA8">
            <w:pPr>
              <w:jc w:val="right"/>
            </w:pPr>
            <w:r>
              <w:t>Le site est-il une Installation Classée pour la Protection de l’Environnement (</w:t>
            </w:r>
            <w:r w:rsidRPr="00591EC8">
              <w:rPr>
                <w:b/>
                <w:bCs/>
              </w:rPr>
              <w:t>ICPE</w:t>
            </w:r>
            <w:r>
              <w:t>) ?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14:paraId="09CD57A2" w14:textId="77777777" w:rsidR="002A57F5" w:rsidRPr="001331B7" w:rsidRDefault="002A57F5" w:rsidP="00892AA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Oui</w:t>
            </w:r>
          </w:p>
        </w:tc>
        <w:tc>
          <w:tcPr>
            <w:tcW w:w="2342" w:type="pct"/>
            <w:shd w:val="clear" w:color="auto" w:fill="FFFFFF" w:themeFill="background1"/>
            <w:vAlign w:val="center"/>
          </w:tcPr>
          <w:p w14:paraId="25A7A79D" w14:textId="77777777" w:rsidR="002A57F5" w:rsidRDefault="002A57F5" w:rsidP="00892AA8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Soumis à autorisation </w:t>
            </w:r>
          </w:p>
          <w:p w14:paraId="2BD5E9A2" w14:textId="77777777" w:rsidR="002A57F5" w:rsidRDefault="002A57F5" w:rsidP="00892AA8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Soumis à déclaration</w:t>
            </w:r>
          </w:p>
          <w:p w14:paraId="4870BD26" w14:textId="77777777" w:rsidR="002A57F5" w:rsidRDefault="002A57F5" w:rsidP="00892AA8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Soumis à enregistrement</w:t>
            </w:r>
          </w:p>
          <w:p w14:paraId="281537B8" w14:textId="77777777" w:rsidR="002A57F5" w:rsidRPr="001331B7" w:rsidRDefault="002A57F5" w:rsidP="00892AA8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Autre </w:t>
            </w:r>
            <w:r w:rsidRPr="00485770">
              <w:rPr>
                <w:rFonts w:cs="Tahoma"/>
                <w:i/>
                <w:iCs/>
                <w:sz w:val="18"/>
                <w:szCs w:val="18"/>
              </w:rPr>
              <w:t>(à préciser en commentaires)</w:t>
            </w:r>
          </w:p>
        </w:tc>
      </w:tr>
      <w:tr w:rsidR="002A57F5" w14:paraId="512D94EC" w14:textId="77777777" w:rsidTr="00892AA8">
        <w:trPr>
          <w:trHeight w:val="418"/>
        </w:trPr>
        <w:tc>
          <w:tcPr>
            <w:tcW w:w="2344" w:type="pct"/>
            <w:vMerge/>
            <w:shd w:val="clear" w:color="auto" w:fill="F2F2F2" w:themeFill="background1" w:themeFillShade="F2"/>
            <w:vAlign w:val="center"/>
          </w:tcPr>
          <w:p w14:paraId="1FBAA8F2" w14:textId="77777777" w:rsidR="002A57F5" w:rsidRDefault="002A57F5" w:rsidP="00892AA8">
            <w:pPr>
              <w:jc w:val="right"/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14:paraId="56F00323" w14:textId="77777777" w:rsidR="002A57F5" w:rsidRPr="001331B7" w:rsidRDefault="002A57F5" w:rsidP="00892AA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Non</w:t>
            </w:r>
          </w:p>
        </w:tc>
        <w:tc>
          <w:tcPr>
            <w:tcW w:w="2342" w:type="pct"/>
            <w:shd w:val="clear" w:color="auto" w:fill="FFFFFF" w:themeFill="background1"/>
            <w:vAlign w:val="center"/>
          </w:tcPr>
          <w:p w14:paraId="50B52A88" w14:textId="77777777" w:rsidR="002A57F5" w:rsidRPr="001331B7" w:rsidRDefault="002A57F5" w:rsidP="00892AA8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</w:p>
        </w:tc>
      </w:tr>
    </w:tbl>
    <w:p w14:paraId="1BC6E082" w14:textId="77777777" w:rsidR="00A9246D" w:rsidRDefault="00A9246D" w:rsidP="00A9246D">
      <w:pPr>
        <w:spacing w:line="276" w:lineRule="auto"/>
        <w:rPr>
          <w:i/>
          <w:iCs/>
        </w:rPr>
      </w:pPr>
    </w:p>
    <w:tbl>
      <w:tblPr>
        <w:tblStyle w:val="Grilledutableau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13"/>
        <w:gridCol w:w="605"/>
        <w:gridCol w:w="4510"/>
      </w:tblGrid>
      <w:tr w:rsidR="00BA4FF3" w14:paraId="0B28CB8B" w14:textId="77777777" w:rsidTr="00C66CE1">
        <w:trPr>
          <w:trHeight w:val="1149"/>
        </w:trPr>
        <w:tc>
          <w:tcPr>
            <w:tcW w:w="2344" w:type="pct"/>
            <w:vMerge w:val="restart"/>
            <w:shd w:val="clear" w:color="auto" w:fill="F2F2F2" w:themeFill="background1" w:themeFillShade="F2"/>
            <w:vAlign w:val="center"/>
          </w:tcPr>
          <w:p w14:paraId="6281CA46" w14:textId="77777777" w:rsidR="00BA4FF3" w:rsidRDefault="00BA4FF3" w:rsidP="00C66CE1">
            <w:pPr>
              <w:jc w:val="right"/>
            </w:pPr>
            <w:r w:rsidRPr="00BA4FF3">
              <w:rPr>
                <w:b/>
                <w:bCs/>
              </w:rPr>
              <w:t>La rubrique 2714</w:t>
            </w:r>
            <w:r>
              <w:t xml:space="preserve"> est-elle couverte</w:t>
            </w:r>
          </w:p>
          <w:p w14:paraId="0C86009D" w14:textId="13C4085E" w:rsidR="00BA4FF3" w:rsidRPr="005D7F81" w:rsidRDefault="00BA4FF3" w:rsidP="00C66CE1">
            <w:pPr>
              <w:jc w:val="right"/>
            </w:pPr>
            <w:r>
              <w:t xml:space="preserve"> par l’ICPE du site ?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14:paraId="0BD23F3C" w14:textId="77777777" w:rsidR="00BA4FF3" w:rsidRPr="001331B7" w:rsidRDefault="00BA4FF3" w:rsidP="00C66CE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Oui</w:t>
            </w:r>
          </w:p>
        </w:tc>
        <w:tc>
          <w:tcPr>
            <w:tcW w:w="2342" w:type="pct"/>
            <w:shd w:val="clear" w:color="auto" w:fill="FFFFFF" w:themeFill="background1"/>
            <w:vAlign w:val="center"/>
          </w:tcPr>
          <w:p w14:paraId="57F5C8E5" w14:textId="09CDFBCA" w:rsidR="00BA4FF3" w:rsidRPr="001331B7" w:rsidRDefault="00BA4FF3" w:rsidP="0084196F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Le site dispose d’un récépissé (à</w:t>
            </w:r>
            <w:r w:rsidR="0084196F">
              <w:rPr>
                <w:rFonts w:cs="Tahoma"/>
                <w:sz w:val="18"/>
                <w:szCs w:val="18"/>
              </w:rPr>
              <w:t xml:space="preserve"> fournir en </w:t>
            </w:r>
            <w:r w:rsidR="0084196F" w:rsidRPr="00ED2F16">
              <w:rPr>
                <w:rFonts w:cs="Tahoma"/>
                <w:b/>
                <w:bCs/>
                <w:sz w:val="18"/>
                <w:szCs w:val="18"/>
              </w:rPr>
              <w:t>Annexe</w:t>
            </w:r>
            <w:r w:rsidR="0084196F">
              <w:rPr>
                <w:rFonts w:cs="Tahoma"/>
                <w:sz w:val="18"/>
                <w:szCs w:val="18"/>
              </w:rPr>
              <w:t>)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</w:p>
        </w:tc>
      </w:tr>
      <w:tr w:rsidR="00BA4FF3" w14:paraId="37BCAF55" w14:textId="77777777" w:rsidTr="00C66CE1">
        <w:trPr>
          <w:trHeight w:val="418"/>
        </w:trPr>
        <w:tc>
          <w:tcPr>
            <w:tcW w:w="2344" w:type="pct"/>
            <w:vMerge/>
            <w:shd w:val="clear" w:color="auto" w:fill="F2F2F2" w:themeFill="background1" w:themeFillShade="F2"/>
            <w:vAlign w:val="center"/>
          </w:tcPr>
          <w:p w14:paraId="37153883" w14:textId="77777777" w:rsidR="00BA4FF3" w:rsidRDefault="00BA4FF3" w:rsidP="00C66CE1">
            <w:pPr>
              <w:jc w:val="right"/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14:paraId="4425C917" w14:textId="77777777" w:rsidR="00BA4FF3" w:rsidRPr="001331B7" w:rsidRDefault="00BA4FF3" w:rsidP="00C66CE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Non</w:t>
            </w:r>
          </w:p>
        </w:tc>
        <w:tc>
          <w:tcPr>
            <w:tcW w:w="2342" w:type="pct"/>
            <w:shd w:val="clear" w:color="auto" w:fill="FFFFFF" w:themeFill="background1"/>
            <w:vAlign w:val="center"/>
          </w:tcPr>
          <w:p w14:paraId="23C10B5F" w14:textId="12341432" w:rsidR="00BA4FF3" w:rsidRDefault="00BA4FF3" w:rsidP="00C66CE1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="00494E4F">
              <w:rPr>
                <w:rFonts w:cs="Tahoma"/>
                <w:sz w:val="18"/>
                <w:szCs w:val="18"/>
              </w:rPr>
              <w:t xml:space="preserve">Mais un dépôt de dossier d’enregistrement est prévu avant la mise en œuvre (fournir </w:t>
            </w:r>
            <w:r w:rsidR="00ED2F16">
              <w:rPr>
                <w:rFonts w:cs="Tahoma"/>
                <w:sz w:val="18"/>
                <w:szCs w:val="18"/>
              </w:rPr>
              <w:t xml:space="preserve">en </w:t>
            </w:r>
            <w:r w:rsidR="00ED2F16" w:rsidRPr="00ED2F16">
              <w:rPr>
                <w:rFonts w:cs="Tahoma"/>
                <w:b/>
                <w:bCs/>
                <w:sz w:val="18"/>
                <w:szCs w:val="18"/>
              </w:rPr>
              <w:t>Annexe</w:t>
            </w:r>
            <w:r w:rsidR="00ED2F16">
              <w:rPr>
                <w:rFonts w:cs="Tahoma"/>
                <w:sz w:val="18"/>
                <w:szCs w:val="18"/>
              </w:rPr>
              <w:t xml:space="preserve"> un </w:t>
            </w:r>
            <w:r w:rsidR="00494E4F">
              <w:rPr>
                <w:rFonts w:cs="Tahoma"/>
                <w:sz w:val="18"/>
                <w:szCs w:val="18"/>
              </w:rPr>
              <w:t>engagement écrit)</w:t>
            </w:r>
          </w:p>
          <w:p w14:paraId="78A0467A" w14:textId="0F335A72" w:rsidR="0084196F" w:rsidRPr="001331B7" w:rsidRDefault="0084196F" w:rsidP="00C66CE1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="00494E4F">
              <w:rPr>
                <w:rFonts w:cs="Tahoma"/>
                <w:sz w:val="18"/>
                <w:szCs w:val="18"/>
              </w:rPr>
              <w:t>Aucun projet de régularisation prévu à ce jour</w:t>
            </w:r>
          </w:p>
        </w:tc>
      </w:tr>
    </w:tbl>
    <w:p w14:paraId="41BD0C19" w14:textId="77777777" w:rsidR="00BA4FF3" w:rsidRDefault="00BA4FF3" w:rsidP="00A9246D">
      <w:pPr>
        <w:spacing w:line="276" w:lineRule="auto"/>
        <w:rPr>
          <w:i/>
          <w:iCs/>
        </w:rPr>
      </w:pPr>
    </w:p>
    <w:p w14:paraId="07F814D6" w14:textId="77777777" w:rsidR="00B132F3" w:rsidRDefault="00B132F3" w:rsidP="00A9246D">
      <w:pPr>
        <w:spacing w:line="276" w:lineRule="auto"/>
        <w:rPr>
          <w:i/>
          <w:iCs/>
        </w:rPr>
      </w:pPr>
    </w:p>
    <w:p w14:paraId="76B1DD87" w14:textId="57BFB506" w:rsidR="00B132F3" w:rsidRDefault="00B132F3" w:rsidP="00A9246D">
      <w:pPr>
        <w:spacing w:line="276" w:lineRule="auto"/>
        <w:rPr>
          <w:i/>
          <w:iCs/>
        </w:rPr>
      </w:pPr>
      <w:r>
        <w:rPr>
          <w:i/>
          <w:iCs/>
        </w:rPr>
        <w:t xml:space="preserve">Commentaires : </w:t>
      </w:r>
    </w:p>
    <w:p w14:paraId="743C3CC5" w14:textId="77777777" w:rsidR="00B132F3" w:rsidRDefault="00B132F3" w:rsidP="00A9246D">
      <w:pPr>
        <w:spacing w:line="276" w:lineRule="auto"/>
        <w:rPr>
          <w:i/>
          <w:iCs/>
        </w:rPr>
      </w:pPr>
    </w:p>
    <w:p w14:paraId="44C4746C" w14:textId="77777777" w:rsidR="00B132F3" w:rsidRDefault="00B132F3" w:rsidP="00A9246D">
      <w:pPr>
        <w:spacing w:line="276" w:lineRule="auto"/>
        <w:rPr>
          <w:i/>
          <w:iCs/>
        </w:rPr>
      </w:pPr>
    </w:p>
    <w:p w14:paraId="58959AE8" w14:textId="77777777" w:rsidR="00B132F3" w:rsidRDefault="00B132F3" w:rsidP="00A9246D">
      <w:pPr>
        <w:spacing w:line="276" w:lineRule="auto"/>
        <w:rPr>
          <w:i/>
          <w:iCs/>
        </w:rPr>
      </w:pPr>
    </w:p>
    <w:p w14:paraId="7785F28E" w14:textId="77777777" w:rsidR="00B132F3" w:rsidRDefault="00B132F3" w:rsidP="00A9246D">
      <w:pPr>
        <w:spacing w:line="276" w:lineRule="auto"/>
        <w:rPr>
          <w:i/>
          <w:iCs/>
        </w:rPr>
      </w:pPr>
    </w:p>
    <w:p w14:paraId="1D7D18C7" w14:textId="57ED2D41" w:rsidR="003F3526" w:rsidRPr="00A9246D" w:rsidRDefault="003F3526" w:rsidP="003F3526">
      <w:pPr>
        <w:spacing w:after="160"/>
        <w:jc w:val="left"/>
        <w:rPr>
          <w:i/>
          <w:iCs/>
        </w:rPr>
      </w:pPr>
      <w:r>
        <w:rPr>
          <w:i/>
          <w:iCs/>
        </w:rPr>
        <w:br w:type="page"/>
      </w:r>
    </w:p>
    <w:p w14:paraId="794362B7" w14:textId="282B822E" w:rsidR="005B4636" w:rsidRDefault="00336C7C" w:rsidP="00EC7A6A">
      <w:pPr>
        <w:pStyle w:val="Titre3"/>
      </w:pPr>
      <w:r>
        <w:lastRenderedPageBreak/>
        <w:t xml:space="preserve">Prévention incendie </w:t>
      </w:r>
    </w:p>
    <w:p w14:paraId="0693CBAD" w14:textId="77777777" w:rsidR="00EC7A6A" w:rsidRPr="00EC7A6A" w:rsidRDefault="00EC7A6A" w:rsidP="00EC7A6A"/>
    <w:tbl>
      <w:tblPr>
        <w:tblStyle w:val="Grilledutableau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62"/>
        <w:gridCol w:w="2861"/>
        <w:gridCol w:w="2705"/>
      </w:tblGrid>
      <w:tr w:rsidR="00075B8F" w14:paraId="294D38A2" w14:textId="77777777" w:rsidTr="00C66CE1">
        <w:trPr>
          <w:trHeight w:val="725"/>
        </w:trPr>
        <w:tc>
          <w:tcPr>
            <w:tcW w:w="2109" w:type="pct"/>
            <w:vMerge w:val="restart"/>
            <w:shd w:val="clear" w:color="auto" w:fill="F2F2F2" w:themeFill="background1" w:themeFillShade="F2"/>
            <w:vAlign w:val="center"/>
          </w:tcPr>
          <w:p w14:paraId="5433E7FF" w14:textId="3166D392" w:rsidR="00075B8F" w:rsidRPr="005D7F81" w:rsidRDefault="00075B8F" w:rsidP="00C66CE1">
            <w:r>
              <w:t xml:space="preserve">La prévention incendie de la zone dédiée au </w:t>
            </w:r>
            <w:r w:rsidR="00EC7A6A">
              <w:t>stockage</w:t>
            </w:r>
            <w:r>
              <w:t> </w:t>
            </w:r>
            <w:r w:rsidR="00AE1FBE">
              <w:t>et au surtri des tonnes</w:t>
            </w:r>
          </w:p>
        </w:tc>
        <w:tc>
          <w:tcPr>
            <w:tcW w:w="1486" w:type="pct"/>
            <w:shd w:val="clear" w:color="auto" w:fill="FFFFFF" w:themeFill="background1"/>
            <w:vAlign w:val="center"/>
          </w:tcPr>
          <w:p w14:paraId="66580B23" w14:textId="77777777" w:rsidR="00075B8F" w:rsidRPr="001331B7" w:rsidRDefault="00075B8F" w:rsidP="00C66CE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Dispositifs de détection incendie </w:t>
            </w:r>
          </w:p>
        </w:tc>
        <w:tc>
          <w:tcPr>
            <w:tcW w:w="1405" w:type="pct"/>
            <w:shd w:val="clear" w:color="auto" w:fill="FFFFFF" w:themeFill="background1"/>
            <w:vAlign w:val="center"/>
          </w:tcPr>
          <w:p w14:paraId="5AB0196D" w14:textId="77777777" w:rsidR="00075B8F" w:rsidRDefault="00075B8F" w:rsidP="00C66CE1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Déjà en place </w:t>
            </w:r>
          </w:p>
          <w:p w14:paraId="30CC5107" w14:textId="77777777" w:rsidR="00075B8F" w:rsidRPr="001331B7" w:rsidRDefault="00075B8F" w:rsidP="00C66CE1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A prévoir</w:t>
            </w:r>
          </w:p>
        </w:tc>
      </w:tr>
      <w:tr w:rsidR="00075B8F" w14:paraId="7B2ED121" w14:textId="77777777" w:rsidTr="00C66CE1">
        <w:trPr>
          <w:trHeight w:val="418"/>
        </w:trPr>
        <w:tc>
          <w:tcPr>
            <w:tcW w:w="2109" w:type="pct"/>
            <w:vMerge/>
            <w:shd w:val="clear" w:color="auto" w:fill="F2F2F2" w:themeFill="background1" w:themeFillShade="F2"/>
            <w:vAlign w:val="center"/>
          </w:tcPr>
          <w:p w14:paraId="12827672" w14:textId="77777777" w:rsidR="00075B8F" w:rsidRDefault="00075B8F" w:rsidP="00C66CE1">
            <w:pPr>
              <w:jc w:val="right"/>
            </w:pPr>
          </w:p>
        </w:tc>
        <w:tc>
          <w:tcPr>
            <w:tcW w:w="1486" w:type="pct"/>
            <w:shd w:val="clear" w:color="auto" w:fill="FFFFFF" w:themeFill="background1"/>
            <w:vAlign w:val="center"/>
          </w:tcPr>
          <w:p w14:paraId="3206B3DB" w14:textId="77777777" w:rsidR="00075B8F" w:rsidRPr="001331B7" w:rsidRDefault="00075B8F" w:rsidP="00C66CE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Dispositifs de désenfumage </w:t>
            </w:r>
          </w:p>
        </w:tc>
        <w:tc>
          <w:tcPr>
            <w:tcW w:w="1405" w:type="pct"/>
            <w:shd w:val="clear" w:color="auto" w:fill="FFFFFF" w:themeFill="background1"/>
            <w:vAlign w:val="center"/>
          </w:tcPr>
          <w:p w14:paraId="462E9420" w14:textId="77777777" w:rsidR="00075B8F" w:rsidRDefault="00075B8F" w:rsidP="00C66CE1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Déjà en place </w:t>
            </w:r>
          </w:p>
          <w:p w14:paraId="03F578FA" w14:textId="77777777" w:rsidR="00075B8F" w:rsidRPr="001331B7" w:rsidRDefault="00075B8F" w:rsidP="00C66CE1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A prévoir</w:t>
            </w:r>
          </w:p>
        </w:tc>
      </w:tr>
      <w:tr w:rsidR="00075B8F" w14:paraId="191564D8" w14:textId="77777777" w:rsidTr="00C66CE1">
        <w:trPr>
          <w:trHeight w:val="418"/>
        </w:trPr>
        <w:tc>
          <w:tcPr>
            <w:tcW w:w="2109" w:type="pct"/>
            <w:vMerge/>
            <w:shd w:val="clear" w:color="auto" w:fill="F2F2F2" w:themeFill="background1" w:themeFillShade="F2"/>
            <w:vAlign w:val="center"/>
          </w:tcPr>
          <w:p w14:paraId="4E19D5AD" w14:textId="77777777" w:rsidR="00075B8F" w:rsidRDefault="00075B8F" w:rsidP="00C66CE1">
            <w:pPr>
              <w:jc w:val="right"/>
            </w:pPr>
          </w:p>
        </w:tc>
        <w:tc>
          <w:tcPr>
            <w:tcW w:w="1486" w:type="pct"/>
            <w:shd w:val="clear" w:color="auto" w:fill="FFFFFF" w:themeFill="background1"/>
            <w:vAlign w:val="center"/>
          </w:tcPr>
          <w:p w14:paraId="50271CE5" w14:textId="77777777" w:rsidR="00075B8F" w:rsidRDefault="00075B8F" w:rsidP="00C66CE1">
            <w:pPr>
              <w:rPr>
                <w:rFonts w:cs="Tahoma"/>
                <w:sz w:val="18"/>
                <w:szCs w:val="18"/>
              </w:rPr>
            </w:pPr>
            <w:r w:rsidRPr="005C4DCB">
              <w:rPr>
                <w:rFonts w:cs="Tahoma"/>
                <w:sz w:val="18"/>
                <w:szCs w:val="18"/>
              </w:rPr>
              <w:t>Dispositifs d’extinction incendie</w:t>
            </w:r>
          </w:p>
        </w:tc>
        <w:tc>
          <w:tcPr>
            <w:tcW w:w="1405" w:type="pct"/>
            <w:shd w:val="clear" w:color="auto" w:fill="FFFFFF" w:themeFill="background1"/>
            <w:vAlign w:val="center"/>
          </w:tcPr>
          <w:p w14:paraId="078C6F3C" w14:textId="77777777" w:rsidR="00075B8F" w:rsidRDefault="00075B8F" w:rsidP="00C66CE1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Déjà en place </w:t>
            </w:r>
          </w:p>
          <w:p w14:paraId="319415CF" w14:textId="77777777" w:rsidR="00075B8F" w:rsidRPr="001331B7" w:rsidRDefault="00075B8F" w:rsidP="00C66CE1">
            <w:pPr>
              <w:rPr>
                <w:rFonts w:ascii="MS Gothic" w:eastAsia="MS Gothic" w:hAnsi="MS Gothic" w:cs="Tahoma"/>
                <w:sz w:val="18"/>
                <w:szCs w:val="18"/>
              </w:rPr>
            </w:pPr>
            <w:r w:rsidRPr="001331B7">
              <w:rPr>
                <w:rFonts w:ascii="MS Gothic" w:eastAsia="MS Gothic" w:hAnsi="MS Gothic" w:cs="Tahoma" w:hint="eastAsi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A prévoir</w:t>
            </w:r>
          </w:p>
        </w:tc>
      </w:tr>
    </w:tbl>
    <w:p w14:paraId="09855754" w14:textId="77777777" w:rsidR="005B4636" w:rsidRDefault="005B4636" w:rsidP="00D6001F">
      <w:pPr>
        <w:tabs>
          <w:tab w:val="left" w:pos="0"/>
        </w:tabs>
        <w:rPr>
          <w:rFonts w:cstheme="minorHAnsi"/>
          <w:szCs w:val="20"/>
        </w:rPr>
      </w:pPr>
    </w:p>
    <w:p w14:paraId="6EF9513C" w14:textId="00355AAD" w:rsidR="00EC7A6A" w:rsidRPr="0070136D" w:rsidRDefault="00EC7A6A" w:rsidP="00EC7A6A">
      <w:pPr>
        <w:rPr>
          <w:i/>
          <w:iCs/>
        </w:rPr>
      </w:pPr>
      <w:r>
        <w:rPr>
          <w:i/>
          <w:iCs/>
        </w:rPr>
        <w:t>Me</w:t>
      </w:r>
      <w:r w:rsidRPr="00F07828">
        <w:rPr>
          <w:i/>
          <w:iCs/>
        </w:rPr>
        <w:t>rci de présenter ci-dessous</w:t>
      </w:r>
      <w:r w:rsidR="008C5544">
        <w:rPr>
          <w:i/>
          <w:iCs/>
        </w:rPr>
        <w:t xml:space="preserve"> de façon détaillée</w:t>
      </w:r>
      <w:r w:rsidRPr="00F07828">
        <w:rPr>
          <w:i/>
          <w:iCs/>
        </w:rPr>
        <w:t xml:space="preserve"> les dispositifs </w:t>
      </w:r>
      <w:r>
        <w:rPr>
          <w:i/>
          <w:iCs/>
        </w:rPr>
        <w:t>en place sur le site en matière de sécurité incendie</w:t>
      </w:r>
      <w:r w:rsidR="00DD17F7">
        <w:rPr>
          <w:i/>
          <w:iCs/>
        </w:rPr>
        <w:t xml:space="preserve"> (</w:t>
      </w:r>
      <w:r w:rsidR="00FE615E">
        <w:rPr>
          <w:i/>
          <w:iCs/>
        </w:rPr>
        <w:t xml:space="preserve">pour les </w:t>
      </w:r>
      <w:r w:rsidR="00DD17F7">
        <w:rPr>
          <w:i/>
          <w:iCs/>
        </w:rPr>
        <w:t xml:space="preserve">surfaces de stockage et </w:t>
      </w:r>
      <w:r w:rsidR="00FE615E">
        <w:rPr>
          <w:i/>
          <w:iCs/>
        </w:rPr>
        <w:t xml:space="preserve">pour le </w:t>
      </w:r>
      <w:r w:rsidR="00DD17F7">
        <w:rPr>
          <w:i/>
          <w:iCs/>
        </w:rPr>
        <w:t>process)</w:t>
      </w:r>
      <w:r w:rsidR="00BF0253">
        <w:rPr>
          <w:i/>
          <w:iCs/>
        </w:rPr>
        <w:t xml:space="preserve">. Joindre éventuellement en annexe un </w:t>
      </w:r>
      <w:r w:rsidR="00FE615E">
        <w:rPr>
          <w:i/>
          <w:iCs/>
        </w:rPr>
        <w:t xml:space="preserve">descriptif et un </w:t>
      </w:r>
      <w:r w:rsidR="00BF0253">
        <w:rPr>
          <w:i/>
          <w:iCs/>
        </w:rPr>
        <w:t>plan des installations incendie.</w:t>
      </w:r>
    </w:p>
    <w:p w14:paraId="08ABCFDF" w14:textId="77777777" w:rsidR="005B4636" w:rsidRDefault="005B4636" w:rsidP="00D6001F">
      <w:pPr>
        <w:tabs>
          <w:tab w:val="left" w:pos="0"/>
        </w:tabs>
        <w:rPr>
          <w:rFonts w:cstheme="minorHAnsi"/>
          <w:szCs w:val="20"/>
        </w:rPr>
      </w:pPr>
    </w:p>
    <w:p w14:paraId="6AB3DE17" w14:textId="77777777" w:rsidR="005B4636" w:rsidRDefault="005B4636" w:rsidP="00D6001F">
      <w:pPr>
        <w:tabs>
          <w:tab w:val="left" w:pos="0"/>
        </w:tabs>
        <w:rPr>
          <w:rFonts w:cstheme="minorHAnsi"/>
          <w:szCs w:val="20"/>
        </w:rPr>
      </w:pPr>
    </w:p>
    <w:p w14:paraId="113BC4C2" w14:textId="77777777" w:rsidR="005B4636" w:rsidRDefault="005B4636" w:rsidP="00D6001F">
      <w:pPr>
        <w:tabs>
          <w:tab w:val="left" w:pos="0"/>
        </w:tabs>
        <w:rPr>
          <w:rFonts w:cstheme="minorHAnsi"/>
          <w:szCs w:val="20"/>
        </w:rPr>
      </w:pPr>
    </w:p>
    <w:p w14:paraId="3A938CDF" w14:textId="77777777" w:rsidR="00084EE3" w:rsidRDefault="00084EE3" w:rsidP="00D6001F">
      <w:pPr>
        <w:tabs>
          <w:tab w:val="left" w:pos="0"/>
        </w:tabs>
        <w:rPr>
          <w:rFonts w:cstheme="minorHAnsi"/>
          <w:szCs w:val="20"/>
        </w:rPr>
      </w:pPr>
    </w:p>
    <w:p w14:paraId="3AA7CD17" w14:textId="77777777" w:rsidR="00084EE3" w:rsidRDefault="00084EE3" w:rsidP="00D6001F">
      <w:pPr>
        <w:tabs>
          <w:tab w:val="left" w:pos="0"/>
        </w:tabs>
        <w:rPr>
          <w:rFonts w:cstheme="minorHAnsi"/>
          <w:szCs w:val="20"/>
        </w:rPr>
      </w:pPr>
    </w:p>
    <w:p w14:paraId="50FFC138" w14:textId="77777777" w:rsidR="00084EE3" w:rsidRDefault="00084EE3" w:rsidP="00D6001F">
      <w:pPr>
        <w:tabs>
          <w:tab w:val="left" w:pos="0"/>
        </w:tabs>
        <w:rPr>
          <w:rFonts w:cstheme="minorHAnsi"/>
          <w:szCs w:val="20"/>
        </w:rPr>
      </w:pPr>
    </w:p>
    <w:p w14:paraId="582ED12C" w14:textId="77777777" w:rsidR="00954E45" w:rsidRDefault="00954E45" w:rsidP="00D6001F">
      <w:pPr>
        <w:tabs>
          <w:tab w:val="left" w:pos="0"/>
        </w:tabs>
        <w:rPr>
          <w:rFonts w:cstheme="minorHAnsi"/>
          <w:szCs w:val="20"/>
        </w:rPr>
      </w:pPr>
    </w:p>
    <w:p w14:paraId="0FC6D9B1" w14:textId="77777777" w:rsidR="00954E45" w:rsidRDefault="00954E45" w:rsidP="00D6001F">
      <w:pPr>
        <w:tabs>
          <w:tab w:val="left" w:pos="0"/>
        </w:tabs>
        <w:rPr>
          <w:rFonts w:cstheme="minorHAnsi"/>
          <w:szCs w:val="20"/>
        </w:rPr>
      </w:pPr>
    </w:p>
    <w:p w14:paraId="61F3C873" w14:textId="77777777" w:rsidR="00954E45" w:rsidRDefault="00954E45" w:rsidP="00D6001F">
      <w:pPr>
        <w:tabs>
          <w:tab w:val="left" w:pos="0"/>
        </w:tabs>
        <w:rPr>
          <w:rFonts w:cstheme="minorHAnsi"/>
          <w:szCs w:val="20"/>
        </w:rPr>
      </w:pPr>
    </w:p>
    <w:p w14:paraId="075CE6C8" w14:textId="77777777" w:rsidR="00954E45" w:rsidRDefault="00954E45" w:rsidP="00D6001F">
      <w:pPr>
        <w:tabs>
          <w:tab w:val="left" w:pos="0"/>
        </w:tabs>
        <w:rPr>
          <w:rFonts w:cstheme="minorHAnsi"/>
          <w:szCs w:val="20"/>
        </w:rPr>
      </w:pPr>
    </w:p>
    <w:p w14:paraId="00B59DFC" w14:textId="77777777" w:rsidR="00084EE3" w:rsidRDefault="00084EE3" w:rsidP="00D6001F">
      <w:pPr>
        <w:tabs>
          <w:tab w:val="left" w:pos="0"/>
        </w:tabs>
        <w:rPr>
          <w:rFonts w:cstheme="minorHAnsi"/>
          <w:szCs w:val="20"/>
        </w:rPr>
      </w:pPr>
    </w:p>
    <w:p w14:paraId="7D6F1D08" w14:textId="77777777" w:rsidR="00084EE3" w:rsidRDefault="00084EE3" w:rsidP="00D6001F">
      <w:pPr>
        <w:tabs>
          <w:tab w:val="left" w:pos="0"/>
        </w:tabs>
        <w:rPr>
          <w:rFonts w:cstheme="minorHAnsi"/>
          <w:szCs w:val="20"/>
        </w:rPr>
      </w:pPr>
    </w:p>
    <w:p w14:paraId="12FD17A1" w14:textId="77777777" w:rsidR="005B4636" w:rsidRDefault="005B4636" w:rsidP="00D6001F">
      <w:pPr>
        <w:tabs>
          <w:tab w:val="left" w:pos="0"/>
        </w:tabs>
        <w:rPr>
          <w:rFonts w:cstheme="minorHAnsi"/>
          <w:szCs w:val="20"/>
        </w:rPr>
      </w:pPr>
    </w:p>
    <w:p w14:paraId="5E707F0B" w14:textId="76A0B801" w:rsidR="005B4636" w:rsidRDefault="00C245B2" w:rsidP="00C245B2">
      <w:pPr>
        <w:pStyle w:val="Titre3"/>
      </w:pPr>
      <w:r>
        <w:t xml:space="preserve">Divers </w:t>
      </w:r>
    </w:p>
    <w:p w14:paraId="200A5EA8" w14:textId="77777777" w:rsidR="006851D4" w:rsidRDefault="006851D4" w:rsidP="006851D4">
      <w:pPr>
        <w:rPr>
          <w:i/>
          <w:iCs/>
        </w:rPr>
      </w:pPr>
      <w:r>
        <w:rPr>
          <w:i/>
          <w:iCs/>
        </w:rPr>
        <w:t>Préciser</w:t>
      </w:r>
      <w:r w:rsidRPr="00670604">
        <w:rPr>
          <w:i/>
          <w:iCs/>
        </w:rPr>
        <w:t xml:space="preserve"> ci-dessous </w:t>
      </w:r>
      <w:r>
        <w:rPr>
          <w:i/>
          <w:iCs/>
        </w:rPr>
        <w:t>les certifications ISO dont dispose le porteur de projet.</w:t>
      </w:r>
    </w:p>
    <w:p w14:paraId="213DDEDB" w14:textId="77777777" w:rsidR="00132DDE" w:rsidRPr="00B52435" w:rsidRDefault="00132DDE" w:rsidP="00B52435"/>
    <w:p w14:paraId="586C37E2" w14:textId="77777777" w:rsidR="00B52435" w:rsidRDefault="00B52435" w:rsidP="00D6001F">
      <w:pPr>
        <w:tabs>
          <w:tab w:val="left" w:pos="0"/>
        </w:tabs>
        <w:rPr>
          <w:rFonts w:cstheme="minorHAnsi"/>
          <w:szCs w:val="20"/>
        </w:rPr>
      </w:pPr>
    </w:p>
    <w:p w14:paraId="07F19948" w14:textId="77777777" w:rsidR="00B52435" w:rsidRDefault="00B52435" w:rsidP="00D6001F">
      <w:pPr>
        <w:tabs>
          <w:tab w:val="left" w:pos="0"/>
        </w:tabs>
        <w:rPr>
          <w:rFonts w:cstheme="minorHAnsi"/>
          <w:szCs w:val="20"/>
        </w:rPr>
      </w:pPr>
    </w:p>
    <w:p w14:paraId="3423F783" w14:textId="77777777" w:rsidR="00B52435" w:rsidRDefault="00B52435" w:rsidP="00D6001F">
      <w:pPr>
        <w:tabs>
          <w:tab w:val="left" w:pos="0"/>
        </w:tabs>
        <w:rPr>
          <w:rFonts w:cstheme="minorHAnsi"/>
          <w:szCs w:val="20"/>
        </w:rPr>
      </w:pPr>
    </w:p>
    <w:p w14:paraId="76C0E1D0" w14:textId="77777777" w:rsidR="00BF0253" w:rsidRDefault="00BF0253" w:rsidP="00D6001F">
      <w:pPr>
        <w:tabs>
          <w:tab w:val="left" w:pos="0"/>
        </w:tabs>
        <w:rPr>
          <w:rFonts w:cstheme="minorHAnsi"/>
          <w:szCs w:val="20"/>
        </w:rPr>
      </w:pPr>
    </w:p>
    <w:p w14:paraId="09A16A56" w14:textId="77777777" w:rsidR="00BF0253" w:rsidRDefault="00BF0253" w:rsidP="00D6001F">
      <w:pPr>
        <w:tabs>
          <w:tab w:val="left" w:pos="0"/>
        </w:tabs>
        <w:rPr>
          <w:rFonts w:cstheme="minorHAnsi"/>
          <w:szCs w:val="20"/>
        </w:rPr>
      </w:pPr>
    </w:p>
    <w:p w14:paraId="13879C0F" w14:textId="77777777" w:rsidR="00BF0253" w:rsidRDefault="00BF0253" w:rsidP="00D6001F">
      <w:pPr>
        <w:tabs>
          <w:tab w:val="left" w:pos="0"/>
        </w:tabs>
        <w:rPr>
          <w:rFonts w:cstheme="minorHAnsi"/>
          <w:szCs w:val="20"/>
        </w:rPr>
      </w:pPr>
    </w:p>
    <w:p w14:paraId="7F551A16" w14:textId="77777777" w:rsidR="00BF0253" w:rsidRDefault="00BF0253" w:rsidP="00D6001F">
      <w:pPr>
        <w:tabs>
          <w:tab w:val="left" w:pos="0"/>
        </w:tabs>
        <w:rPr>
          <w:rFonts w:cstheme="minorHAnsi"/>
          <w:szCs w:val="20"/>
        </w:rPr>
      </w:pPr>
    </w:p>
    <w:p w14:paraId="0CF29105" w14:textId="77777777" w:rsidR="00BF0253" w:rsidRDefault="00BF0253" w:rsidP="00D6001F">
      <w:pPr>
        <w:tabs>
          <w:tab w:val="left" w:pos="0"/>
        </w:tabs>
        <w:rPr>
          <w:rFonts w:cstheme="minorHAnsi"/>
          <w:szCs w:val="20"/>
        </w:rPr>
      </w:pPr>
    </w:p>
    <w:p w14:paraId="3C8B6D71" w14:textId="461658F6" w:rsidR="00954E45" w:rsidRDefault="00954E45">
      <w:pPr>
        <w:spacing w:after="16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br w:type="page"/>
      </w:r>
    </w:p>
    <w:p w14:paraId="625FA683" w14:textId="015D61A0" w:rsidR="00B52435" w:rsidRDefault="00954E45" w:rsidP="00954E45">
      <w:pPr>
        <w:pStyle w:val="Titre2"/>
      </w:pPr>
      <w:r>
        <w:lastRenderedPageBreak/>
        <w:t xml:space="preserve">Offre financière </w:t>
      </w:r>
    </w:p>
    <w:p w14:paraId="4758D8F3" w14:textId="0ADD6D29" w:rsidR="009631CB" w:rsidRPr="009631CB" w:rsidRDefault="009631CB" w:rsidP="009631CB">
      <w:pPr>
        <w:spacing w:after="160"/>
        <w:rPr>
          <w:i/>
          <w:iCs/>
        </w:rPr>
      </w:pPr>
      <w:r w:rsidRPr="009631CB">
        <w:rPr>
          <w:i/>
          <w:iCs/>
        </w:rPr>
        <w:t xml:space="preserve">Merci de remplir </w:t>
      </w:r>
      <w:r w:rsidRPr="009631CB">
        <w:rPr>
          <w:b/>
          <w:bCs/>
          <w:i/>
          <w:iCs/>
        </w:rPr>
        <w:t>l</w:t>
      </w:r>
      <w:r w:rsidR="009C2640">
        <w:rPr>
          <w:b/>
          <w:bCs/>
          <w:i/>
          <w:iCs/>
        </w:rPr>
        <w:t>es tableaux ci-dessous </w:t>
      </w:r>
      <w:r w:rsidR="00EF74D6">
        <w:rPr>
          <w:b/>
          <w:bCs/>
          <w:i/>
          <w:iCs/>
        </w:rPr>
        <w:t>en lien avec le paragraphe 8 du Règlement de consultation</w:t>
      </w:r>
      <w:r w:rsidR="00E460FE">
        <w:rPr>
          <w:b/>
          <w:bCs/>
          <w:i/>
          <w:iCs/>
        </w:rPr>
        <w:t>. Le candidat peut remplir plusieurs tableaux en fonction des modalités de sa candidature.</w:t>
      </w:r>
    </w:p>
    <w:p w14:paraId="7370BE8C" w14:textId="77777777" w:rsidR="00BA5EA1" w:rsidRDefault="00BA5EA1" w:rsidP="0059136A">
      <w:pPr>
        <w:pStyle w:val="TITRE2Sparateur"/>
      </w:pPr>
    </w:p>
    <w:p w14:paraId="556C93D4" w14:textId="111186FA" w:rsidR="00195D4C" w:rsidRDefault="00B13656" w:rsidP="004B20DB">
      <w:pPr>
        <w:pStyle w:val="TITRE2Sparateur"/>
        <w:numPr>
          <w:ilvl w:val="0"/>
          <w:numId w:val="33"/>
        </w:numPr>
      </w:pPr>
      <w:r>
        <w:t xml:space="preserve">Grille tarifaire – </w:t>
      </w:r>
      <w:r w:rsidR="009046A7">
        <w:t xml:space="preserve">A remplir si le candidat </w:t>
      </w:r>
      <w:r w:rsidR="007D7F8D">
        <w:t>postule</w:t>
      </w:r>
      <w:r w:rsidR="00006E89">
        <w:t xml:space="preserve"> </w:t>
      </w:r>
      <w:r w:rsidR="007D7F8D">
        <w:t>au</w:t>
      </w:r>
      <w:r w:rsidR="009046A7">
        <w:t xml:space="preserve"> Lot 1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2312"/>
        <w:gridCol w:w="3210"/>
      </w:tblGrid>
      <w:tr w:rsidR="00195D4C" w14:paraId="33A9353C" w14:textId="77777777" w:rsidTr="00C66FD0">
        <w:tc>
          <w:tcPr>
            <w:tcW w:w="4106" w:type="dxa"/>
          </w:tcPr>
          <w:p w14:paraId="6D963C36" w14:textId="75B93444" w:rsidR="00195D4C" w:rsidRPr="0059136A" w:rsidRDefault="009046A7" w:rsidP="0059136A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>
              <w:rPr>
                <w:rFonts w:cstheme="minorHAnsi"/>
                <w:b/>
                <w:bCs/>
                <w:color w:val="009FE3" w:themeColor="accent1"/>
                <w:szCs w:val="20"/>
              </w:rPr>
              <w:t>Lot 1</w:t>
            </w:r>
          </w:p>
        </w:tc>
        <w:tc>
          <w:tcPr>
            <w:tcW w:w="2312" w:type="dxa"/>
          </w:tcPr>
          <w:p w14:paraId="3790E582" w14:textId="3560EABA" w:rsidR="00195D4C" w:rsidRPr="0059136A" w:rsidRDefault="00B13656" w:rsidP="0059136A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>Unité</w:t>
            </w:r>
          </w:p>
        </w:tc>
        <w:tc>
          <w:tcPr>
            <w:tcW w:w="3210" w:type="dxa"/>
          </w:tcPr>
          <w:p w14:paraId="4CC16E17" w14:textId="7CCDE535" w:rsidR="00195D4C" w:rsidRPr="0059136A" w:rsidRDefault="00B13656" w:rsidP="0059136A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 xml:space="preserve">Tarif proposé </w:t>
            </w:r>
          </w:p>
        </w:tc>
      </w:tr>
      <w:tr w:rsidR="00195D4C" w14:paraId="7BB3ECAE" w14:textId="77777777" w:rsidTr="00C66FD0">
        <w:tc>
          <w:tcPr>
            <w:tcW w:w="4106" w:type="dxa"/>
          </w:tcPr>
          <w:p w14:paraId="7D6C0035" w14:textId="7622D3C1" w:rsidR="00195D4C" w:rsidRDefault="009C2640" w:rsidP="003A2FF6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bCs/>
                <w:color w:val="009FE3" w:themeColor="accent1"/>
                <w:szCs w:val="20"/>
              </w:rPr>
              <w:t>Prix unitaire à la tonne sortante acceptée par le recycleur</w:t>
            </w:r>
          </w:p>
        </w:tc>
        <w:tc>
          <w:tcPr>
            <w:tcW w:w="2312" w:type="dxa"/>
          </w:tcPr>
          <w:p w14:paraId="3350E10C" w14:textId="49E59D9B" w:rsidR="00195D4C" w:rsidRDefault="00B54E61" w:rsidP="003A2FF6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€</w:t>
            </w:r>
            <w:r w:rsidR="00981A93">
              <w:rPr>
                <w:rFonts w:cstheme="minorHAnsi"/>
                <w:szCs w:val="20"/>
              </w:rPr>
              <w:t xml:space="preserve"> HT</w:t>
            </w:r>
            <w:r>
              <w:rPr>
                <w:rFonts w:cstheme="minorHAnsi"/>
                <w:szCs w:val="20"/>
              </w:rPr>
              <w:t>/ mois</w:t>
            </w:r>
          </w:p>
        </w:tc>
        <w:tc>
          <w:tcPr>
            <w:tcW w:w="3210" w:type="dxa"/>
          </w:tcPr>
          <w:p w14:paraId="40D66380" w14:textId="77777777" w:rsidR="00195D4C" w:rsidRDefault="00195D4C" w:rsidP="003A2FF6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</w:tbl>
    <w:p w14:paraId="7D4CB28B" w14:textId="4FA05869" w:rsidR="00B52435" w:rsidRDefault="00B52435" w:rsidP="003A2FF6">
      <w:pPr>
        <w:spacing w:after="160"/>
        <w:jc w:val="left"/>
        <w:rPr>
          <w:rFonts w:cstheme="minorHAnsi"/>
          <w:szCs w:val="20"/>
        </w:rPr>
      </w:pPr>
    </w:p>
    <w:p w14:paraId="383B0AFE" w14:textId="059E060E" w:rsidR="004B20DB" w:rsidRPr="00FD103A" w:rsidRDefault="00006E89" w:rsidP="00FD103A">
      <w:pPr>
        <w:pStyle w:val="TITRE2Sparateur"/>
        <w:numPr>
          <w:ilvl w:val="0"/>
          <w:numId w:val="33"/>
        </w:numPr>
        <w:rPr>
          <w:rFonts w:cstheme="minorHAnsi"/>
          <w:szCs w:val="20"/>
        </w:rPr>
      </w:pPr>
      <w:r>
        <w:t xml:space="preserve">Grilles tarifaires – A remplir si le candidat postule au </w:t>
      </w:r>
      <w:r w:rsidR="00FD103A">
        <w:t>Lot 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2312"/>
        <w:gridCol w:w="3210"/>
      </w:tblGrid>
      <w:tr w:rsidR="007D7F8D" w:rsidRPr="0059136A" w14:paraId="56C92A5F" w14:textId="77777777" w:rsidTr="00842D5A">
        <w:tc>
          <w:tcPr>
            <w:tcW w:w="4106" w:type="dxa"/>
          </w:tcPr>
          <w:p w14:paraId="602A5DD8" w14:textId="47E21AC2" w:rsidR="007D7F8D" w:rsidRPr="0059136A" w:rsidRDefault="007D7F8D" w:rsidP="00842D5A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>
              <w:rPr>
                <w:rFonts w:cstheme="minorHAnsi"/>
                <w:b/>
                <w:bCs/>
                <w:color w:val="009FE3" w:themeColor="accent1"/>
                <w:szCs w:val="20"/>
              </w:rPr>
              <w:t xml:space="preserve">Lot </w:t>
            </w:r>
            <w:r w:rsidR="005E6DD1">
              <w:rPr>
                <w:rFonts w:cstheme="minorHAnsi"/>
                <w:b/>
                <w:bCs/>
                <w:color w:val="009FE3" w:themeColor="accent1"/>
                <w:szCs w:val="20"/>
              </w:rPr>
              <w:t>2</w:t>
            </w:r>
          </w:p>
        </w:tc>
        <w:tc>
          <w:tcPr>
            <w:tcW w:w="2312" w:type="dxa"/>
          </w:tcPr>
          <w:p w14:paraId="545F0727" w14:textId="77777777" w:rsidR="007D7F8D" w:rsidRPr="0059136A" w:rsidRDefault="007D7F8D" w:rsidP="00842D5A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>Unité</w:t>
            </w:r>
          </w:p>
        </w:tc>
        <w:tc>
          <w:tcPr>
            <w:tcW w:w="3210" w:type="dxa"/>
          </w:tcPr>
          <w:p w14:paraId="5CA23B48" w14:textId="77777777" w:rsidR="007D7F8D" w:rsidRPr="0059136A" w:rsidRDefault="007D7F8D" w:rsidP="00842D5A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 xml:space="preserve">Tarif proposé </w:t>
            </w:r>
          </w:p>
        </w:tc>
      </w:tr>
      <w:tr w:rsidR="007D7F8D" w14:paraId="3C8AC4F4" w14:textId="77777777" w:rsidTr="00842D5A">
        <w:tc>
          <w:tcPr>
            <w:tcW w:w="4106" w:type="dxa"/>
          </w:tcPr>
          <w:p w14:paraId="7E6B69F5" w14:textId="77777777" w:rsidR="007D7F8D" w:rsidRDefault="007D7F8D" w:rsidP="00842D5A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bCs/>
                <w:color w:val="009FE3" w:themeColor="accent1"/>
                <w:szCs w:val="20"/>
              </w:rPr>
              <w:t>Prix unitaire à la tonne sortante acceptée par le recycleur</w:t>
            </w:r>
          </w:p>
        </w:tc>
        <w:tc>
          <w:tcPr>
            <w:tcW w:w="2312" w:type="dxa"/>
          </w:tcPr>
          <w:p w14:paraId="79CCC7F9" w14:textId="77777777" w:rsidR="007D7F8D" w:rsidRDefault="007D7F8D" w:rsidP="00842D5A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€ HT/ mois</w:t>
            </w:r>
          </w:p>
        </w:tc>
        <w:tc>
          <w:tcPr>
            <w:tcW w:w="3210" w:type="dxa"/>
          </w:tcPr>
          <w:p w14:paraId="402091EB" w14:textId="77777777" w:rsidR="007D7F8D" w:rsidRDefault="007D7F8D" w:rsidP="00842D5A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</w:tbl>
    <w:p w14:paraId="26A07989" w14:textId="77777777" w:rsidR="00FC2ED2" w:rsidRDefault="00FC2ED2" w:rsidP="003A2FF6">
      <w:pPr>
        <w:spacing w:after="160"/>
        <w:jc w:val="left"/>
        <w:rPr>
          <w:rFonts w:cstheme="minorHAnsi"/>
          <w:szCs w:val="20"/>
        </w:rPr>
      </w:pPr>
    </w:p>
    <w:p w14:paraId="11A0070F" w14:textId="4A22D872" w:rsidR="00981A93" w:rsidRDefault="00981A93" w:rsidP="000862C3">
      <w:pPr>
        <w:pStyle w:val="TITRE2Sparateur"/>
        <w:numPr>
          <w:ilvl w:val="0"/>
          <w:numId w:val="33"/>
        </w:numPr>
      </w:pPr>
      <w:r>
        <w:t xml:space="preserve">Formule de révision du prix – </w:t>
      </w:r>
      <w:r w:rsidR="0096301B">
        <w:t>Indices proposés</w:t>
      </w:r>
      <w:r w:rsidR="00E800F0">
        <w:t xml:space="preserve"> par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4819"/>
        <w:gridCol w:w="1695"/>
      </w:tblGrid>
      <w:tr w:rsidR="00FB092D" w14:paraId="12FFAA3A" w14:textId="77777777" w:rsidTr="0096301B">
        <w:tc>
          <w:tcPr>
            <w:tcW w:w="1271" w:type="dxa"/>
          </w:tcPr>
          <w:p w14:paraId="21EC70D4" w14:textId="77777777" w:rsidR="00FB092D" w:rsidRDefault="00FB092D" w:rsidP="00CA2C7E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</w:p>
        </w:tc>
        <w:tc>
          <w:tcPr>
            <w:tcW w:w="1843" w:type="dxa"/>
          </w:tcPr>
          <w:p w14:paraId="433B7861" w14:textId="4553262D" w:rsidR="00FB092D" w:rsidRPr="0059136A" w:rsidRDefault="00FB092D" w:rsidP="00CA2C7E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>
              <w:rPr>
                <w:rFonts w:cstheme="minorHAnsi"/>
                <w:b/>
                <w:bCs/>
                <w:color w:val="009FE3" w:themeColor="accent1"/>
                <w:szCs w:val="20"/>
              </w:rPr>
              <w:t>Nom de l’indice</w:t>
            </w:r>
          </w:p>
        </w:tc>
        <w:tc>
          <w:tcPr>
            <w:tcW w:w="4819" w:type="dxa"/>
          </w:tcPr>
          <w:p w14:paraId="5B860857" w14:textId="18F99E0E" w:rsidR="00FB092D" w:rsidRPr="0059136A" w:rsidRDefault="00FB092D" w:rsidP="00CA2C7E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>
              <w:rPr>
                <w:rFonts w:cstheme="minorHAnsi"/>
                <w:b/>
                <w:bCs/>
                <w:color w:val="009FE3" w:themeColor="accent1"/>
                <w:szCs w:val="20"/>
              </w:rPr>
              <w:t>Définition de l’indice</w:t>
            </w:r>
          </w:p>
        </w:tc>
        <w:tc>
          <w:tcPr>
            <w:tcW w:w="1695" w:type="dxa"/>
          </w:tcPr>
          <w:p w14:paraId="3FFAC90C" w14:textId="46C4BD08" w:rsidR="00FB092D" w:rsidRPr="0059136A" w:rsidRDefault="00FB092D" w:rsidP="00CA2C7E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>
              <w:rPr>
                <w:rFonts w:cstheme="minorHAnsi"/>
                <w:b/>
                <w:bCs/>
                <w:color w:val="009FE3" w:themeColor="accent1"/>
                <w:szCs w:val="20"/>
              </w:rPr>
              <w:t xml:space="preserve">% </w:t>
            </w: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 xml:space="preserve">proposé </w:t>
            </w:r>
            <w:r>
              <w:rPr>
                <w:rFonts w:cstheme="minorHAnsi"/>
                <w:b/>
                <w:bCs/>
                <w:color w:val="009FE3" w:themeColor="accent1"/>
                <w:szCs w:val="20"/>
              </w:rPr>
              <w:t>dans la formule de calcul du coefficient de révision Cem</w:t>
            </w:r>
            <w:r w:rsidR="00E47C3A">
              <w:rPr>
                <w:rFonts w:cstheme="minorHAnsi"/>
                <w:b/>
                <w:bCs/>
                <w:color w:val="009FE3" w:themeColor="accent1"/>
                <w:szCs w:val="20"/>
              </w:rPr>
              <w:t>*</w:t>
            </w:r>
          </w:p>
        </w:tc>
      </w:tr>
      <w:tr w:rsidR="00FB092D" w14:paraId="72A5A889" w14:textId="77777777" w:rsidTr="0096301B">
        <w:tc>
          <w:tcPr>
            <w:tcW w:w="1271" w:type="dxa"/>
          </w:tcPr>
          <w:p w14:paraId="7AA88248" w14:textId="50ECD208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Indice EM1</w:t>
            </w:r>
          </w:p>
        </w:tc>
        <w:tc>
          <w:tcPr>
            <w:tcW w:w="1843" w:type="dxa"/>
          </w:tcPr>
          <w:p w14:paraId="753236E1" w14:textId="637AB8E6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4819" w:type="dxa"/>
          </w:tcPr>
          <w:p w14:paraId="22703E57" w14:textId="3B31478B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1695" w:type="dxa"/>
          </w:tcPr>
          <w:p w14:paraId="471458F6" w14:textId="77777777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FB092D" w14:paraId="2BCA19AD" w14:textId="77777777" w:rsidTr="0096301B">
        <w:tc>
          <w:tcPr>
            <w:tcW w:w="1271" w:type="dxa"/>
          </w:tcPr>
          <w:p w14:paraId="05B9BA00" w14:textId="1ED44B94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Indice EM2</w:t>
            </w:r>
          </w:p>
        </w:tc>
        <w:tc>
          <w:tcPr>
            <w:tcW w:w="1843" w:type="dxa"/>
          </w:tcPr>
          <w:p w14:paraId="7C294BBA" w14:textId="6ED8942F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4819" w:type="dxa"/>
          </w:tcPr>
          <w:p w14:paraId="574B091E" w14:textId="77777777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1695" w:type="dxa"/>
          </w:tcPr>
          <w:p w14:paraId="74A9A920" w14:textId="77777777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FB092D" w14:paraId="0559901F" w14:textId="77777777" w:rsidTr="0096301B">
        <w:tc>
          <w:tcPr>
            <w:tcW w:w="1271" w:type="dxa"/>
          </w:tcPr>
          <w:p w14:paraId="6CA97C11" w14:textId="09441B8D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Indice EM3</w:t>
            </w:r>
          </w:p>
        </w:tc>
        <w:tc>
          <w:tcPr>
            <w:tcW w:w="1843" w:type="dxa"/>
          </w:tcPr>
          <w:p w14:paraId="25003A2B" w14:textId="0DE0304C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4819" w:type="dxa"/>
          </w:tcPr>
          <w:p w14:paraId="14C43E38" w14:textId="77777777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1695" w:type="dxa"/>
          </w:tcPr>
          <w:p w14:paraId="47939F78" w14:textId="77777777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FB092D" w14:paraId="64C92927" w14:textId="77777777" w:rsidTr="0096301B">
        <w:tc>
          <w:tcPr>
            <w:tcW w:w="1271" w:type="dxa"/>
          </w:tcPr>
          <w:p w14:paraId="29C0304F" w14:textId="31E9DDD3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Indice EM4</w:t>
            </w:r>
          </w:p>
        </w:tc>
        <w:tc>
          <w:tcPr>
            <w:tcW w:w="1843" w:type="dxa"/>
          </w:tcPr>
          <w:p w14:paraId="7A96F6A2" w14:textId="6158E118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4819" w:type="dxa"/>
          </w:tcPr>
          <w:p w14:paraId="0C80A4AF" w14:textId="77777777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1695" w:type="dxa"/>
          </w:tcPr>
          <w:p w14:paraId="3E3A7C8E" w14:textId="77777777" w:rsidR="00FB092D" w:rsidRDefault="00FB092D" w:rsidP="00FB092D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</w:tbl>
    <w:p w14:paraId="583F816F" w14:textId="7A0C1BB8" w:rsidR="00981A93" w:rsidRDefault="00E47C3A" w:rsidP="00981A93">
      <w:pPr>
        <w:spacing w:after="16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>*la somme des pourcentage</w:t>
      </w:r>
      <w:r w:rsidR="0096301B">
        <w:rPr>
          <w:rFonts w:cstheme="minorHAnsi"/>
          <w:szCs w:val="20"/>
        </w:rPr>
        <w:t>s des indices</w:t>
      </w:r>
      <w:r>
        <w:rPr>
          <w:rFonts w:cstheme="minorHAnsi"/>
          <w:szCs w:val="20"/>
        </w:rPr>
        <w:t xml:space="preserve"> proposé</w:t>
      </w:r>
      <w:r w:rsidR="0096301B">
        <w:rPr>
          <w:rFonts w:cstheme="minorHAnsi"/>
          <w:szCs w:val="20"/>
        </w:rPr>
        <w:t>s</w:t>
      </w:r>
      <w:r>
        <w:rPr>
          <w:rFonts w:cstheme="minorHAnsi"/>
          <w:szCs w:val="20"/>
        </w:rPr>
        <w:t xml:space="preserve"> doit être égale à 100%</w:t>
      </w:r>
    </w:p>
    <w:p w14:paraId="014CB474" w14:textId="77777777" w:rsidR="00094BC8" w:rsidRDefault="00094BC8" w:rsidP="003A2FF6">
      <w:pPr>
        <w:spacing w:after="160"/>
        <w:jc w:val="left"/>
        <w:rPr>
          <w:rFonts w:cstheme="minorHAnsi"/>
          <w:szCs w:val="20"/>
        </w:rPr>
      </w:pPr>
    </w:p>
    <w:p w14:paraId="099468DC" w14:textId="32A098BB" w:rsidR="00195D4C" w:rsidRDefault="00195D4C">
      <w:pPr>
        <w:spacing w:after="16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br w:type="page"/>
      </w:r>
    </w:p>
    <w:p w14:paraId="21A2E9D0" w14:textId="77777777" w:rsidR="00BA5EA1" w:rsidRDefault="00BA5EA1" w:rsidP="003A2FF6">
      <w:pPr>
        <w:spacing w:after="160"/>
        <w:jc w:val="left"/>
        <w:rPr>
          <w:rFonts w:cstheme="minorHAnsi"/>
          <w:szCs w:val="20"/>
        </w:rPr>
      </w:pPr>
    </w:p>
    <w:p w14:paraId="392740BB" w14:textId="40725F61" w:rsidR="00CD000F" w:rsidRPr="00CD000F" w:rsidRDefault="00CD000F" w:rsidP="00CD000F">
      <w:pPr>
        <w:pStyle w:val="Titre2"/>
        <w:numPr>
          <w:ilvl w:val="0"/>
          <w:numId w:val="0"/>
        </w:numPr>
        <w:ind w:left="851"/>
      </w:pPr>
      <w:bookmarkStart w:id="26" w:name="_Toc187930680"/>
      <w:r>
        <w:t xml:space="preserve">Liste des documents à fournir </w:t>
      </w:r>
      <w:bookmarkEnd w:id="26"/>
    </w:p>
    <w:p w14:paraId="268BFE62" w14:textId="2AB09CCE" w:rsidR="003C44BA" w:rsidRDefault="003C44BA" w:rsidP="003C44BA">
      <w:pPr>
        <w:rPr>
          <w:sz w:val="22"/>
        </w:rPr>
      </w:pPr>
    </w:p>
    <w:p w14:paraId="37B5D5B9" w14:textId="08B6B6FD" w:rsidR="0023063C" w:rsidRDefault="0023063C" w:rsidP="0023063C">
      <w:pPr>
        <w:pStyle w:val="Titre20"/>
        <w:ind w:firstLine="0"/>
      </w:pPr>
      <w:bookmarkStart w:id="27" w:name="_Toc197940393"/>
      <w:r>
        <w:t xml:space="preserve">Annexes relatives à la situation administrative </w:t>
      </w:r>
      <w:bookmarkEnd w:id="27"/>
    </w:p>
    <w:p w14:paraId="55D4FA30" w14:textId="4091372B" w:rsidR="0023063C" w:rsidRDefault="0023063C" w:rsidP="0023063C">
      <w:r w:rsidRPr="006E65DA">
        <w:rPr>
          <w:b/>
          <w:bCs/>
        </w:rPr>
        <w:t>Annexe 1</w:t>
      </w:r>
      <w:r>
        <w:t xml:space="preserve"> - Extrait K-Bis de moins de </w:t>
      </w:r>
      <w:r w:rsidR="00AF69C2">
        <w:t>3</w:t>
      </w:r>
      <w:r>
        <w:t xml:space="preserve"> mois </w:t>
      </w:r>
    </w:p>
    <w:p w14:paraId="15B6F155" w14:textId="14A5DB9B" w:rsidR="0023063C" w:rsidRDefault="0023063C" w:rsidP="0023063C">
      <w:r w:rsidRPr="006E65DA">
        <w:rPr>
          <w:b/>
          <w:bCs/>
        </w:rPr>
        <w:t xml:space="preserve">Annexe </w:t>
      </w:r>
      <w:r w:rsidR="007C33F7">
        <w:rPr>
          <w:b/>
          <w:bCs/>
        </w:rPr>
        <w:t>2</w:t>
      </w:r>
      <w:r w:rsidRPr="006E65DA">
        <w:rPr>
          <w:b/>
          <w:bCs/>
        </w:rPr>
        <w:t xml:space="preserve"> -</w:t>
      </w:r>
      <w:r>
        <w:t xml:space="preserve"> Déclaration sur l’honneur de la régularité de sa situation au regard des obligations fiscales et sociales</w:t>
      </w:r>
    </w:p>
    <w:p w14:paraId="26551077" w14:textId="59178AA8" w:rsidR="0023063C" w:rsidRDefault="0023063C" w:rsidP="0023063C">
      <w:r w:rsidRPr="006E65DA">
        <w:rPr>
          <w:b/>
          <w:bCs/>
        </w:rPr>
        <w:t xml:space="preserve">Annexe </w:t>
      </w:r>
      <w:r w:rsidR="007C33F7">
        <w:rPr>
          <w:b/>
          <w:bCs/>
        </w:rPr>
        <w:t>3</w:t>
      </w:r>
      <w:r w:rsidRPr="006E65DA">
        <w:rPr>
          <w:b/>
          <w:bCs/>
        </w:rPr>
        <w:t xml:space="preserve"> -</w:t>
      </w:r>
      <w:r>
        <w:t xml:space="preserve"> </w:t>
      </w:r>
      <w:r w:rsidR="00736440" w:rsidRPr="00736440">
        <w:t>Les attestations de régularité fiscale, d’assurance, de vigilance URSSAF, et la déclaration des travailleurs étrangers soumis à autorisation de travail</w:t>
      </w:r>
    </w:p>
    <w:p w14:paraId="28655CC1" w14:textId="77777777" w:rsidR="0023063C" w:rsidRDefault="0023063C" w:rsidP="0023063C"/>
    <w:p w14:paraId="53A42271" w14:textId="4D86F440" w:rsidR="0023063C" w:rsidRDefault="0023063C" w:rsidP="0023063C">
      <w:pPr>
        <w:pStyle w:val="Titre20"/>
        <w:ind w:firstLine="0"/>
      </w:pPr>
      <w:bookmarkStart w:id="28" w:name="_Toc197940394"/>
      <w:r>
        <w:t xml:space="preserve">Annexes relatives </w:t>
      </w:r>
      <w:bookmarkEnd w:id="28"/>
      <w:r w:rsidR="00E03DBC">
        <w:t>à la prestation de surtri</w:t>
      </w:r>
    </w:p>
    <w:p w14:paraId="739F81A2" w14:textId="6AE1156D" w:rsidR="007B20BC" w:rsidRDefault="007B20BC" w:rsidP="007B20BC">
      <w:r w:rsidRPr="006E65DA">
        <w:rPr>
          <w:b/>
          <w:bCs/>
        </w:rPr>
        <w:t xml:space="preserve">Annexe </w:t>
      </w:r>
      <w:r>
        <w:rPr>
          <w:b/>
          <w:bCs/>
        </w:rPr>
        <w:t>4</w:t>
      </w:r>
      <w:r>
        <w:t xml:space="preserve"> – Les </w:t>
      </w:r>
      <w:r w:rsidR="001D0EAC">
        <w:t>différents</w:t>
      </w:r>
      <w:r>
        <w:t xml:space="preserve"> schémas de surtri pour le f</w:t>
      </w:r>
      <w:r w:rsidR="00997B48">
        <w:t>lux développement rigide et/ou le monof</w:t>
      </w:r>
      <w:r w:rsidR="00E800F0">
        <w:t>l</w:t>
      </w:r>
      <w:r w:rsidR="00997B48">
        <w:t>ux plastique rigide</w:t>
      </w:r>
      <w:r w:rsidR="009B5A25">
        <w:t xml:space="preserve"> et différentes options demandées dans le Cahier des Charges Technique</w:t>
      </w:r>
    </w:p>
    <w:p w14:paraId="563FF49F" w14:textId="77777777" w:rsidR="007B20BC" w:rsidRDefault="007B20BC" w:rsidP="007B20BC">
      <w:r w:rsidRPr="006E65DA">
        <w:rPr>
          <w:b/>
          <w:bCs/>
        </w:rPr>
        <w:t xml:space="preserve">Annexe </w:t>
      </w:r>
      <w:r>
        <w:rPr>
          <w:b/>
          <w:bCs/>
        </w:rPr>
        <w:t>5</w:t>
      </w:r>
      <w:r>
        <w:t xml:space="preserve"> – </w:t>
      </w:r>
      <w:r w:rsidRPr="00736440">
        <w:t>Les documents de conformité réglementaire</w:t>
      </w:r>
      <w:r w:rsidRPr="00736440">
        <w:rPr>
          <w:rFonts w:ascii="Arial" w:hAnsi="Arial" w:cs="Arial"/>
        </w:rPr>
        <w:t> </w:t>
      </w:r>
      <w:r w:rsidRPr="00736440">
        <w:t>pour la Prestation</w:t>
      </w:r>
      <w:r w:rsidRPr="00736440">
        <w:rPr>
          <w:rFonts w:ascii="Arial" w:hAnsi="Arial" w:cs="Arial"/>
        </w:rPr>
        <w:t> </w:t>
      </w:r>
      <w:r w:rsidRPr="00736440">
        <w:t>: Arrêté d’autorisation préfectorale, récépissé de déclaration ou d’enregistrement au titre de la réglementation sur les Installations Classées pour la Protection de l’Environnement (comprenant la rubrique ICPE 2714) </w:t>
      </w:r>
    </w:p>
    <w:p w14:paraId="177665EC" w14:textId="05D14527" w:rsidR="00DE71CE" w:rsidRPr="007D1383" w:rsidRDefault="00DE71CE" w:rsidP="0023063C">
      <w:pPr>
        <w:rPr>
          <w:sz w:val="22"/>
        </w:rPr>
      </w:pPr>
      <w:r>
        <w:t>Si dépôt</w:t>
      </w:r>
      <w:r w:rsidR="00C245B2">
        <w:t xml:space="preserve"> d’enregistrement</w:t>
      </w:r>
      <w:r>
        <w:t xml:space="preserve"> prévu avant la mise en œuvre</w:t>
      </w:r>
      <w:r w:rsidR="00C245B2">
        <w:t> : engagement écrit</w:t>
      </w:r>
    </w:p>
    <w:sectPr w:rsidR="00DE71CE" w:rsidRPr="007D1383" w:rsidSect="00697E20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134" w:bottom="1701" w:left="1134" w:header="709" w:footer="70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C0CE9" w14:textId="77777777" w:rsidR="00081D23" w:rsidRDefault="00081D23" w:rsidP="00892491">
      <w:pPr>
        <w:spacing w:after="0" w:line="240" w:lineRule="auto"/>
      </w:pPr>
      <w:r>
        <w:separator/>
      </w:r>
    </w:p>
    <w:p w14:paraId="3658012A" w14:textId="77777777" w:rsidR="00081D23" w:rsidRDefault="00081D23"/>
  </w:endnote>
  <w:endnote w:type="continuationSeparator" w:id="0">
    <w:p w14:paraId="2A8CB3F0" w14:textId="77777777" w:rsidR="00081D23" w:rsidRDefault="00081D23" w:rsidP="00892491">
      <w:pPr>
        <w:spacing w:after="0" w:line="240" w:lineRule="auto"/>
      </w:pPr>
      <w:r>
        <w:continuationSeparator/>
      </w:r>
    </w:p>
    <w:p w14:paraId="72DFC943" w14:textId="77777777" w:rsidR="00081D23" w:rsidRDefault="00081D23"/>
  </w:endnote>
  <w:endnote w:type="continuationNotice" w:id="1">
    <w:p w14:paraId="3E1BD8FC" w14:textId="77777777" w:rsidR="00081D23" w:rsidRDefault="00081D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5481A" w14:textId="57290C46" w:rsidR="00986E4D" w:rsidRPr="0020224B" w:rsidRDefault="00986E4D" w:rsidP="007C64B4">
    <w:pPr>
      <w:pStyle w:val="Pieddepage"/>
      <w:jc w:val="both"/>
      <w:rPr>
        <w:rStyle w:val="Numrodepage"/>
      </w:rPr>
    </w:pPr>
  </w:p>
  <w:tbl>
    <w:tblPr>
      <w:tblStyle w:val="Grilledutableau"/>
      <w:tblpPr w:leftFromText="142" w:rightFromText="142" w:vertAnchor="page" w:horzAnchor="page" w:tblpXSpec="center" w:tblpYSpec="bottom"/>
      <w:tblOverlap w:val="never"/>
      <w:tblW w:w="1190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1134"/>
      <w:gridCol w:w="8931"/>
      <w:gridCol w:w="708"/>
      <w:gridCol w:w="1134"/>
    </w:tblGrid>
    <w:tr w:rsidR="00986E4D" w:rsidRPr="004F3222" w14:paraId="4A779283" w14:textId="77777777" w:rsidTr="002C0855">
      <w:trPr>
        <w:jc w:val="center"/>
      </w:trPr>
      <w:tc>
        <w:tcPr>
          <w:tcW w:w="1134" w:type="dxa"/>
          <w:tcMar>
            <w:top w:w="57" w:type="dxa"/>
            <w:bottom w:w="57" w:type="dxa"/>
          </w:tcMar>
        </w:tcPr>
        <w:p w14:paraId="198BBF20" w14:textId="77777777" w:rsidR="00986E4D" w:rsidRPr="00754E8D" w:rsidRDefault="00986E4D" w:rsidP="007C64B4">
          <w:pPr>
            <w:pStyle w:val="InfosCale"/>
            <w:framePr w:hSpace="0" w:wrap="auto" w:vAnchor="margin" w:hAnchor="text" w:xAlign="left" w:yAlign="inline"/>
            <w:suppressOverlap w:val="0"/>
          </w:pPr>
        </w:p>
      </w:tc>
      <w:tc>
        <w:tcPr>
          <w:tcW w:w="8931" w:type="dxa"/>
          <w:shd w:val="clear" w:color="auto" w:fill="FFFFFF" w:themeFill="background1"/>
          <w:tcMar>
            <w:top w:w="57" w:type="dxa"/>
            <w:bottom w:w="57" w:type="dxa"/>
          </w:tcMar>
        </w:tcPr>
        <w:p w14:paraId="212FF283" w14:textId="18A74EC7" w:rsidR="00986E4D" w:rsidRPr="004F3222" w:rsidRDefault="00986E4D" w:rsidP="007C64B4">
          <w:pPr>
            <w:pStyle w:val="InfosDoc"/>
            <w:jc w:val="left"/>
          </w:pPr>
        </w:p>
      </w:tc>
      <w:tc>
        <w:tcPr>
          <w:tcW w:w="708" w:type="dxa"/>
          <w:shd w:val="clear" w:color="auto" w:fill="FFFFFF" w:themeFill="background1"/>
          <w:tcMar>
            <w:top w:w="57" w:type="dxa"/>
            <w:bottom w:w="57" w:type="dxa"/>
          </w:tcMar>
        </w:tcPr>
        <w:p w14:paraId="477754CB" w14:textId="77777777" w:rsidR="00986E4D" w:rsidRPr="00754E8D" w:rsidRDefault="00986E4D" w:rsidP="007C64B4">
          <w:pPr>
            <w:pStyle w:val="InfosPage"/>
            <w:framePr w:hSpace="0" w:wrap="auto" w:vAnchor="margin" w:hAnchor="text" w:xAlign="left" w:yAlign="inline"/>
            <w:suppressOverlap w:val="0"/>
          </w:pPr>
          <w:r w:rsidRPr="00754E8D">
            <w:rPr>
              <w:color w:val="2B579A"/>
              <w:shd w:val="clear" w:color="auto" w:fill="E6E6E6"/>
            </w:rPr>
            <w:fldChar w:fldCharType="begin"/>
          </w:r>
          <w:r w:rsidRPr="00754E8D">
            <w:instrText xml:space="preserve"> PAGE   \* MERGEFORMAT </w:instrText>
          </w:r>
          <w:r w:rsidRPr="00754E8D">
            <w:rPr>
              <w:color w:val="2B579A"/>
              <w:shd w:val="clear" w:color="auto" w:fill="E6E6E6"/>
            </w:rPr>
            <w:fldChar w:fldCharType="separate"/>
          </w:r>
          <w:r>
            <w:t>1</w:t>
          </w:r>
          <w:r w:rsidRPr="00754E8D">
            <w:rPr>
              <w:color w:val="2B579A"/>
              <w:shd w:val="clear" w:color="auto" w:fill="E6E6E6"/>
            </w:rPr>
            <w:fldChar w:fldCharType="end"/>
          </w:r>
          <w:r w:rsidRPr="00754E8D">
            <w:t>/</w:t>
          </w:r>
          <w:fldSimple w:instr="NUMPAGES   \* MERGEFORMAT">
            <w:r>
              <w:t>7</w:t>
            </w:r>
          </w:fldSimple>
        </w:p>
      </w:tc>
      <w:tc>
        <w:tcPr>
          <w:tcW w:w="1134" w:type="dxa"/>
          <w:tcMar>
            <w:top w:w="57" w:type="dxa"/>
            <w:bottom w:w="57" w:type="dxa"/>
          </w:tcMar>
        </w:tcPr>
        <w:p w14:paraId="47FCDB58" w14:textId="77777777" w:rsidR="00986E4D" w:rsidRPr="004F3222" w:rsidRDefault="00986E4D" w:rsidP="007C64B4">
          <w:pPr>
            <w:pStyle w:val="InfosCale"/>
            <w:framePr w:hSpace="0" w:wrap="auto" w:vAnchor="margin" w:hAnchor="text" w:xAlign="left" w:yAlign="inline"/>
            <w:suppressOverlap w:val="0"/>
          </w:pPr>
        </w:p>
      </w:tc>
    </w:tr>
    <w:tr w:rsidR="00986E4D" w:rsidRPr="004F3222" w14:paraId="4C707C80" w14:textId="77777777" w:rsidTr="002C0855">
      <w:trPr>
        <w:jc w:val="center"/>
      </w:trPr>
      <w:tc>
        <w:tcPr>
          <w:tcW w:w="1134" w:type="dxa"/>
        </w:tcPr>
        <w:p w14:paraId="683C99BB" w14:textId="77777777" w:rsidR="00986E4D" w:rsidRPr="004F3222" w:rsidRDefault="00986E4D" w:rsidP="007C64B4"/>
      </w:tc>
      <w:tc>
        <w:tcPr>
          <w:tcW w:w="8931" w:type="dxa"/>
        </w:tcPr>
        <w:p w14:paraId="77E29B95" w14:textId="77777777" w:rsidR="00986E4D" w:rsidRPr="004F3222" w:rsidRDefault="00986E4D" w:rsidP="007C64B4"/>
      </w:tc>
      <w:tc>
        <w:tcPr>
          <w:tcW w:w="708" w:type="dxa"/>
        </w:tcPr>
        <w:p w14:paraId="4B779E9C" w14:textId="77777777" w:rsidR="00986E4D" w:rsidRPr="004F3222" w:rsidRDefault="00986E4D" w:rsidP="007C64B4"/>
      </w:tc>
      <w:tc>
        <w:tcPr>
          <w:tcW w:w="1134" w:type="dxa"/>
        </w:tcPr>
        <w:p w14:paraId="470CADB3" w14:textId="77777777" w:rsidR="00986E4D" w:rsidRPr="004F3222" w:rsidRDefault="00986E4D" w:rsidP="007C64B4"/>
      </w:tc>
    </w:tr>
  </w:tbl>
  <w:p w14:paraId="1265177D" w14:textId="77777777" w:rsidR="00986E4D" w:rsidRDefault="00986E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C1F97" w14:textId="77777777" w:rsidR="00986E4D" w:rsidRPr="0020224B" w:rsidRDefault="00986E4D" w:rsidP="007C64B4">
    <w:pPr>
      <w:pStyle w:val="Pieddepage"/>
      <w:jc w:val="both"/>
      <w:rPr>
        <w:rStyle w:val="Numrodepage"/>
      </w:rPr>
    </w:pPr>
  </w:p>
  <w:tbl>
    <w:tblPr>
      <w:tblStyle w:val="Grilledutableau"/>
      <w:tblpPr w:leftFromText="142" w:rightFromText="142" w:vertAnchor="page" w:horzAnchor="page" w:tblpXSpec="center" w:tblpYSpec="bottom"/>
      <w:tblOverlap w:val="never"/>
      <w:tblW w:w="1190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1134"/>
      <w:gridCol w:w="8931"/>
      <w:gridCol w:w="708"/>
      <w:gridCol w:w="1134"/>
    </w:tblGrid>
    <w:tr w:rsidR="00986E4D" w:rsidRPr="004F3222" w14:paraId="78941062" w14:textId="77777777" w:rsidTr="002C0855">
      <w:trPr>
        <w:jc w:val="center"/>
      </w:trPr>
      <w:tc>
        <w:tcPr>
          <w:tcW w:w="1134" w:type="dxa"/>
          <w:tcMar>
            <w:top w:w="57" w:type="dxa"/>
            <w:bottom w:w="57" w:type="dxa"/>
          </w:tcMar>
        </w:tcPr>
        <w:p w14:paraId="0C44C1D2" w14:textId="77777777" w:rsidR="00986E4D" w:rsidRPr="00754E8D" w:rsidRDefault="00986E4D" w:rsidP="007C64B4">
          <w:pPr>
            <w:pStyle w:val="InfosCale"/>
            <w:framePr w:hSpace="0" w:wrap="auto" w:vAnchor="margin" w:hAnchor="text" w:xAlign="left" w:yAlign="inline"/>
            <w:suppressOverlap w:val="0"/>
          </w:pPr>
        </w:p>
      </w:tc>
      <w:tc>
        <w:tcPr>
          <w:tcW w:w="8931" w:type="dxa"/>
          <w:shd w:val="clear" w:color="auto" w:fill="FFFFFF" w:themeFill="background1"/>
          <w:tcMar>
            <w:top w:w="57" w:type="dxa"/>
            <w:bottom w:w="57" w:type="dxa"/>
          </w:tcMar>
        </w:tcPr>
        <w:p w14:paraId="44CC4039" w14:textId="2CB9CC6C" w:rsidR="00986E4D" w:rsidRPr="004F3222" w:rsidRDefault="00986E4D" w:rsidP="007C64B4">
          <w:pPr>
            <w:pStyle w:val="InfosDoc"/>
            <w:jc w:val="left"/>
          </w:pPr>
        </w:p>
      </w:tc>
      <w:tc>
        <w:tcPr>
          <w:tcW w:w="708" w:type="dxa"/>
          <w:shd w:val="clear" w:color="auto" w:fill="FFFFFF" w:themeFill="background1"/>
          <w:tcMar>
            <w:top w:w="57" w:type="dxa"/>
            <w:bottom w:w="57" w:type="dxa"/>
          </w:tcMar>
        </w:tcPr>
        <w:p w14:paraId="6AC8A79E" w14:textId="77777777" w:rsidR="00986E4D" w:rsidRPr="00754E8D" w:rsidRDefault="00986E4D" w:rsidP="007C64B4">
          <w:pPr>
            <w:pStyle w:val="InfosPage"/>
            <w:framePr w:hSpace="0" w:wrap="auto" w:vAnchor="margin" w:hAnchor="text" w:xAlign="left" w:yAlign="inline"/>
            <w:suppressOverlap w:val="0"/>
          </w:pPr>
          <w:r w:rsidRPr="00754E8D">
            <w:rPr>
              <w:color w:val="2B579A"/>
              <w:shd w:val="clear" w:color="auto" w:fill="E6E6E6"/>
            </w:rPr>
            <w:fldChar w:fldCharType="begin"/>
          </w:r>
          <w:r w:rsidRPr="00754E8D">
            <w:instrText xml:space="preserve"> PAGE   \* MERGEFORMAT </w:instrText>
          </w:r>
          <w:r w:rsidRPr="00754E8D">
            <w:rPr>
              <w:color w:val="2B579A"/>
              <w:shd w:val="clear" w:color="auto" w:fill="E6E6E6"/>
            </w:rPr>
            <w:fldChar w:fldCharType="separate"/>
          </w:r>
          <w:r>
            <w:t>1</w:t>
          </w:r>
          <w:r w:rsidRPr="00754E8D">
            <w:rPr>
              <w:color w:val="2B579A"/>
              <w:shd w:val="clear" w:color="auto" w:fill="E6E6E6"/>
            </w:rPr>
            <w:fldChar w:fldCharType="end"/>
          </w:r>
          <w:r w:rsidRPr="00754E8D">
            <w:t>/</w:t>
          </w:r>
          <w:fldSimple w:instr="NUMPAGES   \* MERGEFORMAT">
            <w:r>
              <w:t>6</w:t>
            </w:r>
          </w:fldSimple>
        </w:p>
      </w:tc>
      <w:tc>
        <w:tcPr>
          <w:tcW w:w="1134" w:type="dxa"/>
          <w:tcMar>
            <w:top w:w="57" w:type="dxa"/>
            <w:bottom w:w="57" w:type="dxa"/>
          </w:tcMar>
        </w:tcPr>
        <w:p w14:paraId="2ED33B3B" w14:textId="77777777" w:rsidR="00986E4D" w:rsidRPr="004F3222" w:rsidRDefault="00986E4D" w:rsidP="007C64B4">
          <w:pPr>
            <w:pStyle w:val="InfosCale"/>
            <w:framePr w:hSpace="0" w:wrap="auto" w:vAnchor="margin" w:hAnchor="text" w:xAlign="left" w:yAlign="inline"/>
            <w:suppressOverlap w:val="0"/>
          </w:pPr>
        </w:p>
      </w:tc>
    </w:tr>
    <w:tr w:rsidR="00986E4D" w:rsidRPr="004F3222" w14:paraId="0DB435CB" w14:textId="77777777" w:rsidTr="002C0855">
      <w:trPr>
        <w:jc w:val="center"/>
      </w:trPr>
      <w:tc>
        <w:tcPr>
          <w:tcW w:w="1134" w:type="dxa"/>
        </w:tcPr>
        <w:p w14:paraId="63458A84" w14:textId="77777777" w:rsidR="00986E4D" w:rsidRPr="004F3222" w:rsidRDefault="00986E4D" w:rsidP="007C64B4"/>
      </w:tc>
      <w:tc>
        <w:tcPr>
          <w:tcW w:w="8931" w:type="dxa"/>
        </w:tcPr>
        <w:p w14:paraId="7DDFE129" w14:textId="77777777" w:rsidR="00986E4D" w:rsidRPr="004F3222" w:rsidRDefault="00986E4D" w:rsidP="007C64B4"/>
      </w:tc>
      <w:tc>
        <w:tcPr>
          <w:tcW w:w="708" w:type="dxa"/>
        </w:tcPr>
        <w:p w14:paraId="10CDE1BA" w14:textId="77777777" w:rsidR="00986E4D" w:rsidRPr="004F3222" w:rsidRDefault="00986E4D" w:rsidP="007C64B4"/>
      </w:tc>
      <w:tc>
        <w:tcPr>
          <w:tcW w:w="1134" w:type="dxa"/>
        </w:tcPr>
        <w:p w14:paraId="45594B8D" w14:textId="77777777" w:rsidR="00986E4D" w:rsidRPr="004F3222" w:rsidRDefault="00986E4D" w:rsidP="007C64B4"/>
      </w:tc>
    </w:tr>
  </w:tbl>
  <w:p w14:paraId="558070DB" w14:textId="77777777" w:rsidR="00986E4D" w:rsidRDefault="00986E4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EF82" w14:textId="77777777" w:rsidR="00986E4D" w:rsidRPr="00B03973" w:rsidRDefault="00986E4D" w:rsidP="00D27862">
    <w:pPr>
      <w:pStyle w:val="Avertissement"/>
    </w:pPr>
    <w:r w:rsidRPr="00B03973">
      <w:t xml:space="preserve">Ce document est la propriété exclusive de la société </w:t>
    </w:r>
    <w:r>
      <w:t>Citeo</w:t>
    </w:r>
    <w:r w:rsidRPr="00B03973">
      <w:t xml:space="preserve"> et ne saurait être utilisé, reproduit, représenté, transmis ou divulgué sans l’accord préalable et explicite de celle-ci.</w:t>
    </w:r>
  </w:p>
  <w:p w14:paraId="68472D75" w14:textId="77777777" w:rsidR="00986E4D" w:rsidRDefault="00986E4D" w:rsidP="00D27862">
    <w:pPr>
      <w:pStyle w:val="Pieddepage"/>
    </w:pPr>
  </w:p>
  <w:p w14:paraId="0DA7DC8A" w14:textId="77777777" w:rsidR="00986E4D" w:rsidRDefault="00986E4D" w:rsidP="00D27862">
    <w:pPr>
      <w:pStyle w:val="Pieddepage"/>
    </w:pPr>
    <w:r>
      <w:rPr>
        <w:noProof/>
        <w:color w:val="2B579A"/>
        <w:shd w:val="clear" w:color="auto" w:fill="E6E6E6"/>
        <w:lang w:eastAsia="zh-TW"/>
      </w:rPr>
      <w:drawing>
        <wp:anchor distT="0" distB="0" distL="114300" distR="114300" simplePos="0" relativeHeight="251658240" behindDoc="1" locked="1" layoutInCell="1" allowOverlap="1" wp14:anchorId="389CE329" wp14:editId="75C378C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310" cy="1083310"/>
          <wp:effectExtent l="0" t="0" r="0" b="0"/>
          <wp:wrapNone/>
          <wp:docPr id="847545757" name="Image 847545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83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 w:rsidRPr="00576A49">
      <w:rPr>
        <w:rStyle w:val="Numrodepage"/>
      </w:rPr>
      <w:t>4</w:t>
    </w:r>
    <w:r>
      <w:rPr>
        <w:color w:val="2B579A"/>
        <w:shd w:val="clear" w:color="auto" w:fill="E6E6E6"/>
      </w:rPr>
      <w:fldChar w:fldCharType="end"/>
    </w:r>
    <w: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  \* MERGEFORMAT </w:instrText>
    </w:r>
    <w:r>
      <w:rPr>
        <w:rStyle w:val="Numrodepage"/>
      </w:rPr>
      <w:fldChar w:fldCharType="separate"/>
    </w:r>
    <w:r>
      <w:rPr>
        <w:rStyle w:val="Numrodepage"/>
      </w:rPr>
      <w:t>15</w:t>
    </w:r>
    <w:r>
      <w:rPr>
        <w:rStyle w:val="Numrodepage"/>
      </w:rPr>
      <w:fldChar w:fldCharType="end"/>
    </w:r>
    <w:bookmarkStart w:id="29" w:name="_Hlk491332020"/>
    <w:bookmarkEnd w:id="29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3E541" w14:textId="77777777" w:rsidR="00986E4D" w:rsidRDefault="00986E4D" w:rsidP="00D27862">
    <w:pPr>
      <w:pStyle w:val="Pieddepage"/>
      <w:tabs>
        <w:tab w:val="left" w:pos="426"/>
      </w:tabs>
    </w:pPr>
  </w:p>
  <w:p w14:paraId="275EAFBA" w14:textId="77777777" w:rsidR="00986E4D" w:rsidRDefault="00986E4D" w:rsidP="00D27862">
    <w:pPr>
      <w:pStyle w:val="Pieddepage"/>
      <w:tabs>
        <w:tab w:val="left" w:pos="426"/>
      </w:tabs>
      <w:jc w:val="left"/>
    </w:pPr>
    <w:r>
      <w:t>Ce document est la propriété exclusive de la société CITEO et ne saurait être utilisé, reproduit, représenté, transmis ou divulgué sans son accord préalable et explicite.</w:t>
    </w:r>
  </w:p>
  <w:p w14:paraId="7688467D" w14:textId="77777777" w:rsidR="00986E4D" w:rsidRDefault="00986E4D" w:rsidP="00D27862">
    <w:pPr>
      <w:pStyle w:val="Pieddepage"/>
      <w:tabs>
        <w:tab w:val="left" w:pos="426"/>
      </w:tabs>
      <w:jc w:val="right"/>
    </w:pPr>
    <w:r>
      <w:rPr>
        <w:noProof/>
        <w:color w:val="2B579A"/>
        <w:shd w:val="clear" w:color="auto" w:fill="E6E6E6"/>
      </w:rPr>
      <w:drawing>
        <wp:inline distT="0" distB="0" distL="0" distR="0" wp14:anchorId="66FE59AA" wp14:editId="5E60CFB6">
          <wp:extent cx="1268095" cy="621030"/>
          <wp:effectExtent l="0" t="0" r="8255" b="7620"/>
          <wp:docPr id="536201916" name="Image 536201916" descr="LOGO_CITEO_K_signature_Perm_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095" cy="621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051408" w14:textId="77777777" w:rsidR="00986E4D" w:rsidRDefault="00986E4D" w:rsidP="00D27862">
    <w:pPr>
      <w:pStyle w:val="Pieddepage"/>
      <w:tabs>
        <w:tab w:val="left" w:pos="426"/>
      </w:tabs>
    </w:pPr>
  </w:p>
  <w:p w14:paraId="0EDE6308" w14:textId="77777777" w:rsidR="00986E4D" w:rsidRDefault="00986E4D" w:rsidP="00D27862">
    <w:pPr>
      <w:pStyle w:val="Pieddepage"/>
      <w:tabs>
        <w:tab w:val="left" w:pos="42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7AD3B" w14:textId="77777777" w:rsidR="00081D23" w:rsidRPr="00B03973" w:rsidRDefault="00081D23" w:rsidP="00D27862">
      <w:pPr>
        <w:pStyle w:val="Avertissement"/>
      </w:pPr>
      <w:r w:rsidRPr="00B03973">
        <w:t xml:space="preserve">Ce document est la propriété exclusive de la société </w:t>
      </w:r>
      <w:r>
        <w:t>Citeo</w:t>
      </w:r>
      <w:r w:rsidRPr="00B03973">
        <w:t xml:space="preserve"> et ne saurait être utilisé, reproduit, représenté, transmis ou divulgué sans l’accord préalable et explicite de celle-ci.</w:t>
      </w:r>
    </w:p>
    <w:p w14:paraId="134DAACB" w14:textId="77777777" w:rsidR="00081D23" w:rsidRDefault="00081D23" w:rsidP="00D27862">
      <w:pPr>
        <w:pStyle w:val="Pieddepage"/>
      </w:pPr>
    </w:p>
    <w:p w14:paraId="259DF90D" w14:textId="77777777" w:rsidR="00081D23" w:rsidRDefault="00081D23" w:rsidP="00D27862">
      <w:pPr>
        <w:pStyle w:val="Pieddepage"/>
      </w:pP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91008" behindDoc="1" locked="1" layoutInCell="1" allowOverlap="1" wp14:anchorId="1EB06F06" wp14:editId="71A007ED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367703522" name="Image 367703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9984" behindDoc="1" locked="1" layoutInCell="1" allowOverlap="1" wp14:anchorId="235D0BA1" wp14:editId="4393F522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711063124" name="Image 711063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8960" behindDoc="1" locked="1" layoutInCell="1" allowOverlap="1" wp14:anchorId="1E2FE46F" wp14:editId="2E5B29F4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507726383" name="Image 507726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7936" behindDoc="1" locked="1" layoutInCell="1" allowOverlap="1" wp14:anchorId="7A652EE2" wp14:editId="16C48B9D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838416760" name="Image 838416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6912" behindDoc="1" locked="1" layoutInCell="1" allowOverlap="1" wp14:anchorId="0D2CD517" wp14:editId="0BF778AC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855136271" name="Image 855136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5888" behindDoc="1" locked="1" layoutInCell="1" allowOverlap="1" wp14:anchorId="2FDD237F" wp14:editId="51A77DC7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550712869" name="Image 155071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4864" behindDoc="1" locked="1" layoutInCell="1" allowOverlap="1" wp14:anchorId="21910F71" wp14:editId="550A14DA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708580417" name="Image 708580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3840" behindDoc="1" locked="1" layoutInCell="1" allowOverlap="1" wp14:anchorId="7ECECEE0" wp14:editId="5EE365DA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588414849" name="Image 588414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2816" behindDoc="1" locked="1" layoutInCell="1" allowOverlap="1" wp14:anchorId="54C74D69" wp14:editId="7CF1A097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839844645" name="Image 1839844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1792" behindDoc="1" locked="1" layoutInCell="1" allowOverlap="1" wp14:anchorId="5CAAACD3" wp14:editId="1AB5111E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462011990" name="Image 462011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80768" behindDoc="1" locked="1" layoutInCell="1" allowOverlap="1" wp14:anchorId="2F5E660B" wp14:editId="537D8C09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9093629" name="Image 9093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9744" behindDoc="1" locked="1" layoutInCell="1" allowOverlap="1" wp14:anchorId="12721F85" wp14:editId="3F2FFA86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2042294517" name="Image 2042294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8720" behindDoc="1" locked="1" layoutInCell="1" allowOverlap="1" wp14:anchorId="2EAAABEA" wp14:editId="6492038D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516377368" name="Image 1516377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7696" behindDoc="1" locked="1" layoutInCell="1" allowOverlap="1" wp14:anchorId="509F265E" wp14:editId="048FBE71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90268877" name="Image 90268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6672" behindDoc="1" locked="1" layoutInCell="1" allowOverlap="1" wp14:anchorId="1989A3CF" wp14:editId="505DFCDD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2042492234" name="Image 2042492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5648" behindDoc="1" locked="1" layoutInCell="1" allowOverlap="1" wp14:anchorId="40BA7AC2" wp14:editId="4D044176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305089425" name="Image 1305089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4624" behindDoc="1" locked="1" layoutInCell="1" allowOverlap="1" wp14:anchorId="375035AB" wp14:editId="1B27A6E2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209257437" name="Image 209257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3600" behindDoc="1" locked="1" layoutInCell="1" allowOverlap="1" wp14:anchorId="5B39E3B2" wp14:editId="56E11B53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173585663" name="Image 1173585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2576" behindDoc="1" locked="1" layoutInCell="1" allowOverlap="1" wp14:anchorId="14E21C11" wp14:editId="415B74A5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581164760" name="Image 1581164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1552" behindDoc="1" locked="1" layoutInCell="1" allowOverlap="1" wp14:anchorId="6C96A7D1" wp14:editId="6AB100DF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723558768" name="Image 1723558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70528" behindDoc="1" locked="1" layoutInCell="1" allowOverlap="1" wp14:anchorId="237B6645" wp14:editId="500F3730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670456857" name="Image 670456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9504" behindDoc="1" locked="1" layoutInCell="1" allowOverlap="1" wp14:anchorId="72C50945" wp14:editId="0C019E4C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990339563" name="Image 990339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8480" behindDoc="1" locked="1" layoutInCell="1" allowOverlap="1" wp14:anchorId="35227166" wp14:editId="05651AD8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448261450" name="Image 448261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7456" behindDoc="1" locked="1" layoutInCell="1" allowOverlap="1" wp14:anchorId="12C37A35" wp14:editId="7033FD65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317420924" name="Image 317420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6432" behindDoc="1" locked="1" layoutInCell="1" allowOverlap="1" wp14:anchorId="158D0A19" wp14:editId="5EC9250A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749250466" name="Image 749250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5408" behindDoc="1" locked="1" layoutInCell="1" allowOverlap="1" wp14:anchorId="659EE72B" wp14:editId="1C174419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446065388" name="Image 1446065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4384" behindDoc="1" locked="1" layoutInCell="1" allowOverlap="1" wp14:anchorId="439C4700" wp14:editId="5D5CB59F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855563839" name="Image 855563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3360" behindDoc="1" locked="1" layoutInCell="1" allowOverlap="1" wp14:anchorId="48B080CF" wp14:editId="364A5C31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962519514" name="Image 962519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2336" behindDoc="1" locked="1" layoutInCell="1" allowOverlap="1" wp14:anchorId="5DBF9938" wp14:editId="1A65D5E2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805635194" name="Image 1805635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1312" behindDoc="1" locked="1" layoutInCell="1" allowOverlap="1" wp14:anchorId="4FCAFF17" wp14:editId="39A8F3D7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1683535461" name="Image 1683535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0288" behindDoc="1" locked="1" layoutInCell="1" allowOverlap="1" wp14:anchorId="219F5AD2" wp14:editId="796BEA59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204837494" name="Image 204837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59264" behindDoc="1" locked="1" layoutInCell="1" allowOverlap="1" wp14:anchorId="3C0A6426" wp14:editId="75B0DD8B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601729095" name="Image 601729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2B579A"/>
          <w:shd w:val="clear" w:color="auto" w:fill="E6E6E6"/>
        </w:rPr>
        <w:fldChar w:fldCharType="begin"/>
      </w:r>
      <w:r>
        <w:instrText xml:space="preserve"> PAGE   \* MERGEFORMAT </w:instrText>
      </w:r>
      <w:r>
        <w:rPr>
          <w:color w:val="2B579A"/>
          <w:shd w:val="clear" w:color="auto" w:fill="E6E6E6"/>
        </w:rPr>
        <w:fldChar w:fldCharType="separate"/>
      </w:r>
      <w:r w:rsidRPr="00576A49">
        <w:rPr>
          <w:rStyle w:val="Numrodepage"/>
        </w:rPr>
        <w:t>4</w:t>
      </w:r>
      <w:r>
        <w:rPr>
          <w:color w:val="2B579A"/>
          <w:shd w:val="clear" w:color="auto" w:fill="E6E6E6"/>
        </w:rPr>
        <w:fldChar w:fldCharType="end"/>
      </w:r>
      <w:r>
        <w:t>/</w:t>
      </w:r>
      <w:r>
        <w:rPr>
          <w:rStyle w:val="Numrodepage"/>
        </w:rPr>
        <w:fldChar w:fldCharType="begin"/>
      </w:r>
      <w:r>
        <w:rPr>
          <w:rStyle w:val="Numrodepage"/>
        </w:rPr>
        <w:instrText xml:space="preserve"> NUMPAGES   \* MERGEFORMAT </w:instrText>
      </w:r>
      <w:r>
        <w:rPr>
          <w:rStyle w:val="Numrodepage"/>
        </w:rPr>
        <w:fldChar w:fldCharType="separate"/>
      </w:r>
      <w:r>
        <w:rPr>
          <w:rStyle w:val="Numrodepage"/>
        </w:rPr>
        <w:t>15</w:t>
      </w:r>
      <w:r>
        <w:rPr>
          <w:rStyle w:val="Numrodepage"/>
        </w:rPr>
        <w:fldChar w:fldCharType="end"/>
      </w:r>
    </w:p>
    <w:p w14:paraId="38683041" w14:textId="77777777" w:rsidR="00081D23" w:rsidRDefault="00081D23">
      <w:pPr>
        <w:pStyle w:val="Pieddepage"/>
      </w:pPr>
    </w:p>
    <w:p w14:paraId="101000DD" w14:textId="77777777" w:rsidR="00081D23" w:rsidRDefault="00081D23"/>
    <w:p w14:paraId="50FDCA31" w14:textId="77777777" w:rsidR="00081D23" w:rsidRPr="00335DE6" w:rsidRDefault="00081D23" w:rsidP="00892491">
      <w:pPr>
        <w:spacing w:after="0" w:line="240" w:lineRule="auto"/>
        <w:rPr>
          <w:color w:val="000000" w:themeColor="text2"/>
        </w:rPr>
      </w:pPr>
      <w:r w:rsidRPr="00335DE6">
        <w:rPr>
          <w:color w:val="000000" w:themeColor="text2"/>
        </w:rPr>
        <w:separator/>
      </w:r>
    </w:p>
    <w:p w14:paraId="3342A493" w14:textId="77777777" w:rsidR="00081D23" w:rsidRDefault="00081D23"/>
  </w:footnote>
  <w:footnote w:type="continuationSeparator" w:id="0">
    <w:p w14:paraId="583861A2" w14:textId="77777777" w:rsidR="00081D23" w:rsidRDefault="00081D23" w:rsidP="00892491">
      <w:pPr>
        <w:spacing w:after="0" w:line="240" w:lineRule="auto"/>
      </w:pPr>
      <w:r>
        <w:continuationSeparator/>
      </w:r>
    </w:p>
    <w:p w14:paraId="06067BE4" w14:textId="77777777" w:rsidR="00081D23" w:rsidRDefault="00081D23"/>
  </w:footnote>
  <w:footnote w:type="continuationNotice" w:id="1">
    <w:p w14:paraId="38E77BC9" w14:textId="77777777" w:rsidR="00081D23" w:rsidRDefault="00081D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83A3B" w14:textId="77777777" w:rsidR="0097717A" w:rsidRDefault="0097717A" w:rsidP="0097717A">
    <w:pPr>
      <w:pStyle w:val="Pieddepage"/>
      <w:jc w:val="both"/>
      <w:rPr>
        <w:rStyle w:val="Numrodepage"/>
      </w:rPr>
    </w:pPr>
  </w:p>
  <w:p w14:paraId="1D58DFFC" w14:textId="2EC63E48" w:rsidR="00986E4D" w:rsidRPr="003C05D1" w:rsidRDefault="00986E4D" w:rsidP="0097717A">
    <w:pPr>
      <w:pStyle w:val="TOPTitre"/>
      <w:ind w:left="0" w:firstLine="0"/>
      <w:rPr>
        <w:rStyle w:val="Numrodepag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00BA73C9" w14:paraId="34FCBA2B" w14:textId="77777777" w:rsidTr="00BA73C9">
      <w:trPr>
        <w:trHeight w:val="300"/>
      </w:trPr>
      <w:tc>
        <w:tcPr>
          <w:tcW w:w="2925" w:type="dxa"/>
        </w:tcPr>
        <w:p w14:paraId="6465009F" w14:textId="2B49F2F8" w:rsidR="00BA73C9" w:rsidRDefault="00BA73C9" w:rsidP="00BA73C9">
          <w:pPr>
            <w:pStyle w:val="En-tte"/>
            <w:ind w:left="-115"/>
            <w:jc w:val="left"/>
          </w:pPr>
        </w:p>
      </w:tc>
      <w:tc>
        <w:tcPr>
          <w:tcW w:w="2925" w:type="dxa"/>
        </w:tcPr>
        <w:p w14:paraId="437325F6" w14:textId="1B02F797" w:rsidR="00BA73C9" w:rsidRDefault="00BA73C9" w:rsidP="00BA73C9">
          <w:pPr>
            <w:pStyle w:val="En-tte"/>
            <w:jc w:val="center"/>
          </w:pPr>
        </w:p>
      </w:tc>
      <w:tc>
        <w:tcPr>
          <w:tcW w:w="2925" w:type="dxa"/>
        </w:tcPr>
        <w:p w14:paraId="561DC045" w14:textId="1A057347" w:rsidR="00BA73C9" w:rsidRDefault="00BA73C9" w:rsidP="00BA73C9">
          <w:pPr>
            <w:pStyle w:val="En-tte"/>
            <w:ind w:right="-115"/>
          </w:pPr>
        </w:p>
      </w:tc>
    </w:tr>
  </w:tbl>
  <w:p w14:paraId="2B01A2FB" w14:textId="4BD3E159" w:rsidR="00961C1D" w:rsidRDefault="00961C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06669" w14:textId="77777777" w:rsidR="00986E4D" w:rsidRPr="00D97AD7" w:rsidRDefault="00986E4D" w:rsidP="00D2786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7DA88" w14:textId="77777777" w:rsidR="00986E4D" w:rsidRDefault="00986E4D" w:rsidP="00D27862">
    <w:pPr>
      <w:pStyle w:val="En-tte"/>
    </w:pPr>
  </w:p>
  <w:p w14:paraId="63676E24" w14:textId="77777777" w:rsidR="00986E4D" w:rsidRDefault="00986E4D" w:rsidP="00D27862">
    <w:pPr>
      <w:pStyle w:val="En-tte"/>
    </w:pPr>
  </w:p>
  <w:p w14:paraId="11F95A03" w14:textId="77777777" w:rsidR="00986E4D" w:rsidRDefault="00986E4D" w:rsidP="00D27862">
    <w:pPr>
      <w:pStyle w:val="En-tte"/>
    </w:pPr>
  </w:p>
  <w:p w14:paraId="25FECD07" w14:textId="77777777" w:rsidR="00986E4D" w:rsidRDefault="00986E4D" w:rsidP="00D27862">
    <w:pPr>
      <w:pStyle w:val="En-tte"/>
    </w:pPr>
  </w:p>
  <w:p w14:paraId="3B0C5844" w14:textId="77777777" w:rsidR="00986E4D" w:rsidRDefault="00986E4D" w:rsidP="00D27862">
    <w:pPr>
      <w:pStyle w:val="En-tte"/>
    </w:pPr>
  </w:p>
  <w:p w14:paraId="63A2F08F" w14:textId="77777777" w:rsidR="00986E4D" w:rsidRDefault="00986E4D" w:rsidP="00D278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D5D5E"/>
    <w:multiLevelType w:val="hybridMultilevel"/>
    <w:tmpl w:val="33FE1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B4985"/>
    <w:multiLevelType w:val="multilevel"/>
    <w:tmpl w:val="70BC42B8"/>
    <w:lvl w:ilvl="0">
      <w:start w:val="1"/>
      <w:numFmt w:val="decimal"/>
      <w:pStyle w:val="Listenumros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  <w:color w:val="auto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b/>
        <w:i w:val="0"/>
        <w:color w:val="auto"/>
      </w:rPr>
    </w:lvl>
    <w:lvl w:ilvl="2">
      <w:start w:val="1"/>
      <w:numFmt w:val="lowerRoman"/>
      <w:pStyle w:val="Listenumros3"/>
      <w:lvlText w:val="%3."/>
      <w:lvlJc w:val="left"/>
      <w:pPr>
        <w:tabs>
          <w:tab w:val="num" w:pos="851"/>
        </w:tabs>
        <w:ind w:left="851" w:hanging="284"/>
      </w:pPr>
      <w:rPr>
        <w:rFonts w:hint="default"/>
        <w:b/>
        <w:i w:val="0"/>
        <w:color w:val="auto"/>
      </w:rPr>
    </w:lvl>
    <w:lvl w:ilvl="3">
      <w:start w:val="1"/>
      <w:numFmt w:val="decimal"/>
      <w:pStyle w:val="Listenumros4"/>
      <w:lvlText w:val="(%4)"/>
      <w:lvlJc w:val="left"/>
      <w:pPr>
        <w:tabs>
          <w:tab w:val="num" w:pos="1134"/>
        </w:tabs>
        <w:ind w:left="1134" w:hanging="283"/>
      </w:pPr>
      <w:rPr>
        <w:rFonts w:hint="default"/>
        <w:b w:val="0"/>
        <w:i w:val="0"/>
        <w:color w:val="auto"/>
      </w:rPr>
    </w:lvl>
    <w:lvl w:ilvl="4">
      <w:start w:val="1"/>
      <w:numFmt w:val="lowerLetter"/>
      <w:pStyle w:val="Listenumros5"/>
      <w:lvlText w:val="(%5)"/>
      <w:lvlJc w:val="left"/>
      <w:pPr>
        <w:tabs>
          <w:tab w:val="num" w:pos="1418"/>
        </w:tabs>
        <w:ind w:left="1418" w:hanging="284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A10F1A"/>
    <w:multiLevelType w:val="multilevel"/>
    <w:tmpl w:val="7F80F3C0"/>
    <w:lvl w:ilvl="0">
      <w:numFmt w:val="bullet"/>
      <w:lvlText w:val="-"/>
      <w:lvlJc w:val="left"/>
      <w:pPr>
        <w:tabs>
          <w:tab w:val="num" w:pos="852"/>
        </w:tabs>
        <w:ind w:left="852" w:hanging="284"/>
      </w:pPr>
      <w:rPr>
        <w:rFonts w:ascii="Arial" w:eastAsiaTheme="minorHAnsi" w:hAnsi="Arial" w:cs="Arial" w:hint="default"/>
        <w:b/>
        <w:i w:val="0"/>
        <w:color w:val="auto"/>
      </w:rPr>
    </w:lvl>
    <w:lvl w:ilvl="1">
      <w:start w:val="1"/>
      <w:numFmt w:val="bullet"/>
      <w:lvlRestart w:val="0"/>
      <w:lvlText w:val=""/>
      <w:lvlJc w:val="left"/>
      <w:pPr>
        <w:tabs>
          <w:tab w:val="num" w:pos="1135"/>
        </w:tabs>
        <w:ind w:left="1135" w:hanging="283"/>
      </w:pPr>
      <w:rPr>
        <w:rFonts w:ascii="Symbol" w:hAnsi="Symbol" w:hint="default"/>
        <w:b/>
        <w:i w:val="0"/>
        <w:color w:val="auto"/>
      </w:rPr>
    </w:lvl>
    <w:lvl w:ilvl="2">
      <w:start w:val="1"/>
      <w:numFmt w:val="bullet"/>
      <w:lvlRestart w:val="0"/>
      <w:lvlText w:val=""/>
      <w:lvlJc w:val="left"/>
      <w:pPr>
        <w:tabs>
          <w:tab w:val="num" w:pos="1419"/>
        </w:tabs>
        <w:ind w:left="1419" w:hanging="284"/>
      </w:pPr>
      <w:rPr>
        <w:rFonts w:ascii="Symbol" w:hAnsi="Symbol" w:hint="default"/>
        <w:b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702"/>
        </w:tabs>
        <w:ind w:left="1702" w:hanging="283"/>
      </w:pPr>
      <w:rPr>
        <w:rFonts w:ascii="Symbol" w:hAnsi="Symbol" w:hint="default"/>
        <w:b/>
        <w:i w:val="0"/>
        <w:color w:val="auto"/>
      </w:rPr>
    </w:lvl>
    <w:lvl w:ilvl="4">
      <w:start w:val="1"/>
      <w:numFmt w:val="bullet"/>
      <w:lvlText w:val=""/>
      <w:lvlJc w:val="left"/>
      <w:pPr>
        <w:tabs>
          <w:tab w:val="num" w:pos="1986"/>
        </w:tabs>
        <w:ind w:left="1986" w:hanging="284"/>
      </w:pPr>
      <w:rPr>
        <w:rFonts w:ascii="Symbol" w:hAnsi="Symbol" w:hint="default"/>
        <w:b/>
        <w:i w:val="0"/>
        <w:color w:val="auto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3" w15:restartNumberingAfterBreak="0">
    <w:nsid w:val="0EDE03E2"/>
    <w:multiLevelType w:val="multilevel"/>
    <w:tmpl w:val="5D501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996D95"/>
    <w:multiLevelType w:val="multilevel"/>
    <w:tmpl w:val="7BC6EA92"/>
    <w:lvl w:ilvl="0">
      <w:start w:val="1"/>
      <w:numFmt w:val="bullet"/>
      <w:pStyle w:val="Article-Liste1"/>
      <w:lvlText w:val=""/>
      <w:lvlJc w:val="left"/>
      <w:pPr>
        <w:tabs>
          <w:tab w:val="num" w:pos="2098"/>
        </w:tabs>
        <w:ind w:left="2098" w:hanging="227"/>
      </w:pPr>
      <w:rPr>
        <w:rFonts w:ascii="Symbol" w:hAnsi="Symbol" w:hint="default"/>
        <w:color w:val="000000" w:themeColor="text2"/>
        <w:sz w:val="28"/>
      </w:rPr>
    </w:lvl>
    <w:lvl w:ilvl="1">
      <w:start w:val="1"/>
      <w:numFmt w:val="bullet"/>
      <w:pStyle w:val="Article-Liste2"/>
      <w:lvlText w:val=""/>
      <w:lvlJc w:val="left"/>
      <w:pPr>
        <w:tabs>
          <w:tab w:val="num" w:pos="2325"/>
        </w:tabs>
        <w:ind w:left="2325" w:hanging="227"/>
      </w:pPr>
      <w:rPr>
        <w:rFonts w:ascii="Symbol" w:hAnsi="Symbol" w:hint="default"/>
        <w:b w:val="0"/>
        <w:i w:val="0"/>
        <w:color w:val="auto"/>
        <w:sz w:val="24"/>
      </w:rPr>
    </w:lvl>
    <w:lvl w:ilvl="2">
      <w:start w:val="1"/>
      <w:numFmt w:val="bullet"/>
      <w:pStyle w:val="Articleliste3"/>
      <w:lvlText w:val="o"/>
      <w:lvlJc w:val="left"/>
      <w:pPr>
        <w:tabs>
          <w:tab w:val="num" w:pos="2552"/>
        </w:tabs>
        <w:ind w:left="2552" w:hanging="227"/>
      </w:pPr>
      <w:rPr>
        <w:rFonts w:ascii="Courier New" w:hAnsi="Courier New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A97F55"/>
    <w:multiLevelType w:val="multilevel"/>
    <w:tmpl w:val="FF1EA492"/>
    <w:lvl w:ilvl="0">
      <w:start w:val="1"/>
      <w:numFmt w:val="bullet"/>
      <w:pStyle w:val="ListepucesBleue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000000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E5626"/>
    <w:multiLevelType w:val="hybridMultilevel"/>
    <w:tmpl w:val="6472F328"/>
    <w:lvl w:ilvl="0" w:tplc="9BD81372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667FB"/>
    <w:multiLevelType w:val="hybridMultilevel"/>
    <w:tmpl w:val="C2DE4562"/>
    <w:lvl w:ilvl="0" w:tplc="39AABF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B5FCA"/>
    <w:multiLevelType w:val="multilevel"/>
    <w:tmpl w:val="FC667FE8"/>
    <w:lvl w:ilvl="0">
      <w:start w:val="1"/>
      <w:numFmt w:val="decimal"/>
      <w:pStyle w:val="ListeNumroteBleue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7907B61"/>
    <w:multiLevelType w:val="hybridMultilevel"/>
    <w:tmpl w:val="9848AD78"/>
    <w:lvl w:ilvl="0" w:tplc="5ACE233A">
      <w:start w:val="1"/>
      <w:numFmt w:val="decimal"/>
      <w:pStyle w:val="05-TitreChapitreOrange"/>
      <w:lvlText w:val="%1-"/>
      <w:lvlJc w:val="left"/>
      <w:pPr>
        <w:ind w:left="0" w:firstLine="0"/>
      </w:pPr>
      <w:rPr>
        <w:rFonts w:ascii="Trebuchet MS" w:hAnsi="Trebuchet MS" w:hint="default"/>
        <w:b w:val="0"/>
        <w:i w:val="0"/>
        <w:sz w:val="1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708BA"/>
    <w:multiLevelType w:val="multilevel"/>
    <w:tmpl w:val="A258961A"/>
    <w:lvl w:ilvl="0">
      <w:start w:val="1"/>
      <w:numFmt w:val="decimal"/>
      <w:pStyle w:val="Titre1"/>
      <w:lvlText w:val="%1."/>
      <w:lvlJc w:val="left"/>
      <w:pPr>
        <w:tabs>
          <w:tab w:val="num" w:pos="1077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0"/>
        </w:tabs>
        <w:ind w:left="0" w:hanging="851"/>
      </w:pPr>
      <w:rPr>
        <w:rFonts w:hint="default"/>
        <w:color w:val="000000" w:themeColor="text2"/>
      </w:rPr>
    </w:lvl>
    <w:lvl w:ilvl="2">
      <w:start w:val="1"/>
      <w:numFmt w:val="decimal"/>
      <w:pStyle w:val="Titre3"/>
      <w:lvlText w:val="%3."/>
      <w:lvlJc w:val="left"/>
      <w:pPr>
        <w:tabs>
          <w:tab w:val="num" w:pos="454"/>
        </w:tabs>
        <w:ind w:left="454" w:hanging="454"/>
      </w:pPr>
      <w:rPr>
        <w:rFonts w:hint="default"/>
        <w:color w:val="009FE3" w:themeColor="accent1"/>
      </w:rPr>
    </w:lvl>
    <w:lvl w:ilvl="3">
      <w:start w:val="1"/>
      <w:numFmt w:val="decimal"/>
      <w:pStyle w:val="Titre4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2C5272C1"/>
    <w:multiLevelType w:val="multilevel"/>
    <w:tmpl w:val="F3906272"/>
    <w:lvl w:ilvl="0">
      <w:start w:val="1"/>
      <w:numFmt w:val="decimal"/>
      <w:pStyle w:val="numrot"/>
      <w:lvlText w:val="%1."/>
      <w:lvlJc w:val="right"/>
      <w:pPr>
        <w:tabs>
          <w:tab w:val="num" w:pos="445"/>
        </w:tabs>
        <w:ind w:left="445" w:hanging="8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45"/>
        </w:tabs>
        <w:ind w:left="123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45"/>
        </w:tabs>
        <w:ind w:left="16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5"/>
        </w:tabs>
        <w:ind w:left="21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5"/>
        </w:tabs>
        <w:ind w:left="267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5"/>
        </w:tabs>
        <w:ind w:left="318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"/>
        </w:tabs>
        <w:ind w:left="368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"/>
        </w:tabs>
        <w:ind w:left="41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5"/>
        </w:tabs>
        <w:ind w:left="4765" w:hanging="1440"/>
      </w:pPr>
      <w:rPr>
        <w:rFonts w:hint="default"/>
      </w:rPr>
    </w:lvl>
  </w:abstractNum>
  <w:abstractNum w:abstractNumId="12" w15:restartNumberingAfterBreak="0">
    <w:nsid w:val="2CA277D2"/>
    <w:multiLevelType w:val="hybridMultilevel"/>
    <w:tmpl w:val="FDC87D5E"/>
    <w:styleLink w:val="Style3"/>
    <w:lvl w:ilvl="0" w:tplc="040C0001">
      <w:start w:val="1"/>
      <w:numFmt w:val="bullet"/>
      <w:lvlText w:val=""/>
      <w:lvlJc w:val="left"/>
      <w:pPr>
        <w:ind w:left="-2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</w:abstractNum>
  <w:abstractNum w:abstractNumId="13" w15:restartNumberingAfterBreak="0">
    <w:nsid w:val="2FB20840"/>
    <w:multiLevelType w:val="multilevel"/>
    <w:tmpl w:val="D1402D76"/>
    <w:lvl w:ilvl="0">
      <w:start w:val="1"/>
      <w:numFmt w:val="bullet"/>
      <w:pStyle w:val="Listepuce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Restart w:val="0"/>
      <w:pStyle w:val="Listepuces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/>
        <w:i w:val="0"/>
        <w:color w:val="auto"/>
      </w:rPr>
    </w:lvl>
    <w:lvl w:ilvl="2">
      <w:start w:val="1"/>
      <w:numFmt w:val="bullet"/>
      <w:lvlRestart w:val="0"/>
      <w:pStyle w:val="Listepuces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i w:val="0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b/>
        <w:i w:val="0"/>
        <w:color w:val="auto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b/>
        <w:i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4BF3932"/>
    <w:multiLevelType w:val="hybridMultilevel"/>
    <w:tmpl w:val="F60CF282"/>
    <w:lvl w:ilvl="0" w:tplc="7F568F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326F2"/>
    <w:multiLevelType w:val="hybridMultilevel"/>
    <w:tmpl w:val="31527044"/>
    <w:lvl w:ilvl="0" w:tplc="C7F6A262">
      <w:start w:val="1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D296E"/>
    <w:multiLevelType w:val="hybridMultilevel"/>
    <w:tmpl w:val="0BCCE500"/>
    <w:lvl w:ilvl="0" w:tplc="16807B3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E6549"/>
    <w:multiLevelType w:val="hybridMultilevel"/>
    <w:tmpl w:val="F94EC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85073"/>
    <w:multiLevelType w:val="multilevel"/>
    <w:tmpl w:val="07FCAAA6"/>
    <w:lvl w:ilvl="0">
      <w:start w:val="3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E422095"/>
    <w:multiLevelType w:val="multilevel"/>
    <w:tmpl w:val="E4E233E2"/>
    <w:lvl w:ilvl="0">
      <w:start w:val="1"/>
      <w:numFmt w:val="decimal"/>
      <w:pStyle w:val="Article1"/>
      <w:lvlText w:val="Article %1"/>
      <w:lvlJc w:val="right"/>
      <w:pPr>
        <w:tabs>
          <w:tab w:val="num" w:pos="1871"/>
        </w:tabs>
        <w:ind w:left="1871" w:hanging="397"/>
      </w:pPr>
      <w:rPr>
        <w:rFonts w:hint="default"/>
        <w:color w:val="000000" w:themeColor="text2"/>
      </w:rPr>
    </w:lvl>
    <w:lvl w:ilvl="1">
      <w:start w:val="1"/>
      <w:numFmt w:val="decimal"/>
      <w:lvlText w:val="%1.%2"/>
      <w:lvlJc w:val="right"/>
      <w:pPr>
        <w:tabs>
          <w:tab w:val="num" w:pos="1871"/>
        </w:tabs>
        <w:ind w:left="1871" w:hanging="397"/>
      </w:pPr>
      <w:rPr>
        <w:rFonts w:hint="default"/>
        <w:b/>
        <w:i w:val="0"/>
        <w:sz w:val="24"/>
      </w:rPr>
    </w:lvl>
    <w:lvl w:ilvl="2">
      <w:start w:val="1"/>
      <w:numFmt w:val="decimal"/>
      <w:pStyle w:val="Article3"/>
      <w:suff w:val="space"/>
      <w:lvlText w:val="%1.%2.%3."/>
      <w:lvlJc w:val="left"/>
      <w:pPr>
        <w:ind w:left="1871" w:firstLine="0"/>
      </w:pPr>
      <w:rPr>
        <w:rFonts w:hint="default"/>
      </w:rPr>
    </w:lvl>
    <w:lvl w:ilvl="3">
      <w:start w:val="1"/>
      <w:numFmt w:val="lowerLetter"/>
      <w:pStyle w:val="Article4"/>
      <w:lvlText w:val="%4)"/>
      <w:lvlJc w:val="left"/>
      <w:pPr>
        <w:ind w:left="1871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1B63162"/>
    <w:multiLevelType w:val="multilevel"/>
    <w:tmpl w:val="64AA64BC"/>
    <w:lvl w:ilvl="0">
      <w:start w:val="3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0" w:hanging="6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A931F3B"/>
    <w:multiLevelType w:val="hybridMultilevel"/>
    <w:tmpl w:val="0BCCE500"/>
    <w:lvl w:ilvl="0" w:tplc="FFFFFFFF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17550"/>
    <w:multiLevelType w:val="hybridMultilevel"/>
    <w:tmpl w:val="FFFFFFFF"/>
    <w:lvl w:ilvl="0" w:tplc="CDC0ECB8">
      <w:start w:val="1"/>
      <w:numFmt w:val="decimal"/>
      <w:lvlText w:val="%1."/>
      <w:lvlJc w:val="left"/>
      <w:pPr>
        <w:ind w:left="720" w:hanging="360"/>
      </w:pPr>
    </w:lvl>
    <w:lvl w:ilvl="1" w:tplc="F050D656">
      <w:start w:val="1"/>
      <w:numFmt w:val="lowerLetter"/>
      <w:lvlText w:val="%2."/>
      <w:lvlJc w:val="left"/>
      <w:pPr>
        <w:ind w:left="1440" w:hanging="360"/>
      </w:pPr>
    </w:lvl>
    <w:lvl w:ilvl="2" w:tplc="4DBEC130">
      <w:start w:val="1"/>
      <w:numFmt w:val="lowerRoman"/>
      <w:lvlText w:val="%3."/>
      <w:lvlJc w:val="right"/>
      <w:pPr>
        <w:ind w:left="2160" w:hanging="180"/>
      </w:pPr>
    </w:lvl>
    <w:lvl w:ilvl="3" w:tplc="D82CCB72">
      <w:start w:val="1"/>
      <w:numFmt w:val="decimal"/>
      <w:lvlText w:val="%4."/>
      <w:lvlJc w:val="left"/>
      <w:pPr>
        <w:ind w:left="2880" w:hanging="360"/>
      </w:pPr>
    </w:lvl>
    <w:lvl w:ilvl="4" w:tplc="7A5CA672">
      <w:start w:val="1"/>
      <w:numFmt w:val="lowerLetter"/>
      <w:lvlText w:val="%5."/>
      <w:lvlJc w:val="left"/>
      <w:pPr>
        <w:ind w:left="3600" w:hanging="360"/>
      </w:pPr>
    </w:lvl>
    <w:lvl w:ilvl="5" w:tplc="1488E71E">
      <w:start w:val="1"/>
      <w:numFmt w:val="lowerRoman"/>
      <w:lvlText w:val="%6."/>
      <w:lvlJc w:val="right"/>
      <w:pPr>
        <w:ind w:left="4320" w:hanging="180"/>
      </w:pPr>
    </w:lvl>
    <w:lvl w:ilvl="6" w:tplc="2C587560">
      <w:start w:val="1"/>
      <w:numFmt w:val="decimal"/>
      <w:lvlText w:val="%7."/>
      <w:lvlJc w:val="left"/>
      <w:pPr>
        <w:ind w:left="5040" w:hanging="360"/>
      </w:pPr>
    </w:lvl>
    <w:lvl w:ilvl="7" w:tplc="721E678A">
      <w:start w:val="1"/>
      <w:numFmt w:val="lowerLetter"/>
      <w:lvlText w:val="%8."/>
      <w:lvlJc w:val="left"/>
      <w:pPr>
        <w:ind w:left="5760" w:hanging="360"/>
      </w:pPr>
    </w:lvl>
    <w:lvl w:ilvl="8" w:tplc="A98499E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7383C"/>
    <w:multiLevelType w:val="multilevel"/>
    <w:tmpl w:val="B022A180"/>
    <w:lvl w:ilvl="0">
      <w:start w:val="1"/>
      <w:numFmt w:val="bullet"/>
      <w:pStyle w:val="ListeCOCHE"/>
      <w:lvlText w:val=""/>
      <w:lvlJc w:val="left"/>
      <w:pPr>
        <w:tabs>
          <w:tab w:val="num" w:pos="397"/>
        </w:tabs>
        <w:ind w:left="397" w:hanging="397"/>
      </w:pPr>
      <w:rPr>
        <w:rFonts w:ascii="Webdings" w:hAnsi="Webdings" w:hint="default"/>
        <w:b/>
        <w:i w:val="0"/>
        <w:sz w:val="28"/>
      </w:rPr>
    </w:lvl>
    <w:lvl w:ilvl="1">
      <w:start w:val="1"/>
      <w:numFmt w:val="bullet"/>
      <w:pStyle w:val="ListeCOCHE2"/>
      <w:lvlText w:val=""/>
      <w:lvlJc w:val="left"/>
      <w:pPr>
        <w:tabs>
          <w:tab w:val="num" w:pos="567"/>
        </w:tabs>
        <w:ind w:left="567" w:hanging="170"/>
      </w:pPr>
      <w:rPr>
        <w:rFonts w:ascii="Symbol" w:hAnsi="Symbol" w:hint="default"/>
        <w:color w:val="000000" w:themeColor="tex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31092"/>
    <w:multiLevelType w:val="hybridMultilevel"/>
    <w:tmpl w:val="C868EAC0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F2193F"/>
    <w:multiLevelType w:val="multilevel"/>
    <w:tmpl w:val="26EED36A"/>
    <w:lvl w:ilvl="0">
      <w:start w:val="1"/>
      <w:numFmt w:val="bullet"/>
      <w:pStyle w:val="EncartListe"/>
      <w:lvlText w:val=""/>
      <w:lvlJc w:val="left"/>
      <w:pPr>
        <w:ind w:left="918" w:hanging="7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6" w15:restartNumberingAfterBreak="0">
    <w:nsid w:val="5BE40F05"/>
    <w:multiLevelType w:val="hybridMultilevel"/>
    <w:tmpl w:val="A9A6EB72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CB08A3"/>
    <w:multiLevelType w:val="multilevel"/>
    <w:tmpl w:val="C6E6FC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AOTitre4"/>
      <w:lvlText w:val="%1.%2.%3.%4."/>
      <w:lvlJc w:val="left"/>
      <w:pPr>
        <w:ind w:left="1260" w:hanging="720"/>
      </w:pPr>
      <w:rPr>
        <w:rFonts w:hint="default"/>
        <w:color w:val="000000" w:themeColor="text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bCs w:val="0"/>
        <w:color w:val="000000" w:themeColor="text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28" w15:restartNumberingAfterBreak="0">
    <w:nsid w:val="61F70D9B"/>
    <w:multiLevelType w:val="hybridMultilevel"/>
    <w:tmpl w:val="3F02B42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76A8E"/>
    <w:multiLevelType w:val="hybridMultilevel"/>
    <w:tmpl w:val="512A08E6"/>
    <w:lvl w:ilvl="0" w:tplc="C7F6A262">
      <w:start w:val="1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3B3253"/>
    <w:multiLevelType w:val="hybridMultilevel"/>
    <w:tmpl w:val="C93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71CC0"/>
    <w:multiLevelType w:val="hybridMultilevel"/>
    <w:tmpl w:val="5AF4B282"/>
    <w:lvl w:ilvl="0" w:tplc="8D4AD662">
      <w:start w:val="1"/>
      <w:numFmt w:val="upperRoman"/>
      <w:pStyle w:val="Titre2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F4CF0"/>
    <w:multiLevelType w:val="hybridMultilevel"/>
    <w:tmpl w:val="0BCCE500"/>
    <w:lvl w:ilvl="0" w:tplc="FFFFFFFF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141A6"/>
    <w:multiLevelType w:val="multilevel"/>
    <w:tmpl w:val="040C0023"/>
    <w:name w:val="Annexes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4" w15:restartNumberingAfterBreak="0">
    <w:nsid w:val="7A055271"/>
    <w:multiLevelType w:val="hybridMultilevel"/>
    <w:tmpl w:val="814018B6"/>
    <w:lvl w:ilvl="0" w:tplc="43DE1C9E">
      <w:start w:val="1"/>
      <w:numFmt w:val="decimal"/>
      <w:pStyle w:val="EncartListenumro"/>
      <w:lvlText w:val="%1."/>
      <w:lvlJc w:val="left"/>
      <w:pPr>
        <w:ind w:left="918" w:hanging="360"/>
      </w:pPr>
    </w:lvl>
    <w:lvl w:ilvl="1" w:tplc="040C0019" w:tentative="1">
      <w:start w:val="1"/>
      <w:numFmt w:val="lowerLetter"/>
      <w:lvlText w:val="%2."/>
      <w:lvlJc w:val="left"/>
      <w:pPr>
        <w:ind w:left="1638" w:hanging="360"/>
      </w:pPr>
    </w:lvl>
    <w:lvl w:ilvl="2" w:tplc="040C001B" w:tentative="1">
      <w:start w:val="1"/>
      <w:numFmt w:val="lowerRoman"/>
      <w:lvlText w:val="%3."/>
      <w:lvlJc w:val="right"/>
      <w:pPr>
        <w:ind w:left="2358" w:hanging="180"/>
      </w:pPr>
    </w:lvl>
    <w:lvl w:ilvl="3" w:tplc="040C000F" w:tentative="1">
      <w:start w:val="1"/>
      <w:numFmt w:val="decimal"/>
      <w:lvlText w:val="%4."/>
      <w:lvlJc w:val="left"/>
      <w:pPr>
        <w:ind w:left="3078" w:hanging="360"/>
      </w:pPr>
    </w:lvl>
    <w:lvl w:ilvl="4" w:tplc="040C0019" w:tentative="1">
      <w:start w:val="1"/>
      <w:numFmt w:val="lowerLetter"/>
      <w:lvlText w:val="%5."/>
      <w:lvlJc w:val="left"/>
      <w:pPr>
        <w:ind w:left="3798" w:hanging="360"/>
      </w:pPr>
    </w:lvl>
    <w:lvl w:ilvl="5" w:tplc="040C001B" w:tentative="1">
      <w:start w:val="1"/>
      <w:numFmt w:val="lowerRoman"/>
      <w:lvlText w:val="%6."/>
      <w:lvlJc w:val="right"/>
      <w:pPr>
        <w:ind w:left="4518" w:hanging="180"/>
      </w:pPr>
    </w:lvl>
    <w:lvl w:ilvl="6" w:tplc="040C000F" w:tentative="1">
      <w:start w:val="1"/>
      <w:numFmt w:val="decimal"/>
      <w:lvlText w:val="%7."/>
      <w:lvlJc w:val="left"/>
      <w:pPr>
        <w:ind w:left="5238" w:hanging="360"/>
      </w:pPr>
    </w:lvl>
    <w:lvl w:ilvl="7" w:tplc="040C0019" w:tentative="1">
      <w:start w:val="1"/>
      <w:numFmt w:val="lowerLetter"/>
      <w:lvlText w:val="%8."/>
      <w:lvlJc w:val="left"/>
      <w:pPr>
        <w:ind w:left="5958" w:hanging="360"/>
      </w:pPr>
    </w:lvl>
    <w:lvl w:ilvl="8" w:tplc="040C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35" w15:restartNumberingAfterBreak="0">
    <w:nsid w:val="7B390F68"/>
    <w:multiLevelType w:val="multilevel"/>
    <w:tmpl w:val="2E3892AA"/>
    <w:name w:val="Annexes"/>
    <w:lvl w:ilvl="0">
      <w:start w:val="1"/>
      <w:numFmt w:val="decimal"/>
      <w:pStyle w:val="-Titre1"/>
      <w:lvlText w:val="Annexe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nnexesTitre2"/>
      <w:lvlText w:val="%1.%2."/>
      <w:lvlJc w:val="left"/>
      <w:pPr>
        <w:tabs>
          <w:tab w:val="num" w:pos="227"/>
        </w:tabs>
        <w:ind w:left="454" w:hanging="454"/>
      </w:pPr>
      <w:rPr>
        <w:rFonts w:hint="default"/>
        <w:color w:val="8DC799" w:themeColor="accent5"/>
      </w:rPr>
    </w:lvl>
    <w:lvl w:ilvl="2">
      <w:start w:val="1"/>
      <w:numFmt w:val="decimal"/>
      <w:pStyle w:val="Annexes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662587657">
    <w:abstractNumId w:val="1"/>
  </w:num>
  <w:num w:numId="2" w16cid:durableId="105198505">
    <w:abstractNumId w:val="13"/>
  </w:num>
  <w:num w:numId="3" w16cid:durableId="1250584256">
    <w:abstractNumId w:val="4"/>
  </w:num>
  <w:num w:numId="4" w16cid:durableId="679478149">
    <w:abstractNumId w:val="19"/>
  </w:num>
  <w:num w:numId="5" w16cid:durableId="1131628647">
    <w:abstractNumId w:val="25"/>
  </w:num>
  <w:num w:numId="6" w16cid:durableId="2090955629">
    <w:abstractNumId w:val="34"/>
  </w:num>
  <w:num w:numId="7" w16cid:durableId="716273140">
    <w:abstractNumId w:val="23"/>
  </w:num>
  <w:num w:numId="8" w16cid:durableId="1315451627">
    <w:abstractNumId w:val="10"/>
  </w:num>
  <w:num w:numId="9" w16cid:durableId="1996832925">
    <w:abstractNumId w:val="35"/>
  </w:num>
  <w:num w:numId="10" w16cid:durableId="1006707861">
    <w:abstractNumId w:val="5"/>
  </w:num>
  <w:num w:numId="11" w16cid:durableId="1592161020">
    <w:abstractNumId w:val="8"/>
  </w:num>
  <w:num w:numId="12" w16cid:durableId="537861203">
    <w:abstractNumId w:val="9"/>
  </w:num>
  <w:num w:numId="13" w16cid:durableId="2121103433">
    <w:abstractNumId w:val="12"/>
  </w:num>
  <w:num w:numId="14" w16cid:durableId="1490056826">
    <w:abstractNumId w:val="29"/>
  </w:num>
  <w:num w:numId="15" w16cid:durableId="1026752962">
    <w:abstractNumId w:val="15"/>
  </w:num>
  <w:num w:numId="16" w16cid:durableId="1460226410">
    <w:abstractNumId w:val="7"/>
  </w:num>
  <w:num w:numId="17" w16cid:durableId="1649824014">
    <w:abstractNumId w:val="22"/>
  </w:num>
  <w:num w:numId="18" w16cid:durableId="1930776634">
    <w:abstractNumId w:val="14"/>
  </w:num>
  <w:num w:numId="19" w16cid:durableId="339084712">
    <w:abstractNumId w:val="2"/>
  </w:num>
  <w:num w:numId="20" w16cid:durableId="473449131">
    <w:abstractNumId w:val="26"/>
  </w:num>
  <w:num w:numId="21" w16cid:durableId="2141073887">
    <w:abstractNumId w:val="31"/>
  </w:num>
  <w:num w:numId="22" w16cid:durableId="1152672226">
    <w:abstractNumId w:val="30"/>
  </w:num>
  <w:num w:numId="23" w16cid:durableId="541408347">
    <w:abstractNumId w:val="11"/>
  </w:num>
  <w:num w:numId="24" w16cid:durableId="817305093">
    <w:abstractNumId w:val="27"/>
  </w:num>
  <w:num w:numId="25" w16cid:durableId="274219408">
    <w:abstractNumId w:val="20"/>
  </w:num>
  <w:num w:numId="26" w16cid:durableId="296571902">
    <w:abstractNumId w:val="18"/>
  </w:num>
  <w:num w:numId="27" w16cid:durableId="1494560920">
    <w:abstractNumId w:val="28"/>
  </w:num>
  <w:num w:numId="28" w16cid:durableId="484979488">
    <w:abstractNumId w:val="0"/>
  </w:num>
  <w:num w:numId="29" w16cid:durableId="838154171">
    <w:abstractNumId w:val="17"/>
  </w:num>
  <w:num w:numId="30" w16cid:durableId="1439831582">
    <w:abstractNumId w:val="3"/>
  </w:num>
  <w:num w:numId="31" w16cid:durableId="521894084">
    <w:abstractNumId w:val="24"/>
  </w:num>
  <w:num w:numId="32" w16cid:durableId="1155992681">
    <w:abstractNumId w:val="6"/>
  </w:num>
  <w:num w:numId="33" w16cid:durableId="1765414509">
    <w:abstractNumId w:val="16"/>
  </w:num>
  <w:num w:numId="34" w16cid:durableId="1492327437">
    <w:abstractNumId w:val="32"/>
  </w:num>
  <w:num w:numId="35" w16cid:durableId="1400320458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36"/>
    <w:rsid w:val="000006DD"/>
    <w:rsid w:val="000009C4"/>
    <w:rsid w:val="00000A9A"/>
    <w:rsid w:val="00000E56"/>
    <w:rsid w:val="00000F4C"/>
    <w:rsid w:val="000011AC"/>
    <w:rsid w:val="0000132A"/>
    <w:rsid w:val="0000142B"/>
    <w:rsid w:val="0000148E"/>
    <w:rsid w:val="000015F5"/>
    <w:rsid w:val="00001CEF"/>
    <w:rsid w:val="00001E4C"/>
    <w:rsid w:val="00002078"/>
    <w:rsid w:val="00002634"/>
    <w:rsid w:val="0000297B"/>
    <w:rsid w:val="00002D1A"/>
    <w:rsid w:val="00003052"/>
    <w:rsid w:val="00003221"/>
    <w:rsid w:val="000032FE"/>
    <w:rsid w:val="0000332C"/>
    <w:rsid w:val="000034CD"/>
    <w:rsid w:val="000036D8"/>
    <w:rsid w:val="000039FC"/>
    <w:rsid w:val="00003A38"/>
    <w:rsid w:val="00003F85"/>
    <w:rsid w:val="00004107"/>
    <w:rsid w:val="00004404"/>
    <w:rsid w:val="000048DE"/>
    <w:rsid w:val="00005727"/>
    <w:rsid w:val="00005B26"/>
    <w:rsid w:val="00005B38"/>
    <w:rsid w:val="00005CAE"/>
    <w:rsid w:val="00005EB0"/>
    <w:rsid w:val="00006158"/>
    <w:rsid w:val="0000648D"/>
    <w:rsid w:val="00006524"/>
    <w:rsid w:val="00006BEC"/>
    <w:rsid w:val="00006BEE"/>
    <w:rsid w:val="00006C3A"/>
    <w:rsid w:val="00006E89"/>
    <w:rsid w:val="00006EA4"/>
    <w:rsid w:val="00007D8E"/>
    <w:rsid w:val="00010331"/>
    <w:rsid w:val="00010A63"/>
    <w:rsid w:val="00010EE3"/>
    <w:rsid w:val="000110BF"/>
    <w:rsid w:val="000118C4"/>
    <w:rsid w:val="000119A8"/>
    <w:rsid w:val="000119AB"/>
    <w:rsid w:val="00012ACD"/>
    <w:rsid w:val="00012AEB"/>
    <w:rsid w:val="00012C61"/>
    <w:rsid w:val="00012D08"/>
    <w:rsid w:val="00013679"/>
    <w:rsid w:val="00013B72"/>
    <w:rsid w:val="00013C81"/>
    <w:rsid w:val="00013F6E"/>
    <w:rsid w:val="00014353"/>
    <w:rsid w:val="00014A85"/>
    <w:rsid w:val="0001524F"/>
    <w:rsid w:val="00015450"/>
    <w:rsid w:val="000155E2"/>
    <w:rsid w:val="00015654"/>
    <w:rsid w:val="00015CBC"/>
    <w:rsid w:val="00016120"/>
    <w:rsid w:val="000162FA"/>
    <w:rsid w:val="000163B9"/>
    <w:rsid w:val="00016E97"/>
    <w:rsid w:val="00017968"/>
    <w:rsid w:val="000179A0"/>
    <w:rsid w:val="000203B4"/>
    <w:rsid w:val="000203D7"/>
    <w:rsid w:val="00020429"/>
    <w:rsid w:val="00020BD7"/>
    <w:rsid w:val="000214B9"/>
    <w:rsid w:val="00021555"/>
    <w:rsid w:val="000219E5"/>
    <w:rsid w:val="00021D69"/>
    <w:rsid w:val="00021DFE"/>
    <w:rsid w:val="00022001"/>
    <w:rsid w:val="0002223C"/>
    <w:rsid w:val="000222F1"/>
    <w:rsid w:val="00022605"/>
    <w:rsid w:val="000226B4"/>
    <w:rsid w:val="00022B01"/>
    <w:rsid w:val="00023214"/>
    <w:rsid w:val="0002329C"/>
    <w:rsid w:val="000232B0"/>
    <w:rsid w:val="000233D3"/>
    <w:rsid w:val="0002349E"/>
    <w:rsid w:val="0002362D"/>
    <w:rsid w:val="00023E21"/>
    <w:rsid w:val="0002406F"/>
    <w:rsid w:val="00024265"/>
    <w:rsid w:val="000242DF"/>
    <w:rsid w:val="00024636"/>
    <w:rsid w:val="0002465B"/>
    <w:rsid w:val="00024BBC"/>
    <w:rsid w:val="00024C2C"/>
    <w:rsid w:val="00024CE8"/>
    <w:rsid w:val="00024DDE"/>
    <w:rsid w:val="0002572D"/>
    <w:rsid w:val="0002597F"/>
    <w:rsid w:val="00025DB8"/>
    <w:rsid w:val="00025F5A"/>
    <w:rsid w:val="000261C3"/>
    <w:rsid w:val="0002637B"/>
    <w:rsid w:val="00026515"/>
    <w:rsid w:val="0002675F"/>
    <w:rsid w:val="000267A2"/>
    <w:rsid w:val="00026A4D"/>
    <w:rsid w:val="00026BCA"/>
    <w:rsid w:val="000271C0"/>
    <w:rsid w:val="00027376"/>
    <w:rsid w:val="000275B5"/>
    <w:rsid w:val="00027E00"/>
    <w:rsid w:val="0003023E"/>
    <w:rsid w:val="00030936"/>
    <w:rsid w:val="00030AD7"/>
    <w:rsid w:val="00031029"/>
    <w:rsid w:val="000310FD"/>
    <w:rsid w:val="00031A77"/>
    <w:rsid w:val="00031D44"/>
    <w:rsid w:val="00032001"/>
    <w:rsid w:val="00032332"/>
    <w:rsid w:val="00032499"/>
    <w:rsid w:val="000328A5"/>
    <w:rsid w:val="000329BC"/>
    <w:rsid w:val="00032AFF"/>
    <w:rsid w:val="00033552"/>
    <w:rsid w:val="00033E2A"/>
    <w:rsid w:val="00033F57"/>
    <w:rsid w:val="00033FC1"/>
    <w:rsid w:val="00034003"/>
    <w:rsid w:val="00034193"/>
    <w:rsid w:val="000345BD"/>
    <w:rsid w:val="0003477E"/>
    <w:rsid w:val="00034CBC"/>
    <w:rsid w:val="000356BA"/>
    <w:rsid w:val="00035800"/>
    <w:rsid w:val="0003596F"/>
    <w:rsid w:val="00035ACF"/>
    <w:rsid w:val="000363BA"/>
    <w:rsid w:val="0003687A"/>
    <w:rsid w:val="00036BCE"/>
    <w:rsid w:val="00036BEC"/>
    <w:rsid w:val="00036DA7"/>
    <w:rsid w:val="00037088"/>
    <w:rsid w:val="000370C1"/>
    <w:rsid w:val="000371C8"/>
    <w:rsid w:val="00037480"/>
    <w:rsid w:val="0003759D"/>
    <w:rsid w:val="0003788F"/>
    <w:rsid w:val="00037C68"/>
    <w:rsid w:val="00037DEA"/>
    <w:rsid w:val="000404DB"/>
    <w:rsid w:val="000404DE"/>
    <w:rsid w:val="00040663"/>
    <w:rsid w:val="000406E7"/>
    <w:rsid w:val="00040759"/>
    <w:rsid w:val="00040793"/>
    <w:rsid w:val="00040905"/>
    <w:rsid w:val="00040A74"/>
    <w:rsid w:val="00040F3F"/>
    <w:rsid w:val="0004149A"/>
    <w:rsid w:val="00041632"/>
    <w:rsid w:val="0004230E"/>
    <w:rsid w:val="00042363"/>
    <w:rsid w:val="00042619"/>
    <w:rsid w:val="00042795"/>
    <w:rsid w:val="0004289D"/>
    <w:rsid w:val="000429D0"/>
    <w:rsid w:val="000432BE"/>
    <w:rsid w:val="000433D2"/>
    <w:rsid w:val="0004363D"/>
    <w:rsid w:val="00043E94"/>
    <w:rsid w:val="00043F6C"/>
    <w:rsid w:val="00044116"/>
    <w:rsid w:val="000441C8"/>
    <w:rsid w:val="000444E4"/>
    <w:rsid w:val="00044745"/>
    <w:rsid w:val="00044A10"/>
    <w:rsid w:val="00044BFF"/>
    <w:rsid w:val="00044CC5"/>
    <w:rsid w:val="0004516B"/>
    <w:rsid w:val="00045884"/>
    <w:rsid w:val="00045C67"/>
    <w:rsid w:val="00045D4A"/>
    <w:rsid w:val="00046BC0"/>
    <w:rsid w:val="00046C68"/>
    <w:rsid w:val="000473AD"/>
    <w:rsid w:val="00047427"/>
    <w:rsid w:val="000474A3"/>
    <w:rsid w:val="0004767D"/>
    <w:rsid w:val="00047892"/>
    <w:rsid w:val="00047D78"/>
    <w:rsid w:val="0005040C"/>
    <w:rsid w:val="00050436"/>
    <w:rsid w:val="000507A6"/>
    <w:rsid w:val="0005086F"/>
    <w:rsid w:val="00050B25"/>
    <w:rsid w:val="00050E7F"/>
    <w:rsid w:val="00051209"/>
    <w:rsid w:val="000513B4"/>
    <w:rsid w:val="000517A9"/>
    <w:rsid w:val="00051A7A"/>
    <w:rsid w:val="00051A8E"/>
    <w:rsid w:val="00051D34"/>
    <w:rsid w:val="00051F40"/>
    <w:rsid w:val="00051FC9"/>
    <w:rsid w:val="00052877"/>
    <w:rsid w:val="000528FE"/>
    <w:rsid w:val="00052C3A"/>
    <w:rsid w:val="00052F4E"/>
    <w:rsid w:val="00052FF0"/>
    <w:rsid w:val="00053536"/>
    <w:rsid w:val="000538D2"/>
    <w:rsid w:val="00053A20"/>
    <w:rsid w:val="00053BA6"/>
    <w:rsid w:val="00053C8D"/>
    <w:rsid w:val="000541DB"/>
    <w:rsid w:val="00054602"/>
    <w:rsid w:val="00054EDB"/>
    <w:rsid w:val="00055848"/>
    <w:rsid w:val="00055968"/>
    <w:rsid w:val="00055A4F"/>
    <w:rsid w:val="00055DF0"/>
    <w:rsid w:val="00055F2B"/>
    <w:rsid w:val="00055FD9"/>
    <w:rsid w:val="0005601D"/>
    <w:rsid w:val="0005626C"/>
    <w:rsid w:val="00056E57"/>
    <w:rsid w:val="0005716B"/>
    <w:rsid w:val="00057361"/>
    <w:rsid w:val="000576A0"/>
    <w:rsid w:val="00057859"/>
    <w:rsid w:val="00057975"/>
    <w:rsid w:val="00057B8D"/>
    <w:rsid w:val="00057CB2"/>
    <w:rsid w:val="00057DCF"/>
    <w:rsid w:val="00057DD3"/>
    <w:rsid w:val="00057F15"/>
    <w:rsid w:val="00057F9F"/>
    <w:rsid w:val="00060223"/>
    <w:rsid w:val="000603DA"/>
    <w:rsid w:val="0006046A"/>
    <w:rsid w:val="0006062A"/>
    <w:rsid w:val="00060771"/>
    <w:rsid w:val="000609D0"/>
    <w:rsid w:val="00060B79"/>
    <w:rsid w:val="00060B88"/>
    <w:rsid w:val="000619A8"/>
    <w:rsid w:val="00061DBA"/>
    <w:rsid w:val="000620F3"/>
    <w:rsid w:val="0006253E"/>
    <w:rsid w:val="00062594"/>
    <w:rsid w:val="0006271C"/>
    <w:rsid w:val="0006288F"/>
    <w:rsid w:val="00062A6E"/>
    <w:rsid w:val="00062B5A"/>
    <w:rsid w:val="00062E16"/>
    <w:rsid w:val="00062F4C"/>
    <w:rsid w:val="0006308C"/>
    <w:rsid w:val="0006314C"/>
    <w:rsid w:val="0006393C"/>
    <w:rsid w:val="00063A08"/>
    <w:rsid w:val="00064015"/>
    <w:rsid w:val="00064573"/>
    <w:rsid w:val="000645AD"/>
    <w:rsid w:val="000646EF"/>
    <w:rsid w:val="00064770"/>
    <w:rsid w:val="00064778"/>
    <w:rsid w:val="00064C11"/>
    <w:rsid w:val="00064CB2"/>
    <w:rsid w:val="00064D67"/>
    <w:rsid w:val="00064E0F"/>
    <w:rsid w:val="00065652"/>
    <w:rsid w:val="00065916"/>
    <w:rsid w:val="00065B99"/>
    <w:rsid w:val="00066DE7"/>
    <w:rsid w:val="00066E62"/>
    <w:rsid w:val="0006779E"/>
    <w:rsid w:val="00067BBC"/>
    <w:rsid w:val="00067BCF"/>
    <w:rsid w:val="00067C0A"/>
    <w:rsid w:val="00067E02"/>
    <w:rsid w:val="00070B0A"/>
    <w:rsid w:val="00070F85"/>
    <w:rsid w:val="00070FCB"/>
    <w:rsid w:val="000714A5"/>
    <w:rsid w:val="000715F4"/>
    <w:rsid w:val="000716E4"/>
    <w:rsid w:val="000716FB"/>
    <w:rsid w:val="00071838"/>
    <w:rsid w:val="000719B8"/>
    <w:rsid w:val="000719B9"/>
    <w:rsid w:val="00071AC9"/>
    <w:rsid w:val="00071CFE"/>
    <w:rsid w:val="00072225"/>
    <w:rsid w:val="000726E4"/>
    <w:rsid w:val="00072869"/>
    <w:rsid w:val="000728B5"/>
    <w:rsid w:val="00072C06"/>
    <w:rsid w:val="00072DB9"/>
    <w:rsid w:val="00072F80"/>
    <w:rsid w:val="000742C8"/>
    <w:rsid w:val="000749F4"/>
    <w:rsid w:val="000749FE"/>
    <w:rsid w:val="00074F83"/>
    <w:rsid w:val="000753EF"/>
    <w:rsid w:val="000758E7"/>
    <w:rsid w:val="000759C8"/>
    <w:rsid w:val="00075B8F"/>
    <w:rsid w:val="00076096"/>
    <w:rsid w:val="00076646"/>
    <w:rsid w:val="000768B0"/>
    <w:rsid w:val="000768F8"/>
    <w:rsid w:val="00076A56"/>
    <w:rsid w:val="00076BB1"/>
    <w:rsid w:val="00076DDC"/>
    <w:rsid w:val="00077199"/>
    <w:rsid w:val="0007724D"/>
    <w:rsid w:val="00077651"/>
    <w:rsid w:val="00077926"/>
    <w:rsid w:val="000801BB"/>
    <w:rsid w:val="00080251"/>
    <w:rsid w:val="00080320"/>
    <w:rsid w:val="000806AC"/>
    <w:rsid w:val="000807C6"/>
    <w:rsid w:val="0008090D"/>
    <w:rsid w:val="000809B8"/>
    <w:rsid w:val="00080A9D"/>
    <w:rsid w:val="00080BCC"/>
    <w:rsid w:val="00081096"/>
    <w:rsid w:val="00081824"/>
    <w:rsid w:val="00081D23"/>
    <w:rsid w:val="00081FD8"/>
    <w:rsid w:val="00082083"/>
    <w:rsid w:val="00082204"/>
    <w:rsid w:val="00082951"/>
    <w:rsid w:val="00082A08"/>
    <w:rsid w:val="00082B5A"/>
    <w:rsid w:val="00082C5B"/>
    <w:rsid w:val="00082C65"/>
    <w:rsid w:val="00082F5A"/>
    <w:rsid w:val="00083095"/>
    <w:rsid w:val="0008355B"/>
    <w:rsid w:val="00083981"/>
    <w:rsid w:val="0008399F"/>
    <w:rsid w:val="00083A80"/>
    <w:rsid w:val="00083CD7"/>
    <w:rsid w:val="00083E02"/>
    <w:rsid w:val="00083E9C"/>
    <w:rsid w:val="00084068"/>
    <w:rsid w:val="00084474"/>
    <w:rsid w:val="0008453C"/>
    <w:rsid w:val="00084DAD"/>
    <w:rsid w:val="00084EE3"/>
    <w:rsid w:val="0008502A"/>
    <w:rsid w:val="0008562F"/>
    <w:rsid w:val="000859F8"/>
    <w:rsid w:val="0008613F"/>
    <w:rsid w:val="000862C3"/>
    <w:rsid w:val="0008661E"/>
    <w:rsid w:val="0008662A"/>
    <w:rsid w:val="0008680F"/>
    <w:rsid w:val="00086EDF"/>
    <w:rsid w:val="0008726C"/>
    <w:rsid w:val="000873C7"/>
    <w:rsid w:val="0008763E"/>
    <w:rsid w:val="00087D14"/>
    <w:rsid w:val="00087FA7"/>
    <w:rsid w:val="00090486"/>
    <w:rsid w:val="00090693"/>
    <w:rsid w:val="000907A4"/>
    <w:rsid w:val="00090C7F"/>
    <w:rsid w:val="00090FC1"/>
    <w:rsid w:val="00090FDA"/>
    <w:rsid w:val="00091070"/>
    <w:rsid w:val="000910C1"/>
    <w:rsid w:val="000914F3"/>
    <w:rsid w:val="0009179D"/>
    <w:rsid w:val="00091AD8"/>
    <w:rsid w:val="00091DC6"/>
    <w:rsid w:val="00091EB9"/>
    <w:rsid w:val="0009216C"/>
    <w:rsid w:val="0009255E"/>
    <w:rsid w:val="0009281E"/>
    <w:rsid w:val="0009295B"/>
    <w:rsid w:val="000929B5"/>
    <w:rsid w:val="000929FD"/>
    <w:rsid w:val="00092A34"/>
    <w:rsid w:val="00093164"/>
    <w:rsid w:val="000933E1"/>
    <w:rsid w:val="00093C7F"/>
    <w:rsid w:val="0009485E"/>
    <w:rsid w:val="00094BC8"/>
    <w:rsid w:val="00095BF5"/>
    <w:rsid w:val="00095E5D"/>
    <w:rsid w:val="000964AC"/>
    <w:rsid w:val="00096603"/>
    <w:rsid w:val="00096710"/>
    <w:rsid w:val="00096781"/>
    <w:rsid w:val="00096908"/>
    <w:rsid w:val="00096A05"/>
    <w:rsid w:val="00096C08"/>
    <w:rsid w:val="00097008"/>
    <w:rsid w:val="0009752D"/>
    <w:rsid w:val="00097888"/>
    <w:rsid w:val="00097D42"/>
    <w:rsid w:val="000A03B6"/>
    <w:rsid w:val="000A07FD"/>
    <w:rsid w:val="000A0C3A"/>
    <w:rsid w:val="000A1120"/>
    <w:rsid w:val="000A138A"/>
    <w:rsid w:val="000A148C"/>
    <w:rsid w:val="000A173B"/>
    <w:rsid w:val="000A177E"/>
    <w:rsid w:val="000A17A0"/>
    <w:rsid w:val="000A1818"/>
    <w:rsid w:val="000A1984"/>
    <w:rsid w:val="000A1A23"/>
    <w:rsid w:val="000A256F"/>
    <w:rsid w:val="000A300C"/>
    <w:rsid w:val="000A34D1"/>
    <w:rsid w:val="000A4034"/>
    <w:rsid w:val="000A4195"/>
    <w:rsid w:val="000A4538"/>
    <w:rsid w:val="000A46A1"/>
    <w:rsid w:val="000A474B"/>
    <w:rsid w:val="000A4A33"/>
    <w:rsid w:val="000A4CA0"/>
    <w:rsid w:val="000A4DEB"/>
    <w:rsid w:val="000A5520"/>
    <w:rsid w:val="000A5528"/>
    <w:rsid w:val="000A59A8"/>
    <w:rsid w:val="000A5A8D"/>
    <w:rsid w:val="000A5CDA"/>
    <w:rsid w:val="000A5D9D"/>
    <w:rsid w:val="000A5F95"/>
    <w:rsid w:val="000A604D"/>
    <w:rsid w:val="000A6205"/>
    <w:rsid w:val="000A6A0B"/>
    <w:rsid w:val="000A6B27"/>
    <w:rsid w:val="000A6F33"/>
    <w:rsid w:val="000A7330"/>
    <w:rsid w:val="000A745D"/>
    <w:rsid w:val="000A7C30"/>
    <w:rsid w:val="000A7C7D"/>
    <w:rsid w:val="000A7E3E"/>
    <w:rsid w:val="000B0636"/>
    <w:rsid w:val="000B1330"/>
    <w:rsid w:val="000B1665"/>
    <w:rsid w:val="000B19BA"/>
    <w:rsid w:val="000B1B30"/>
    <w:rsid w:val="000B2E9C"/>
    <w:rsid w:val="000B3337"/>
    <w:rsid w:val="000B3549"/>
    <w:rsid w:val="000B37DA"/>
    <w:rsid w:val="000B3C42"/>
    <w:rsid w:val="000B3C45"/>
    <w:rsid w:val="000B430F"/>
    <w:rsid w:val="000B4461"/>
    <w:rsid w:val="000B4869"/>
    <w:rsid w:val="000B554A"/>
    <w:rsid w:val="000B5979"/>
    <w:rsid w:val="000B5C40"/>
    <w:rsid w:val="000B60FB"/>
    <w:rsid w:val="000B6233"/>
    <w:rsid w:val="000B6305"/>
    <w:rsid w:val="000B66FC"/>
    <w:rsid w:val="000B6725"/>
    <w:rsid w:val="000B729D"/>
    <w:rsid w:val="000B7482"/>
    <w:rsid w:val="000B74BD"/>
    <w:rsid w:val="000B74E4"/>
    <w:rsid w:val="000B7863"/>
    <w:rsid w:val="000C01A3"/>
    <w:rsid w:val="000C0213"/>
    <w:rsid w:val="000C0240"/>
    <w:rsid w:val="000C05AE"/>
    <w:rsid w:val="000C0830"/>
    <w:rsid w:val="000C09C6"/>
    <w:rsid w:val="000C0A9A"/>
    <w:rsid w:val="000C0B7A"/>
    <w:rsid w:val="000C1719"/>
    <w:rsid w:val="000C176A"/>
    <w:rsid w:val="000C188A"/>
    <w:rsid w:val="000C1ED1"/>
    <w:rsid w:val="000C2655"/>
    <w:rsid w:val="000C2D37"/>
    <w:rsid w:val="000C2DE9"/>
    <w:rsid w:val="000C3752"/>
    <w:rsid w:val="000C37DC"/>
    <w:rsid w:val="000C3898"/>
    <w:rsid w:val="000C4217"/>
    <w:rsid w:val="000C4514"/>
    <w:rsid w:val="000C46DA"/>
    <w:rsid w:val="000C48D2"/>
    <w:rsid w:val="000C501A"/>
    <w:rsid w:val="000C5F53"/>
    <w:rsid w:val="000C63DB"/>
    <w:rsid w:val="000C687B"/>
    <w:rsid w:val="000C6BB6"/>
    <w:rsid w:val="000C6C4B"/>
    <w:rsid w:val="000C6E63"/>
    <w:rsid w:val="000C71C3"/>
    <w:rsid w:val="000C7214"/>
    <w:rsid w:val="000C726C"/>
    <w:rsid w:val="000C7811"/>
    <w:rsid w:val="000C7A6E"/>
    <w:rsid w:val="000C7C3B"/>
    <w:rsid w:val="000C7D96"/>
    <w:rsid w:val="000C7E7D"/>
    <w:rsid w:val="000D011C"/>
    <w:rsid w:val="000D0256"/>
    <w:rsid w:val="000D02C6"/>
    <w:rsid w:val="000D042E"/>
    <w:rsid w:val="000D0AFD"/>
    <w:rsid w:val="000D0C09"/>
    <w:rsid w:val="000D0D0C"/>
    <w:rsid w:val="000D0D53"/>
    <w:rsid w:val="000D128F"/>
    <w:rsid w:val="000D1B9E"/>
    <w:rsid w:val="000D1CC7"/>
    <w:rsid w:val="000D1E4F"/>
    <w:rsid w:val="000D1F26"/>
    <w:rsid w:val="000D2D3D"/>
    <w:rsid w:val="000D2F1A"/>
    <w:rsid w:val="000D363E"/>
    <w:rsid w:val="000D392C"/>
    <w:rsid w:val="000D3DB6"/>
    <w:rsid w:val="000D4257"/>
    <w:rsid w:val="000D4503"/>
    <w:rsid w:val="000D4A43"/>
    <w:rsid w:val="000D51A5"/>
    <w:rsid w:val="000D594C"/>
    <w:rsid w:val="000D5BE9"/>
    <w:rsid w:val="000D6045"/>
    <w:rsid w:val="000D6129"/>
    <w:rsid w:val="000D6229"/>
    <w:rsid w:val="000D663F"/>
    <w:rsid w:val="000D686B"/>
    <w:rsid w:val="000D68DE"/>
    <w:rsid w:val="000D7023"/>
    <w:rsid w:val="000D7365"/>
    <w:rsid w:val="000D744E"/>
    <w:rsid w:val="000D74F3"/>
    <w:rsid w:val="000D7783"/>
    <w:rsid w:val="000D7A69"/>
    <w:rsid w:val="000D7BE1"/>
    <w:rsid w:val="000D7BFC"/>
    <w:rsid w:val="000D7C37"/>
    <w:rsid w:val="000D7EF5"/>
    <w:rsid w:val="000E003A"/>
    <w:rsid w:val="000E0108"/>
    <w:rsid w:val="000E0762"/>
    <w:rsid w:val="000E0B50"/>
    <w:rsid w:val="000E0C46"/>
    <w:rsid w:val="000E1234"/>
    <w:rsid w:val="000E1371"/>
    <w:rsid w:val="000E13CB"/>
    <w:rsid w:val="000E15B1"/>
    <w:rsid w:val="000E1763"/>
    <w:rsid w:val="000E1C3C"/>
    <w:rsid w:val="000E1EA3"/>
    <w:rsid w:val="000E21FF"/>
    <w:rsid w:val="000E274D"/>
    <w:rsid w:val="000E29EC"/>
    <w:rsid w:val="000E2AE8"/>
    <w:rsid w:val="000E2B2C"/>
    <w:rsid w:val="000E2B81"/>
    <w:rsid w:val="000E2BD1"/>
    <w:rsid w:val="000E2CD8"/>
    <w:rsid w:val="000E2D11"/>
    <w:rsid w:val="000E2E02"/>
    <w:rsid w:val="000E2E87"/>
    <w:rsid w:val="000E3223"/>
    <w:rsid w:val="000E3368"/>
    <w:rsid w:val="000E3449"/>
    <w:rsid w:val="000E356B"/>
    <w:rsid w:val="000E3575"/>
    <w:rsid w:val="000E3884"/>
    <w:rsid w:val="000E393F"/>
    <w:rsid w:val="000E39C4"/>
    <w:rsid w:val="000E3E2A"/>
    <w:rsid w:val="000E3F35"/>
    <w:rsid w:val="000E4593"/>
    <w:rsid w:val="000E4634"/>
    <w:rsid w:val="000E4640"/>
    <w:rsid w:val="000E498C"/>
    <w:rsid w:val="000E4D98"/>
    <w:rsid w:val="000E4E56"/>
    <w:rsid w:val="000E4FD8"/>
    <w:rsid w:val="000E5357"/>
    <w:rsid w:val="000E5638"/>
    <w:rsid w:val="000E5731"/>
    <w:rsid w:val="000E5BEC"/>
    <w:rsid w:val="000E616E"/>
    <w:rsid w:val="000E622B"/>
    <w:rsid w:val="000E648A"/>
    <w:rsid w:val="000E6B58"/>
    <w:rsid w:val="000E6E2F"/>
    <w:rsid w:val="000E70DF"/>
    <w:rsid w:val="000E7129"/>
    <w:rsid w:val="000E75A7"/>
    <w:rsid w:val="000E7D53"/>
    <w:rsid w:val="000E7F7A"/>
    <w:rsid w:val="000F0016"/>
    <w:rsid w:val="000F00DC"/>
    <w:rsid w:val="000F0616"/>
    <w:rsid w:val="000F06C8"/>
    <w:rsid w:val="000F1137"/>
    <w:rsid w:val="000F11E1"/>
    <w:rsid w:val="000F1271"/>
    <w:rsid w:val="000F14B1"/>
    <w:rsid w:val="000F1C8A"/>
    <w:rsid w:val="000F1CB3"/>
    <w:rsid w:val="000F223A"/>
    <w:rsid w:val="000F2330"/>
    <w:rsid w:val="000F23A0"/>
    <w:rsid w:val="000F2BA5"/>
    <w:rsid w:val="000F3434"/>
    <w:rsid w:val="000F389C"/>
    <w:rsid w:val="000F3A55"/>
    <w:rsid w:val="000F3BA8"/>
    <w:rsid w:val="000F3C3F"/>
    <w:rsid w:val="000F3E92"/>
    <w:rsid w:val="000F422F"/>
    <w:rsid w:val="000F4277"/>
    <w:rsid w:val="000F430D"/>
    <w:rsid w:val="000F45AB"/>
    <w:rsid w:val="000F45B2"/>
    <w:rsid w:val="000F4A13"/>
    <w:rsid w:val="000F53AC"/>
    <w:rsid w:val="000F56FE"/>
    <w:rsid w:val="000F5AB4"/>
    <w:rsid w:val="000F6247"/>
    <w:rsid w:val="000F65C1"/>
    <w:rsid w:val="000F6812"/>
    <w:rsid w:val="000F686A"/>
    <w:rsid w:val="000F6E95"/>
    <w:rsid w:val="000F7B35"/>
    <w:rsid w:val="000F7F63"/>
    <w:rsid w:val="000F7F88"/>
    <w:rsid w:val="0010023B"/>
    <w:rsid w:val="0010028F"/>
    <w:rsid w:val="00100847"/>
    <w:rsid w:val="0010089C"/>
    <w:rsid w:val="001008F4"/>
    <w:rsid w:val="00100D9D"/>
    <w:rsid w:val="001011D1"/>
    <w:rsid w:val="001014C8"/>
    <w:rsid w:val="0010158C"/>
    <w:rsid w:val="00101D31"/>
    <w:rsid w:val="00101D8D"/>
    <w:rsid w:val="00101E93"/>
    <w:rsid w:val="00102076"/>
    <w:rsid w:val="001020AC"/>
    <w:rsid w:val="0010218A"/>
    <w:rsid w:val="00102E18"/>
    <w:rsid w:val="00103095"/>
    <w:rsid w:val="00103317"/>
    <w:rsid w:val="001037B6"/>
    <w:rsid w:val="00103B01"/>
    <w:rsid w:val="00103C8F"/>
    <w:rsid w:val="00103F4F"/>
    <w:rsid w:val="001040F9"/>
    <w:rsid w:val="001042DC"/>
    <w:rsid w:val="00104619"/>
    <w:rsid w:val="0010542C"/>
    <w:rsid w:val="0010542F"/>
    <w:rsid w:val="0010555D"/>
    <w:rsid w:val="001057CA"/>
    <w:rsid w:val="0010584D"/>
    <w:rsid w:val="00105915"/>
    <w:rsid w:val="001060A9"/>
    <w:rsid w:val="001061C2"/>
    <w:rsid w:val="0010620C"/>
    <w:rsid w:val="001062E8"/>
    <w:rsid w:val="00106342"/>
    <w:rsid w:val="00106344"/>
    <w:rsid w:val="001063E0"/>
    <w:rsid w:val="001068AC"/>
    <w:rsid w:val="001068C2"/>
    <w:rsid w:val="00106A25"/>
    <w:rsid w:val="00106C0F"/>
    <w:rsid w:val="00106FA4"/>
    <w:rsid w:val="00107084"/>
    <w:rsid w:val="001070B5"/>
    <w:rsid w:val="00107200"/>
    <w:rsid w:val="001076FE"/>
    <w:rsid w:val="001078B2"/>
    <w:rsid w:val="00107968"/>
    <w:rsid w:val="00107A23"/>
    <w:rsid w:val="00107E91"/>
    <w:rsid w:val="001102E3"/>
    <w:rsid w:val="00110DDF"/>
    <w:rsid w:val="001111E1"/>
    <w:rsid w:val="00111274"/>
    <w:rsid w:val="00111589"/>
    <w:rsid w:val="001115F1"/>
    <w:rsid w:val="001117A7"/>
    <w:rsid w:val="001117F0"/>
    <w:rsid w:val="0011196F"/>
    <w:rsid w:val="00111A5E"/>
    <w:rsid w:val="00111CB0"/>
    <w:rsid w:val="00111F30"/>
    <w:rsid w:val="0011319A"/>
    <w:rsid w:val="00113FF7"/>
    <w:rsid w:val="001151F0"/>
    <w:rsid w:val="00115314"/>
    <w:rsid w:val="00115CA5"/>
    <w:rsid w:val="00116120"/>
    <w:rsid w:val="0011663B"/>
    <w:rsid w:val="001169E9"/>
    <w:rsid w:val="00116F3F"/>
    <w:rsid w:val="001170D3"/>
    <w:rsid w:val="00117129"/>
    <w:rsid w:val="0011723C"/>
    <w:rsid w:val="00117599"/>
    <w:rsid w:val="001203D8"/>
    <w:rsid w:val="00120568"/>
    <w:rsid w:val="00120961"/>
    <w:rsid w:val="00120F23"/>
    <w:rsid w:val="00121725"/>
    <w:rsid w:val="001218D2"/>
    <w:rsid w:val="00121968"/>
    <w:rsid w:val="00121A72"/>
    <w:rsid w:val="00121E06"/>
    <w:rsid w:val="00122276"/>
    <w:rsid w:val="0012244C"/>
    <w:rsid w:val="00122890"/>
    <w:rsid w:val="001228CE"/>
    <w:rsid w:val="001228FD"/>
    <w:rsid w:val="00122A1D"/>
    <w:rsid w:val="00122A33"/>
    <w:rsid w:val="00122C01"/>
    <w:rsid w:val="00123820"/>
    <w:rsid w:val="00123967"/>
    <w:rsid w:val="00123CAD"/>
    <w:rsid w:val="001241AC"/>
    <w:rsid w:val="001245CF"/>
    <w:rsid w:val="00124926"/>
    <w:rsid w:val="0012510F"/>
    <w:rsid w:val="00125ACA"/>
    <w:rsid w:val="00125BF4"/>
    <w:rsid w:val="00125E75"/>
    <w:rsid w:val="00125EE6"/>
    <w:rsid w:val="001260CC"/>
    <w:rsid w:val="00126648"/>
    <w:rsid w:val="00126954"/>
    <w:rsid w:val="00126A7C"/>
    <w:rsid w:val="00126AB3"/>
    <w:rsid w:val="00126C2C"/>
    <w:rsid w:val="00127263"/>
    <w:rsid w:val="001275BC"/>
    <w:rsid w:val="00127722"/>
    <w:rsid w:val="00127DD1"/>
    <w:rsid w:val="00127DD6"/>
    <w:rsid w:val="00127E74"/>
    <w:rsid w:val="0012E5E2"/>
    <w:rsid w:val="00130146"/>
    <w:rsid w:val="0013069C"/>
    <w:rsid w:val="00130753"/>
    <w:rsid w:val="00130A16"/>
    <w:rsid w:val="00130D74"/>
    <w:rsid w:val="00130E35"/>
    <w:rsid w:val="001315CD"/>
    <w:rsid w:val="001316E5"/>
    <w:rsid w:val="001317B6"/>
    <w:rsid w:val="001318B3"/>
    <w:rsid w:val="00131921"/>
    <w:rsid w:val="00131B17"/>
    <w:rsid w:val="00132063"/>
    <w:rsid w:val="001320AC"/>
    <w:rsid w:val="0013242A"/>
    <w:rsid w:val="001324E8"/>
    <w:rsid w:val="00132874"/>
    <w:rsid w:val="001328DA"/>
    <w:rsid w:val="00132A32"/>
    <w:rsid w:val="00132C42"/>
    <w:rsid w:val="00132C73"/>
    <w:rsid w:val="00132DDE"/>
    <w:rsid w:val="0013338D"/>
    <w:rsid w:val="00133BB2"/>
    <w:rsid w:val="00133E29"/>
    <w:rsid w:val="00133F5C"/>
    <w:rsid w:val="001348C2"/>
    <w:rsid w:val="00134BDB"/>
    <w:rsid w:val="00134E03"/>
    <w:rsid w:val="0013507B"/>
    <w:rsid w:val="0013556D"/>
    <w:rsid w:val="00135839"/>
    <w:rsid w:val="00135864"/>
    <w:rsid w:val="0013588A"/>
    <w:rsid w:val="00135C79"/>
    <w:rsid w:val="00135F6A"/>
    <w:rsid w:val="00135F70"/>
    <w:rsid w:val="001360F5"/>
    <w:rsid w:val="001361A9"/>
    <w:rsid w:val="00136209"/>
    <w:rsid w:val="0013630C"/>
    <w:rsid w:val="00136406"/>
    <w:rsid w:val="0013648C"/>
    <w:rsid w:val="00136643"/>
    <w:rsid w:val="00136791"/>
    <w:rsid w:val="0013686E"/>
    <w:rsid w:val="00136D30"/>
    <w:rsid w:val="00136D90"/>
    <w:rsid w:val="0013704B"/>
    <w:rsid w:val="00137092"/>
    <w:rsid w:val="0013758C"/>
    <w:rsid w:val="0013785C"/>
    <w:rsid w:val="00137DAD"/>
    <w:rsid w:val="00137FF5"/>
    <w:rsid w:val="00140255"/>
    <w:rsid w:val="00140331"/>
    <w:rsid w:val="001406B4"/>
    <w:rsid w:val="00140D98"/>
    <w:rsid w:val="00140EE4"/>
    <w:rsid w:val="0014117A"/>
    <w:rsid w:val="0014177C"/>
    <w:rsid w:val="00141788"/>
    <w:rsid w:val="0014179A"/>
    <w:rsid w:val="00141C09"/>
    <w:rsid w:val="00141F6F"/>
    <w:rsid w:val="0014201E"/>
    <w:rsid w:val="00142406"/>
    <w:rsid w:val="00142897"/>
    <w:rsid w:val="00142BCB"/>
    <w:rsid w:val="001435DE"/>
    <w:rsid w:val="00143693"/>
    <w:rsid w:val="00144377"/>
    <w:rsid w:val="001446CB"/>
    <w:rsid w:val="0014488C"/>
    <w:rsid w:val="00144D23"/>
    <w:rsid w:val="00144ED1"/>
    <w:rsid w:val="00145488"/>
    <w:rsid w:val="001454CB"/>
    <w:rsid w:val="00145C70"/>
    <w:rsid w:val="00146441"/>
    <w:rsid w:val="00146777"/>
    <w:rsid w:val="0014689D"/>
    <w:rsid w:val="00146BB8"/>
    <w:rsid w:val="00146D44"/>
    <w:rsid w:val="00146DBA"/>
    <w:rsid w:val="00146E2A"/>
    <w:rsid w:val="001470F5"/>
    <w:rsid w:val="001470FE"/>
    <w:rsid w:val="00147307"/>
    <w:rsid w:val="00147347"/>
    <w:rsid w:val="0014773C"/>
    <w:rsid w:val="001478C8"/>
    <w:rsid w:val="00147C1D"/>
    <w:rsid w:val="001503B8"/>
    <w:rsid w:val="00150440"/>
    <w:rsid w:val="001505DC"/>
    <w:rsid w:val="00150B32"/>
    <w:rsid w:val="00150CB5"/>
    <w:rsid w:val="0015194F"/>
    <w:rsid w:val="00151BFB"/>
    <w:rsid w:val="00151C7C"/>
    <w:rsid w:val="001523E2"/>
    <w:rsid w:val="00152754"/>
    <w:rsid w:val="00152A38"/>
    <w:rsid w:val="00152E5F"/>
    <w:rsid w:val="00152F85"/>
    <w:rsid w:val="001531AF"/>
    <w:rsid w:val="001546E5"/>
    <w:rsid w:val="00154C2A"/>
    <w:rsid w:val="0015547A"/>
    <w:rsid w:val="0015558A"/>
    <w:rsid w:val="00155AE4"/>
    <w:rsid w:val="00155B82"/>
    <w:rsid w:val="00155BB3"/>
    <w:rsid w:val="00155E2E"/>
    <w:rsid w:val="00155F26"/>
    <w:rsid w:val="00156067"/>
    <w:rsid w:val="00156755"/>
    <w:rsid w:val="00156780"/>
    <w:rsid w:val="0015690E"/>
    <w:rsid w:val="00156941"/>
    <w:rsid w:val="001569FA"/>
    <w:rsid w:val="00156C91"/>
    <w:rsid w:val="00156D51"/>
    <w:rsid w:val="00156DF1"/>
    <w:rsid w:val="00157131"/>
    <w:rsid w:val="00157835"/>
    <w:rsid w:val="00157AC2"/>
    <w:rsid w:val="00157AE0"/>
    <w:rsid w:val="001600A0"/>
    <w:rsid w:val="00160197"/>
    <w:rsid w:val="00160220"/>
    <w:rsid w:val="0016036E"/>
    <w:rsid w:val="00160525"/>
    <w:rsid w:val="0016053B"/>
    <w:rsid w:val="0016055F"/>
    <w:rsid w:val="0016057B"/>
    <w:rsid w:val="00160641"/>
    <w:rsid w:val="001608F4"/>
    <w:rsid w:val="00160A0D"/>
    <w:rsid w:val="00160A17"/>
    <w:rsid w:val="00160AD7"/>
    <w:rsid w:val="00160F9E"/>
    <w:rsid w:val="00160FC2"/>
    <w:rsid w:val="0016101A"/>
    <w:rsid w:val="0016131B"/>
    <w:rsid w:val="001617C8"/>
    <w:rsid w:val="00161823"/>
    <w:rsid w:val="00161A56"/>
    <w:rsid w:val="00161B1F"/>
    <w:rsid w:val="0016206B"/>
    <w:rsid w:val="00162105"/>
    <w:rsid w:val="00162349"/>
    <w:rsid w:val="0016250D"/>
    <w:rsid w:val="0016292E"/>
    <w:rsid w:val="001629D9"/>
    <w:rsid w:val="00162A27"/>
    <w:rsid w:val="00162ADF"/>
    <w:rsid w:val="00162EA7"/>
    <w:rsid w:val="00162F11"/>
    <w:rsid w:val="001634C0"/>
    <w:rsid w:val="0016395A"/>
    <w:rsid w:val="00163A99"/>
    <w:rsid w:val="00164311"/>
    <w:rsid w:val="00164A17"/>
    <w:rsid w:val="00164C66"/>
    <w:rsid w:val="00165123"/>
    <w:rsid w:val="00165389"/>
    <w:rsid w:val="001654AB"/>
    <w:rsid w:val="001655AC"/>
    <w:rsid w:val="001659F4"/>
    <w:rsid w:val="0016608B"/>
    <w:rsid w:val="00166871"/>
    <w:rsid w:val="001669E8"/>
    <w:rsid w:val="00166D9A"/>
    <w:rsid w:val="00166EDE"/>
    <w:rsid w:val="001678F7"/>
    <w:rsid w:val="00167BC7"/>
    <w:rsid w:val="00167C28"/>
    <w:rsid w:val="00170608"/>
    <w:rsid w:val="00170921"/>
    <w:rsid w:val="00170B68"/>
    <w:rsid w:val="00170ED3"/>
    <w:rsid w:val="00170F17"/>
    <w:rsid w:val="00170F82"/>
    <w:rsid w:val="00171346"/>
    <w:rsid w:val="00171A42"/>
    <w:rsid w:val="00171B5E"/>
    <w:rsid w:val="00171FEC"/>
    <w:rsid w:val="00172015"/>
    <w:rsid w:val="001723B0"/>
    <w:rsid w:val="0017268D"/>
    <w:rsid w:val="00173185"/>
    <w:rsid w:val="00173787"/>
    <w:rsid w:val="0017381F"/>
    <w:rsid w:val="0017401A"/>
    <w:rsid w:val="001741A3"/>
    <w:rsid w:val="00174294"/>
    <w:rsid w:val="001749E6"/>
    <w:rsid w:val="00174A6C"/>
    <w:rsid w:val="00174FBD"/>
    <w:rsid w:val="00174FCA"/>
    <w:rsid w:val="00175412"/>
    <w:rsid w:val="001756EE"/>
    <w:rsid w:val="00175A33"/>
    <w:rsid w:val="00175D0D"/>
    <w:rsid w:val="0017616C"/>
    <w:rsid w:val="0017680E"/>
    <w:rsid w:val="00176DE3"/>
    <w:rsid w:val="0017707E"/>
    <w:rsid w:val="00177215"/>
    <w:rsid w:val="001774CB"/>
    <w:rsid w:val="001775FD"/>
    <w:rsid w:val="001800D2"/>
    <w:rsid w:val="0018041F"/>
    <w:rsid w:val="00180474"/>
    <w:rsid w:val="00180562"/>
    <w:rsid w:val="00180C4D"/>
    <w:rsid w:val="00180D09"/>
    <w:rsid w:val="00180D64"/>
    <w:rsid w:val="00180EF8"/>
    <w:rsid w:val="00180F85"/>
    <w:rsid w:val="001811AF"/>
    <w:rsid w:val="00181255"/>
    <w:rsid w:val="001812EF"/>
    <w:rsid w:val="00181E4F"/>
    <w:rsid w:val="00181E53"/>
    <w:rsid w:val="001822EC"/>
    <w:rsid w:val="00182500"/>
    <w:rsid w:val="0018259A"/>
    <w:rsid w:val="001837DF"/>
    <w:rsid w:val="00183C0D"/>
    <w:rsid w:val="00183DE1"/>
    <w:rsid w:val="00183EBC"/>
    <w:rsid w:val="00183FB2"/>
    <w:rsid w:val="00184499"/>
    <w:rsid w:val="00185257"/>
    <w:rsid w:val="0018548B"/>
    <w:rsid w:val="00185706"/>
    <w:rsid w:val="001859C6"/>
    <w:rsid w:val="00185C00"/>
    <w:rsid w:val="00185E82"/>
    <w:rsid w:val="00185FD5"/>
    <w:rsid w:val="001865B0"/>
    <w:rsid w:val="001869C4"/>
    <w:rsid w:val="00186B86"/>
    <w:rsid w:val="00186DCE"/>
    <w:rsid w:val="00186E8C"/>
    <w:rsid w:val="00186F24"/>
    <w:rsid w:val="00187170"/>
    <w:rsid w:val="001872C2"/>
    <w:rsid w:val="001876C3"/>
    <w:rsid w:val="00187710"/>
    <w:rsid w:val="0018780B"/>
    <w:rsid w:val="001900D5"/>
    <w:rsid w:val="0019019B"/>
    <w:rsid w:val="00190362"/>
    <w:rsid w:val="001903AA"/>
    <w:rsid w:val="0019044F"/>
    <w:rsid w:val="00190895"/>
    <w:rsid w:val="0019123B"/>
    <w:rsid w:val="00191ECA"/>
    <w:rsid w:val="00191F44"/>
    <w:rsid w:val="00191F7B"/>
    <w:rsid w:val="00191F8F"/>
    <w:rsid w:val="001920C3"/>
    <w:rsid w:val="0019249B"/>
    <w:rsid w:val="0019251F"/>
    <w:rsid w:val="001929DE"/>
    <w:rsid w:val="00192F41"/>
    <w:rsid w:val="00192F58"/>
    <w:rsid w:val="00192FF3"/>
    <w:rsid w:val="001930A7"/>
    <w:rsid w:val="00193170"/>
    <w:rsid w:val="001936DD"/>
    <w:rsid w:val="00193D9C"/>
    <w:rsid w:val="00193E71"/>
    <w:rsid w:val="00193F54"/>
    <w:rsid w:val="00194167"/>
    <w:rsid w:val="00194795"/>
    <w:rsid w:val="00194A6B"/>
    <w:rsid w:val="001950FD"/>
    <w:rsid w:val="00195189"/>
    <w:rsid w:val="001951CE"/>
    <w:rsid w:val="001954EA"/>
    <w:rsid w:val="001956B1"/>
    <w:rsid w:val="00195810"/>
    <w:rsid w:val="00195A17"/>
    <w:rsid w:val="00195D4C"/>
    <w:rsid w:val="00195EF4"/>
    <w:rsid w:val="001967DA"/>
    <w:rsid w:val="001968F8"/>
    <w:rsid w:val="00196954"/>
    <w:rsid w:val="00196D49"/>
    <w:rsid w:val="00196D9C"/>
    <w:rsid w:val="00196E86"/>
    <w:rsid w:val="001976A4"/>
    <w:rsid w:val="001A01CA"/>
    <w:rsid w:val="001A01E4"/>
    <w:rsid w:val="001A02CE"/>
    <w:rsid w:val="001A071E"/>
    <w:rsid w:val="001A083D"/>
    <w:rsid w:val="001A0E13"/>
    <w:rsid w:val="001A10BC"/>
    <w:rsid w:val="001A1240"/>
    <w:rsid w:val="001A1382"/>
    <w:rsid w:val="001A1565"/>
    <w:rsid w:val="001A201F"/>
    <w:rsid w:val="001A2075"/>
    <w:rsid w:val="001A2AB7"/>
    <w:rsid w:val="001A31D6"/>
    <w:rsid w:val="001A36E2"/>
    <w:rsid w:val="001A4091"/>
    <w:rsid w:val="001A409A"/>
    <w:rsid w:val="001A48EE"/>
    <w:rsid w:val="001A4E21"/>
    <w:rsid w:val="001A50C0"/>
    <w:rsid w:val="001A56C1"/>
    <w:rsid w:val="001A570C"/>
    <w:rsid w:val="001A57FF"/>
    <w:rsid w:val="001A5BA7"/>
    <w:rsid w:val="001A5D59"/>
    <w:rsid w:val="001A5DA3"/>
    <w:rsid w:val="001A5EC2"/>
    <w:rsid w:val="001A66B5"/>
    <w:rsid w:val="001A68EC"/>
    <w:rsid w:val="001A6CC3"/>
    <w:rsid w:val="001A6D6A"/>
    <w:rsid w:val="001A6E48"/>
    <w:rsid w:val="001A78D9"/>
    <w:rsid w:val="001B04F0"/>
    <w:rsid w:val="001B0529"/>
    <w:rsid w:val="001B0545"/>
    <w:rsid w:val="001B0691"/>
    <w:rsid w:val="001B06BC"/>
    <w:rsid w:val="001B0AB7"/>
    <w:rsid w:val="001B0B48"/>
    <w:rsid w:val="001B0B9A"/>
    <w:rsid w:val="001B0D11"/>
    <w:rsid w:val="001B0FCE"/>
    <w:rsid w:val="001B162E"/>
    <w:rsid w:val="001B1696"/>
    <w:rsid w:val="001B18AC"/>
    <w:rsid w:val="001B1F1D"/>
    <w:rsid w:val="001B21DA"/>
    <w:rsid w:val="001B220C"/>
    <w:rsid w:val="001B25AB"/>
    <w:rsid w:val="001B26CF"/>
    <w:rsid w:val="001B27F3"/>
    <w:rsid w:val="001B285A"/>
    <w:rsid w:val="001B299A"/>
    <w:rsid w:val="001B2DEF"/>
    <w:rsid w:val="001B305A"/>
    <w:rsid w:val="001B30DF"/>
    <w:rsid w:val="001B30FD"/>
    <w:rsid w:val="001B35D2"/>
    <w:rsid w:val="001B388D"/>
    <w:rsid w:val="001B391D"/>
    <w:rsid w:val="001B3D03"/>
    <w:rsid w:val="001B426D"/>
    <w:rsid w:val="001B4326"/>
    <w:rsid w:val="001B4505"/>
    <w:rsid w:val="001B4882"/>
    <w:rsid w:val="001B4A06"/>
    <w:rsid w:val="001B4BFD"/>
    <w:rsid w:val="001B4CF9"/>
    <w:rsid w:val="001B4D9E"/>
    <w:rsid w:val="001B5376"/>
    <w:rsid w:val="001B5388"/>
    <w:rsid w:val="001B54D1"/>
    <w:rsid w:val="001B5A04"/>
    <w:rsid w:val="001B5C37"/>
    <w:rsid w:val="001B5CE9"/>
    <w:rsid w:val="001B5FC4"/>
    <w:rsid w:val="001B6228"/>
    <w:rsid w:val="001B6507"/>
    <w:rsid w:val="001B650B"/>
    <w:rsid w:val="001B6548"/>
    <w:rsid w:val="001B6E52"/>
    <w:rsid w:val="001B73ED"/>
    <w:rsid w:val="001B7472"/>
    <w:rsid w:val="001B770D"/>
    <w:rsid w:val="001B7A4B"/>
    <w:rsid w:val="001C009C"/>
    <w:rsid w:val="001C00D7"/>
    <w:rsid w:val="001C04B2"/>
    <w:rsid w:val="001C05F0"/>
    <w:rsid w:val="001C0CB0"/>
    <w:rsid w:val="001C0DA1"/>
    <w:rsid w:val="001C0E97"/>
    <w:rsid w:val="001C1493"/>
    <w:rsid w:val="001C158D"/>
    <w:rsid w:val="001C1825"/>
    <w:rsid w:val="001C19EE"/>
    <w:rsid w:val="001C1A2C"/>
    <w:rsid w:val="001C1B70"/>
    <w:rsid w:val="001C1D60"/>
    <w:rsid w:val="001C1FD4"/>
    <w:rsid w:val="001C2400"/>
    <w:rsid w:val="001C2478"/>
    <w:rsid w:val="001C2699"/>
    <w:rsid w:val="001C28D9"/>
    <w:rsid w:val="001C2AD1"/>
    <w:rsid w:val="001C2BE8"/>
    <w:rsid w:val="001C328C"/>
    <w:rsid w:val="001C373D"/>
    <w:rsid w:val="001C38A8"/>
    <w:rsid w:val="001C4953"/>
    <w:rsid w:val="001C53E4"/>
    <w:rsid w:val="001C5438"/>
    <w:rsid w:val="001C61C1"/>
    <w:rsid w:val="001C64E6"/>
    <w:rsid w:val="001C64FF"/>
    <w:rsid w:val="001C685C"/>
    <w:rsid w:val="001C6956"/>
    <w:rsid w:val="001C6BB0"/>
    <w:rsid w:val="001C6C20"/>
    <w:rsid w:val="001C7105"/>
    <w:rsid w:val="001C7338"/>
    <w:rsid w:val="001C7718"/>
    <w:rsid w:val="001C77BC"/>
    <w:rsid w:val="001C7B7E"/>
    <w:rsid w:val="001C7D0E"/>
    <w:rsid w:val="001D0313"/>
    <w:rsid w:val="001D08E4"/>
    <w:rsid w:val="001D0E23"/>
    <w:rsid w:val="001D0EAC"/>
    <w:rsid w:val="001D0F97"/>
    <w:rsid w:val="001D1071"/>
    <w:rsid w:val="001D235F"/>
    <w:rsid w:val="001D29EC"/>
    <w:rsid w:val="001D2F93"/>
    <w:rsid w:val="001D33BB"/>
    <w:rsid w:val="001D345A"/>
    <w:rsid w:val="001D39F6"/>
    <w:rsid w:val="001D3AE1"/>
    <w:rsid w:val="001D3AE8"/>
    <w:rsid w:val="001D3C8B"/>
    <w:rsid w:val="001D3FDE"/>
    <w:rsid w:val="001D4892"/>
    <w:rsid w:val="001D4D86"/>
    <w:rsid w:val="001D4EC3"/>
    <w:rsid w:val="001D516D"/>
    <w:rsid w:val="001D59AB"/>
    <w:rsid w:val="001D5B81"/>
    <w:rsid w:val="001D5F8B"/>
    <w:rsid w:val="001D5FD2"/>
    <w:rsid w:val="001D613C"/>
    <w:rsid w:val="001D6C6F"/>
    <w:rsid w:val="001D6FF9"/>
    <w:rsid w:val="001D70DE"/>
    <w:rsid w:val="001D72FA"/>
    <w:rsid w:val="001D7343"/>
    <w:rsid w:val="001D74FC"/>
    <w:rsid w:val="001D7738"/>
    <w:rsid w:val="001D7C7F"/>
    <w:rsid w:val="001D7D31"/>
    <w:rsid w:val="001D7D32"/>
    <w:rsid w:val="001D7E75"/>
    <w:rsid w:val="001E0412"/>
    <w:rsid w:val="001E0706"/>
    <w:rsid w:val="001E0B11"/>
    <w:rsid w:val="001E12A9"/>
    <w:rsid w:val="001E159A"/>
    <w:rsid w:val="001E169B"/>
    <w:rsid w:val="001E1936"/>
    <w:rsid w:val="001E1C9D"/>
    <w:rsid w:val="001E2E9F"/>
    <w:rsid w:val="001E32DF"/>
    <w:rsid w:val="001E362E"/>
    <w:rsid w:val="001E36EB"/>
    <w:rsid w:val="001E3903"/>
    <w:rsid w:val="001E41DD"/>
    <w:rsid w:val="001E43B5"/>
    <w:rsid w:val="001E449D"/>
    <w:rsid w:val="001E46EB"/>
    <w:rsid w:val="001E4C28"/>
    <w:rsid w:val="001E4C78"/>
    <w:rsid w:val="001E51D1"/>
    <w:rsid w:val="001E56A5"/>
    <w:rsid w:val="001E571B"/>
    <w:rsid w:val="001E5837"/>
    <w:rsid w:val="001E5BC8"/>
    <w:rsid w:val="001E60DD"/>
    <w:rsid w:val="001E61FC"/>
    <w:rsid w:val="001E646E"/>
    <w:rsid w:val="001E65B2"/>
    <w:rsid w:val="001E699F"/>
    <w:rsid w:val="001E6AFB"/>
    <w:rsid w:val="001E6D02"/>
    <w:rsid w:val="001E7043"/>
    <w:rsid w:val="001E7778"/>
    <w:rsid w:val="001E7EA0"/>
    <w:rsid w:val="001EA9BB"/>
    <w:rsid w:val="001F0126"/>
    <w:rsid w:val="001F02C5"/>
    <w:rsid w:val="001F0383"/>
    <w:rsid w:val="001F0C9F"/>
    <w:rsid w:val="001F0D1B"/>
    <w:rsid w:val="001F114F"/>
    <w:rsid w:val="001F1291"/>
    <w:rsid w:val="001F159F"/>
    <w:rsid w:val="001F1D8D"/>
    <w:rsid w:val="001F1E01"/>
    <w:rsid w:val="001F1F48"/>
    <w:rsid w:val="001F2AE7"/>
    <w:rsid w:val="001F35C8"/>
    <w:rsid w:val="001F35FC"/>
    <w:rsid w:val="001F3D3D"/>
    <w:rsid w:val="001F3D66"/>
    <w:rsid w:val="001F4087"/>
    <w:rsid w:val="001F49CD"/>
    <w:rsid w:val="001F4DCC"/>
    <w:rsid w:val="001F4E79"/>
    <w:rsid w:val="001F5723"/>
    <w:rsid w:val="001F5AAD"/>
    <w:rsid w:val="001F5B6B"/>
    <w:rsid w:val="001F6325"/>
    <w:rsid w:val="001F66BF"/>
    <w:rsid w:val="001F6C58"/>
    <w:rsid w:val="001F6CC3"/>
    <w:rsid w:val="001F70DF"/>
    <w:rsid w:val="001F7268"/>
    <w:rsid w:val="001F7329"/>
    <w:rsid w:val="001F763C"/>
    <w:rsid w:val="001F76CE"/>
    <w:rsid w:val="001F76FE"/>
    <w:rsid w:val="001F776A"/>
    <w:rsid w:val="001F77BE"/>
    <w:rsid w:val="001F78B8"/>
    <w:rsid w:val="001F7CFB"/>
    <w:rsid w:val="001F7FE8"/>
    <w:rsid w:val="002002C0"/>
    <w:rsid w:val="00200469"/>
    <w:rsid w:val="00200799"/>
    <w:rsid w:val="00200A20"/>
    <w:rsid w:val="00200A69"/>
    <w:rsid w:val="0020143E"/>
    <w:rsid w:val="002014E3"/>
    <w:rsid w:val="002015B9"/>
    <w:rsid w:val="0020174F"/>
    <w:rsid w:val="002019D8"/>
    <w:rsid w:val="00201B8C"/>
    <w:rsid w:val="00201E28"/>
    <w:rsid w:val="0020224B"/>
    <w:rsid w:val="002023E4"/>
    <w:rsid w:val="00202653"/>
    <w:rsid w:val="0020326D"/>
    <w:rsid w:val="0020342C"/>
    <w:rsid w:val="00203455"/>
    <w:rsid w:val="0020345E"/>
    <w:rsid w:val="002035AC"/>
    <w:rsid w:val="00203A17"/>
    <w:rsid w:val="00203D5E"/>
    <w:rsid w:val="00203DCD"/>
    <w:rsid w:val="002041BF"/>
    <w:rsid w:val="00204409"/>
    <w:rsid w:val="00204660"/>
    <w:rsid w:val="002046D7"/>
    <w:rsid w:val="002047D4"/>
    <w:rsid w:val="002048F1"/>
    <w:rsid w:val="00204A67"/>
    <w:rsid w:val="00204BDF"/>
    <w:rsid w:val="00204C87"/>
    <w:rsid w:val="002058AE"/>
    <w:rsid w:val="00205C74"/>
    <w:rsid w:val="00205DA3"/>
    <w:rsid w:val="0020609A"/>
    <w:rsid w:val="002064AF"/>
    <w:rsid w:val="002067DA"/>
    <w:rsid w:val="00206943"/>
    <w:rsid w:val="00206AAE"/>
    <w:rsid w:val="00206DDB"/>
    <w:rsid w:val="00206F24"/>
    <w:rsid w:val="002074E4"/>
    <w:rsid w:val="0020766B"/>
    <w:rsid w:val="00207849"/>
    <w:rsid w:val="00207B44"/>
    <w:rsid w:val="00207BB3"/>
    <w:rsid w:val="00210A19"/>
    <w:rsid w:val="00210B7C"/>
    <w:rsid w:val="00210D54"/>
    <w:rsid w:val="00210DF8"/>
    <w:rsid w:val="00210E0D"/>
    <w:rsid w:val="00210F67"/>
    <w:rsid w:val="00211703"/>
    <w:rsid w:val="00211E64"/>
    <w:rsid w:val="00212051"/>
    <w:rsid w:val="002122ED"/>
    <w:rsid w:val="00212334"/>
    <w:rsid w:val="00212BA4"/>
    <w:rsid w:val="00212DB4"/>
    <w:rsid w:val="00212DF9"/>
    <w:rsid w:val="00212F6F"/>
    <w:rsid w:val="002132C9"/>
    <w:rsid w:val="0021332D"/>
    <w:rsid w:val="002133F2"/>
    <w:rsid w:val="002135FE"/>
    <w:rsid w:val="0021403B"/>
    <w:rsid w:val="00214074"/>
    <w:rsid w:val="00214162"/>
    <w:rsid w:val="00214502"/>
    <w:rsid w:val="00214538"/>
    <w:rsid w:val="00214B21"/>
    <w:rsid w:val="00214D83"/>
    <w:rsid w:val="00214DAA"/>
    <w:rsid w:val="002153E0"/>
    <w:rsid w:val="002155B5"/>
    <w:rsid w:val="00215936"/>
    <w:rsid w:val="002159CE"/>
    <w:rsid w:val="002159E4"/>
    <w:rsid w:val="00215EEC"/>
    <w:rsid w:val="00215F6E"/>
    <w:rsid w:val="0021684A"/>
    <w:rsid w:val="00216BC7"/>
    <w:rsid w:val="00216EB5"/>
    <w:rsid w:val="00216EE7"/>
    <w:rsid w:val="00217224"/>
    <w:rsid w:val="00217247"/>
    <w:rsid w:val="0021724B"/>
    <w:rsid w:val="002173D0"/>
    <w:rsid w:val="002177F8"/>
    <w:rsid w:val="00217B4C"/>
    <w:rsid w:val="00217BC9"/>
    <w:rsid w:val="0022065B"/>
    <w:rsid w:val="002206C2"/>
    <w:rsid w:val="002207A9"/>
    <w:rsid w:val="00220F78"/>
    <w:rsid w:val="00221058"/>
    <w:rsid w:val="002222B5"/>
    <w:rsid w:val="002227B6"/>
    <w:rsid w:val="002228BE"/>
    <w:rsid w:val="002229C2"/>
    <w:rsid w:val="002231C2"/>
    <w:rsid w:val="00223459"/>
    <w:rsid w:val="0022391F"/>
    <w:rsid w:val="00223A50"/>
    <w:rsid w:val="00223AC4"/>
    <w:rsid w:val="002248A8"/>
    <w:rsid w:val="00224AC2"/>
    <w:rsid w:val="00224ADC"/>
    <w:rsid w:val="00224C2C"/>
    <w:rsid w:val="00225179"/>
    <w:rsid w:val="002257E3"/>
    <w:rsid w:val="002257F6"/>
    <w:rsid w:val="00225F10"/>
    <w:rsid w:val="002260B0"/>
    <w:rsid w:val="002260BA"/>
    <w:rsid w:val="0022616E"/>
    <w:rsid w:val="00226433"/>
    <w:rsid w:val="002267D7"/>
    <w:rsid w:val="00226EEC"/>
    <w:rsid w:val="00227156"/>
    <w:rsid w:val="00227430"/>
    <w:rsid w:val="00227529"/>
    <w:rsid w:val="00227B05"/>
    <w:rsid w:val="00227D32"/>
    <w:rsid w:val="00227E5F"/>
    <w:rsid w:val="00227F2F"/>
    <w:rsid w:val="00230279"/>
    <w:rsid w:val="002302FF"/>
    <w:rsid w:val="00230534"/>
    <w:rsid w:val="00230584"/>
    <w:rsid w:val="0023063C"/>
    <w:rsid w:val="002306A7"/>
    <w:rsid w:val="002308F3"/>
    <w:rsid w:val="00230AC0"/>
    <w:rsid w:val="00230E27"/>
    <w:rsid w:val="00230E67"/>
    <w:rsid w:val="002314E4"/>
    <w:rsid w:val="0023164B"/>
    <w:rsid w:val="00232069"/>
    <w:rsid w:val="002322BB"/>
    <w:rsid w:val="002326DD"/>
    <w:rsid w:val="00232781"/>
    <w:rsid w:val="00232AF1"/>
    <w:rsid w:val="00232BD1"/>
    <w:rsid w:val="00233369"/>
    <w:rsid w:val="002336DF"/>
    <w:rsid w:val="002339FC"/>
    <w:rsid w:val="00233B39"/>
    <w:rsid w:val="00233DC4"/>
    <w:rsid w:val="00233E79"/>
    <w:rsid w:val="00233F4E"/>
    <w:rsid w:val="00233FF7"/>
    <w:rsid w:val="0023418E"/>
    <w:rsid w:val="00234D8A"/>
    <w:rsid w:val="00234F63"/>
    <w:rsid w:val="00235395"/>
    <w:rsid w:val="0023557C"/>
    <w:rsid w:val="0023558E"/>
    <w:rsid w:val="00235740"/>
    <w:rsid w:val="00235D58"/>
    <w:rsid w:val="00235E7B"/>
    <w:rsid w:val="00236201"/>
    <w:rsid w:val="0023657E"/>
    <w:rsid w:val="00236863"/>
    <w:rsid w:val="002373BE"/>
    <w:rsid w:val="0023754D"/>
    <w:rsid w:val="00237886"/>
    <w:rsid w:val="00237C9A"/>
    <w:rsid w:val="0024012A"/>
    <w:rsid w:val="00240189"/>
    <w:rsid w:val="00240953"/>
    <w:rsid w:val="00240E3E"/>
    <w:rsid w:val="0024118C"/>
    <w:rsid w:val="00241EAC"/>
    <w:rsid w:val="00242033"/>
    <w:rsid w:val="00242565"/>
    <w:rsid w:val="00242853"/>
    <w:rsid w:val="002428ED"/>
    <w:rsid w:val="00242B03"/>
    <w:rsid w:val="00243331"/>
    <w:rsid w:val="00243485"/>
    <w:rsid w:val="00243709"/>
    <w:rsid w:val="002438D0"/>
    <w:rsid w:val="00243C20"/>
    <w:rsid w:val="00243FBC"/>
    <w:rsid w:val="002443F1"/>
    <w:rsid w:val="002444D3"/>
    <w:rsid w:val="00244995"/>
    <w:rsid w:val="0024506A"/>
    <w:rsid w:val="00245318"/>
    <w:rsid w:val="002458BD"/>
    <w:rsid w:val="0024648E"/>
    <w:rsid w:val="002464EC"/>
    <w:rsid w:val="00247710"/>
    <w:rsid w:val="00247940"/>
    <w:rsid w:val="00247BDD"/>
    <w:rsid w:val="00247D81"/>
    <w:rsid w:val="00247DDD"/>
    <w:rsid w:val="00247E79"/>
    <w:rsid w:val="00250123"/>
    <w:rsid w:val="002503AD"/>
    <w:rsid w:val="00250451"/>
    <w:rsid w:val="00250544"/>
    <w:rsid w:val="002508F8"/>
    <w:rsid w:val="00250A4E"/>
    <w:rsid w:val="00250AF3"/>
    <w:rsid w:val="00250D2F"/>
    <w:rsid w:val="0025106A"/>
    <w:rsid w:val="002515EE"/>
    <w:rsid w:val="0025169A"/>
    <w:rsid w:val="00251DC2"/>
    <w:rsid w:val="00251DCD"/>
    <w:rsid w:val="00251E61"/>
    <w:rsid w:val="00252083"/>
    <w:rsid w:val="002522ED"/>
    <w:rsid w:val="002522FE"/>
    <w:rsid w:val="00252337"/>
    <w:rsid w:val="00252CD9"/>
    <w:rsid w:val="0025302D"/>
    <w:rsid w:val="002531C3"/>
    <w:rsid w:val="00253250"/>
    <w:rsid w:val="0025392C"/>
    <w:rsid w:val="00253D74"/>
    <w:rsid w:val="00253E27"/>
    <w:rsid w:val="002541C7"/>
    <w:rsid w:val="00254261"/>
    <w:rsid w:val="0025457B"/>
    <w:rsid w:val="00254711"/>
    <w:rsid w:val="0025492D"/>
    <w:rsid w:val="0025526D"/>
    <w:rsid w:val="00255295"/>
    <w:rsid w:val="002554B9"/>
    <w:rsid w:val="00255530"/>
    <w:rsid w:val="002558FA"/>
    <w:rsid w:val="00255911"/>
    <w:rsid w:val="00255B35"/>
    <w:rsid w:val="00256046"/>
    <w:rsid w:val="002562E4"/>
    <w:rsid w:val="002569E9"/>
    <w:rsid w:val="00257074"/>
    <w:rsid w:val="00257A1E"/>
    <w:rsid w:val="00257F7A"/>
    <w:rsid w:val="0026043E"/>
    <w:rsid w:val="002606DE"/>
    <w:rsid w:val="00260732"/>
    <w:rsid w:val="0026087A"/>
    <w:rsid w:val="00260FC7"/>
    <w:rsid w:val="0026158E"/>
    <w:rsid w:val="00261703"/>
    <w:rsid w:val="00261AB2"/>
    <w:rsid w:val="002620C4"/>
    <w:rsid w:val="002620D5"/>
    <w:rsid w:val="002621C4"/>
    <w:rsid w:val="0026222D"/>
    <w:rsid w:val="002624F0"/>
    <w:rsid w:val="002625B3"/>
    <w:rsid w:val="00262E15"/>
    <w:rsid w:val="00263040"/>
    <w:rsid w:val="00263B98"/>
    <w:rsid w:val="00263CC8"/>
    <w:rsid w:val="00263CD2"/>
    <w:rsid w:val="00263F48"/>
    <w:rsid w:val="0026405C"/>
    <w:rsid w:val="0026422F"/>
    <w:rsid w:val="002642AB"/>
    <w:rsid w:val="0026486D"/>
    <w:rsid w:val="002649EB"/>
    <w:rsid w:val="00264EDA"/>
    <w:rsid w:val="00264F2C"/>
    <w:rsid w:val="00265028"/>
    <w:rsid w:val="002651CB"/>
    <w:rsid w:val="002658BE"/>
    <w:rsid w:val="00265EE4"/>
    <w:rsid w:val="0026611A"/>
    <w:rsid w:val="00266574"/>
    <w:rsid w:val="00266AD6"/>
    <w:rsid w:val="00266D18"/>
    <w:rsid w:val="00267189"/>
    <w:rsid w:val="00267191"/>
    <w:rsid w:val="00267857"/>
    <w:rsid w:val="00267875"/>
    <w:rsid w:val="00267A96"/>
    <w:rsid w:val="0027016A"/>
    <w:rsid w:val="00270481"/>
    <w:rsid w:val="002704D4"/>
    <w:rsid w:val="00270630"/>
    <w:rsid w:val="00270AA6"/>
    <w:rsid w:val="002710A6"/>
    <w:rsid w:val="002711FB"/>
    <w:rsid w:val="002717A6"/>
    <w:rsid w:val="00271A3A"/>
    <w:rsid w:val="00272593"/>
    <w:rsid w:val="00272EB2"/>
    <w:rsid w:val="00273103"/>
    <w:rsid w:val="00273B63"/>
    <w:rsid w:val="00273EA8"/>
    <w:rsid w:val="00274138"/>
    <w:rsid w:val="002741E3"/>
    <w:rsid w:val="00274382"/>
    <w:rsid w:val="00274700"/>
    <w:rsid w:val="00274F19"/>
    <w:rsid w:val="00275234"/>
    <w:rsid w:val="00275298"/>
    <w:rsid w:val="0027564B"/>
    <w:rsid w:val="002757A4"/>
    <w:rsid w:val="00275FED"/>
    <w:rsid w:val="00276241"/>
    <w:rsid w:val="00276514"/>
    <w:rsid w:val="002767C1"/>
    <w:rsid w:val="00276A45"/>
    <w:rsid w:val="00276A75"/>
    <w:rsid w:val="00277166"/>
    <w:rsid w:val="0027788C"/>
    <w:rsid w:val="00277D01"/>
    <w:rsid w:val="00277F72"/>
    <w:rsid w:val="00280191"/>
    <w:rsid w:val="00280461"/>
    <w:rsid w:val="00280715"/>
    <w:rsid w:val="00280B80"/>
    <w:rsid w:val="00281F61"/>
    <w:rsid w:val="0028218B"/>
    <w:rsid w:val="00282560"/>
    <w:rsid w:val="002827FF"/>
    <w:rsid w:val="00282C5C"/>
    <w:rsid w:val="00282C63"/>
    <w:rsid w:val="00282D17"/>
    <w:rsid w:val="00282EB0"/>
    <w:rsid w:val="00283011"/>
    <w:rsid w:val="002831CB"/>
    <w:rsid w:val="002836E7"/>
    <w:rsid w:val="0028393B"/>
    <w:rsid w:val="00283ABD"/>
    <w:rsid w:val="002843A1"/>
    <w:rsid w:val="00284418"/>
    <w:rsid w:val="00284588"/>
    <w:rsid w:val="00284B31"/>
    <w:rsid w:val="00284C2B"/>
    <w:rsid w:val="00285180"/>
    <w:rsid w:val="0028524A"/>
    <w:rsid w:val="00285A6A"/>
    <w:rsid w:val="00285AD6"/>
    <w:rsid w:val="00285D2D"/>
    <w:rsid w:val="00285EA9"/>
    <w:rsid w:val="00285EFD"/>
    <w:rsid w:val="002865D4"/>
    <w:rsid w:val="002866FF"/>
    <w:rsid w:val="00286A09"/>
    <w:rsid w:val="00286F4D"/>
    <w:rsid w:val="00287857"/>
    <w:rsid w:val="002879EB"/>
    <w:rsid w:val="00287B54"/>
    <w:rsid w:val="00290291"/>
    <w:rsid w:val="0029086B"/>
    <w:rsid w:val="00290AA2"/>
    <w:rsid w:val="00291423"/>
    <w:rsid w:val="0029149B"/>
    <w:rsid w:val="0029172E"/>
    <w:rsid w:val="00291C56"/>
    <w:rsid w:val="00291E89"/>
    <w:rsid w:val="0029206B"/>
    <w:rsid w:val="002922A7"/>
    <w:rsid w:val="0029292F"/>
    <w:rsid w:val="00292E87"/>
    <w:rsid w:val="00293175"/>
    <w:rsid w:val="00293291"/>
    <w:rsid w:val="0029332D"/>
    <w:rsid w:val="00293A9D"/>
    <w:rsid w:val="00294091"/>
    <w:rsid w:val="00294354"/>
    <w:rsid w:val="0029442C"/>
    <w:rsid w:val="002944DC"/>
    <w:rsid w:val="002945A8"/>
    <w:rsid w:val="00294891"/>
    <w:rsid w:val="0029536A"/>
    <w:rsid w:val="002953BA"/>
    <w:rsid w:val="0029565C"/>
    <w:rsid w:val="0029594E"/>
    <w:rsid w:val="002968DC"/>
    <w:rsid w:val="00296B3D"/>
    <w:rsid w:val="00297645"/>
    <w:rsid w:val="002A0733"/>
    <w:rsid w:val="002A0AE9"/>
    <w:rsid w:val="002A0D42"/>
    <w:rsid w:val="002A0F43"/>
    <w:rsid w:val="002A139C"/>
    <w:rsid w:val="002A1563"/>
    <w:rsid w:val="002A17DF"/>
    <w:rsid w:val="002A1CB7"/>
    <w:rsid w:val="002A1D37"/>
    <w:rsid w:val="002A2A86"/>
    <w:rsid w:val="002A2C56"/>
    <w:rsid w:val="002A30DC"/>
    <w:rsid w:val="002A332A"/>
    <w:rsid w:val="002A345E"/>
    <w:rsid w:val="002A37C7"/>
    <w:rsid w:val="002A3C09"/>
    <w:rsid w:val="002A3C72"/>
    <w:rsid w:val="002A43A1"/>
    <w:rsid w:val="002A4412"/>
    <w:rsid w:val="002A4B9D"/>
    <w:rsid w:val="002A4C62"/>
    <w:rsid w:val="002A529D"/>
    <w:rsid w:val="002A52C1"/>
    <w:rsid w:val="002A57F5"/>
    <w:rsid w:val="002A5D71"/>
    <w:rsid w:val="002A5D7F"/>
    <w:rsid w:val="002A5F24"/>
    <w:rsid w:val="002A5F67"/>
    <w:rsid w:val="002A611B"/>
    <w:rsid w:val="002A62D4"/>
    <w:rsid w:val="002A6344"/>
    <w:rsid w:val="002A66D1"/>
    <w:rsid w:val="002A685B"/>
    <w:rsid w:val="002A6891"/>
    <w:rsid w:val="002A69AE"/>
    <w:rsid w:val="002A6BF6"/>
    <w:rsid w:val="002A6E82"/>
    <w:rsid w:val="002A725B"/>
    <w:rsid w:val="002A740C"/>
    <w:rsid w:val="002A77E8"/>
    <w:rsid w:val="002A7BCB"/>
    <w:rsid w:val="002A7D38"/>
    <w:rsid w:val="002A7E78"/>
    <w:rsid w:val="002B01CC"/>
    <w:rsid w:val="002B0589"/>
    <w:rsid w:val="002B0730"/>
    <w:rsid w:val="002B092D"/>
    <w:rsid w:val="002B0C60"/>
    <w:rsid w:val="002B0FA9"/>
    <w:rsid w:val="002B14F4"/>
    <w:rsid w:val="002B1614"/>
    <w:rsid w:val="002B16F0"/>
    <w:rsid w:val="002B194B"/>
    <w:rsid w:val="002B1C89"/>
    <w:rsid w:val="002B1EFA"/>
    <w:rsid w:val="002B1F5C"/>
    <w:rsid w:val="002B2424"/>
    <w:rsid w:val="002B25BC"/>
    <w:rsid w:val="002B2873"/>
    <w:rsid w:val="002B2C55"/>
    <w:rsid w:val="002B31DB"/>
    <w:rsid w:val="002B3225"/>
    <w:rsid w:val="002B3370"/>
    <w:rsid w:val="002B343C"/>
    <w:rsid w:val="002B38D4"/>
    <w:rsid w:val="002B3DB1"/>
    <w:rsid w:val="002B42A2"/>
    <w:rsid w:val="002B4500"/>
    <w:rsid w:val="002B457C"/>
    <w:rsid w:val="002B4DA9"/>
    <w:rsid w:val="002B4E40"/>
    <w:rsid w:val="002B511A"/>
    <w:rsid w:val="002B52E7"/>
    <w:rsid w:val="002B590E"/>
    <w:rsid w:val="002B5BC3"/>
    <w:rsid w:val="002B5C71"/>
    <w:rsid w:val="002B5C90"/>
    <w:rsid w:val="002B6106"/>
    <w:rsid w:val="002B6364"/>
    <w:rsid w:val="002B65B5"/>
    <w:rsid w:val="002B6886"/>
    <w:rsid w:val="002B6B13"/>
    <w:rsid w:val="002B6CB7"/>
    <w:rsid w:val="002B7748"/>
    <w:rsid w:val="002B77B8"/>
    <w:rsid w:val="002B7937"/>
    <w:rsid w:val="002B7FF9"/>
    <w:rsid w:val="002C0067"/>
    <w:rsid w:val="002C04FA"/>
    <w:rsid w:val="002C0855"/>
    <w:rsid w:val="002C0F48"/>
    <w:rsid w:val="002C1036"/>
    <w:rsid w:val="002C18D1"/>
    <w:rsid w:val="002C1B5C"/>
    <w:rsid w:val="002C202D"/>
    <w:rsid w:val="002C2388"/>
    <w:rsid w:val="002C2412"/>
    <w:rsid w:val="002C2C9D"/>
    <w:rsid w:val="002C2FA8"/>
    <w:rsid w:val="002C3152"/>
    <w:rsid w:val="002C3739"/>
    <w:rsid w:val="002C39AF"/>
    <w:rsid w:val="002C3EA0"/>
    <w:rsid w:val="002C46D1"/>
    <w:rsid w:val="002C4BE7"/>
    <w:rsid w:val="002C4CC5"/>
    <w:rsid w:val="002C4D98"/>
    <w:rsid w:val="002C4E5D"/>
    <w:rsid w:val="002C55B8"/>
    <w:rsid w:val="002C5959"/>
    <w:rsid w:val="002C5A8F"/>
    <w:rsid w:val="002C5F00"/>
    <w:rsid w:val="002C6018"/>
    <w:rsid w:val="002C601E"/>
    <w:rsid w:val="002C616A"/>
    <w:rsid w:val="002C6324"/>
    <w:rsid w:val="002C69C4"/>
    <w:rsid w:val="002C6CF4"/>
    <w:rsid w:val="002C6D7C"/>
    <w:rsid w:val="002C6E67"/>
    <w:rsid w:val="002C7045"/>
    <w:rsid w:val="002C7364"/>
    <w:rsid w:val="002C78E3"/>
    <w:rsid w:val="002C7AD0"/>
    <w:rsid w:val="002C7B2E"/>
    <w:rsid w:val="002C7B41"/>
    <w:rsid w:val="002D05EB"/>
    <w:rsid w:val="002D05EE"/>
    <w:rsid w:val="002D067D"/>
    <w:rsid w:val="002D06B5"/>
    <w:rsid w:val="002D0863"/>
    <w:rsid w:val="002D0995"/>
    <w:rsid w:val="002D0C26"/>
    <w:rsid w:val="002D0ECD"/>
    <w:rsid w:val="002D0F4B"/>
    <w:rsid w:val="002D0FAD"/>
    <w:rsid w:val="002D1217"/>
    <w:rsid w:val="002D12F7"/>
    <w:rsid w:val="002D1301"/>
    <w:rsid w:val="002D148C"/>
    <w:rsid w:val="002D1821"/>
    <w:rsid w:val="002D1A16"/>
    <w:rsid w:val="002D1B13"/>
    <w:rsid w:val="002D1FC0"/>
    <w:rsid w:val="002D26C0"/>
    <w:rsid w:val="002D2B34"/>
    <w:rsid w:val="002D2B54"/>
    <w:rsid w:val="002D327F"/>
    <w:rsid w:val="002D34EE"/>
    <w:rsid w:val="002D34F1"/>
    <w:rsid w:val="002D35A1"/>
    <w:rsid w:val="002D389C"/>
    <w:rsid w:val="002D3961"/>
    <w:rsid w:val="002D3BC1"/>
    <w:rsid w:val="002D3C61"/>
    <w:rsid w:val="002D44EF"/>
    <w:rsid w:val="002D46F0"/>
    <w:rsid w:val="002D4A47"/>
    <w:rsid w:val="002D4B75"/>
    <w:rsid w:val="002D5172"/>
    <w:rsid w:val="002D59E9"/>
    <w:rsid w:val="002D5C03"/>
    <w:rsid w:val="002D63B9"/>
    <w:rsid w:val="002D64DA"/>
    <w:rsid w:val="002D657D"/>
    <w:rsid w:val="002D6B18"/>
    <w:rsid w:val="002D6B2A"/>
    <w:rsid w:val="002D6EFE"/>
    <w:rsid w:val="002D74F9"/>
    <w:rsid w:val="002D7AAB"/>
    <w:rsid w:val="002D7BF8"/>
    <w:rsid w:val="002D7CFA"/>
    <w:rsid w:val="002D7E1B"/>
    <w:rsid w:val="002E00A0"/>
    <w:rsid w:val="002E023B"/>
    <w:rsid w:val="002E055D"/>
    <w:rsid w:val="002E055E"/>
    <w:rsid w:val="002E0590"/>
    <w:rsid w:val="002E0A44"/>
    <w:rsid w:val="002E1052"/>
    <w:rsid w:val="002E1235"/>
    <w:rsid w:val="002E1746"/>
    <w:rsid w:val="002E18DC"/>
    <w:rsid w:val="002E196E"/>
    <w:rsid w:val="002E21A0"/>
    <w:rsid w:val="002E23AF"/>
    <w:rsid w:val="002E24CA"/>
    <w:rsid w:val="002E291F"/>
    <w:rsid w:val="002E2E5A"/>
    <w:rsid w:val="002E316F"/>
    <w:rsid w:val="002E3586"/>
    <w:rsid w:val="002E35FF"/>
    <w:rsid w:val="002E3838"/>
    <w:rsid w:val="002E3925"/>
    <w:rsid w:val="002E3943"/>
    <w:rsid w:val="002E3B8D"/>
    <w:rsid w:val="002E4304"/>
    <w:rsid w:val="002E477C"/>
    <w:rsid w:val="002E4848"/>
    <w:rsid w:val="002E49D8"/>
    <w:rsid w:val="002E4A85"/>
    <w:rsid w:val="002E4F57"/>
    <w:rsid w:val="002E54AF"/>
    <w:rsid w:val="002E5569"/>
    <w:rsid w:val="002E56B4"/>
    <w:rsid w:val="002E56BE"/>
    <w:rsid w:val="002E57ED"/>
    <w:rsid w:val="002E5D6C"/>
    <w:rsid w:val="002E5D72"/>
    <w:rsid w:val="002E5EBF"/>
    <w:rsid w:val="002E5FA7"/>
    <w:rsid w:val="002E6221"/>
    <w:rsid w:val="002E6576"/>
    <w:rsid w:val="002E6616"/>
    <w:rsid w:val="002E666F"/>
    <w:rsid w:val="002E75C7"/>
    <w:rsid w:val="002E7C1A"/>
    <w:rsid w:val="002F0588"/>
    <w:rsid w:val="002F0686"/>
    <w:rsid w:val="002F0838"/>
    <w:rsid w:val="002F087D"/>
    <w:rsid w:val="002F0DEC"/>
    <w:rsid w:val="002F10C1"/>
    <w:rsid w:val="002F160C"/>
    <w:rsid w:val="002F19D6"/>
    <w:rsid w:val="002F1C28"/>
    <w:rsid w:val="002F1DBF"/>
    <w:rsid w:val="002F1FFF"/>
    <w:rsid w:val="002F2072"/>
    <w:rsid w:val="002F2430"/>
    <w:rsid w:val="002F2442"/>
    <w:rsid w:val="002F2C65"/>
    <w:rsid w:val="002F330B"/>
    <w:rsid w:val="002F36DE"/>
    <w:rsid w:val="002F3CD7"/>
    <w:rsid w:val="002F3D6E"/>
    <w:rsid w:val="002F3DA5"/>
    <w:rsid w:val="002F477B"/>
    <w:rsid w:val="002F4853"/>
    <w:rsid w:val="002F4972"/>
    <w:rsid w:val="002F49B1"/>
    <w:rsid w:val="002F4B92"/>
    <w:rsid w:val="002F4F03"/>
    <w:rsid w:val="002F5BF9"/>
    <w:rsid w:val="002F6618"/>
    <w:rsid w:val="002F6621"/>
    <w:rsid w:val="002F6FDA"/>
    <w:rsid w:val="002F70EB"/>
    <w:rsid w:val="002F7615"/>
    <w:rsid w:val="002F78B0"/>
    <w:rsid w:val="002F7B2D"/>
    <w:rsid w:val="002F7F3B"/>
    <w:rsid w:val="002F7FDF"/>
    <w:rsid w:val="00300032"/>
    <w:rsid w:val="0030074F"/>
    <w:rsid w:val="00300870"/>
    <w:rsid w:val="00300A73"/>
    <w:rsid w:val="00301135"/>
    <w:rsid w:val="0030129A"/>
    <w:rsid w:val="00301A30"/>
    <w:rsid w:val="00301AB3"/>
    <w:rsid w:val="00302623"/>
    <w:rsid w:val="0030289F"/>
    <w:rsid w:val="00302AB0"/>
    <w:rsid w:val="00302B0A"/>
    <w:rsid w:val="0030303F"/>
    <w:rsid w:val="00303533"/>
    <w:rsid w:val="0030355D"/>
    <w:rsid w:val="00303A83"/>
    <w:rsid w:val="00304149"/>
    <w:rsid w:val="0030434B"/>
    <w:rsid w:val="003043B6"/>
    <w:rsid w:val="00304598"/>
    <w:rsid w:val="00304BBE"/>
    <w:rsid w:val="00305007"/>
    <w:rsid w:val="003051DC"/>
    <w:rsid w:val="00305367"/>
    <w:rsid w:val="003054B6"/>
    <w:rsid w:val="00305705"/>
    <w:rsid w:val="00305905"/>
    <w:rsid w:val="003059B4"/>
    <w:rsid w:val="00305AAA"/>
    <w:rsid w:val="00305CF0"/>
    <w:rsid w:val="00305EEB"/>
    <w:rsid w:val="003060A4"/>
    <w:rsid w:val="00306A4F"/>
    <w:rsid w:val="00306C8B"/>
    <w:rsid w:val="00306CC0"/>
    <w:rsid w:val="0030721F"/>
    <w:rsid w:val="003076EB"/>
    <w:rsid w:val="003079D2"/>
    <w:rsid w:val="00307B0C"/>
    <w:rsid w:val="003101C8"/>
    <w:rsid w:val="003102BC"/>
    <w:rsid w:val="00310487"/>
    <w:rsid w:val="00310FA8"/>
    <w:rsid w:val="00311151"/>
    <w:rsid w:val="003113B3"/>
    <w:rsid w:val="003114B4"/>
    <w:rsid w:val="00311854"/>
    <w:rsid w:val="00311855"/>
    <w:rsid w:val="00312074"/>
    <w:rsid w:val="003126C4"/>
    <w:rsid w:val="003129E9"/>
    <w:rsid w:val="0031303F"/>
    <w:rsid w:val="00313077"/>
    <w:rsid w:val="0031393F"/>
    <w:rsid w:val="00313BF9"/>
    <w:rsid w:val="00313C87"/>
    <w:rsid w:val="003145E6"/>
    <w:rsid w:val="00314F42"/>
    <w:rsid w:val="00315120"/>
    <w:rsid w:val="003154A6"/>
    <w:rsid w:val="00315889"/>
    <w:rsid w:val="00315AE0"/>
    <w:rsid w:val="00315B87"/>
    <w:rsid w:val="00315CD5"/>
    <w:rsid w:val="00315EEA"/>
    <w:rsid w:val="00315FFE"/>
    <w:rsid w:val="00316200"/>
    <w:rsid w:val="00316236"/>
    <w:rsid w:val="003162F1"/>
    <w:rsid w:val="003166F2"/>
    <w:rsid w:val="00316887"/>
    <w:rsid w:val="0031699C"/>
    <w:rsid w:val="00316A0C"/>
    <w:rsid w:val="00316FEC"/>
    <w:rsid w:val="0031729C"/>
    <w:rsid w:val="003173FD"/>
    <w:rsid w:val="00317A20"/>
    <w:rsid w:val="00317FC7"/>
    <w:rsid w:val="0032026D"/>
    <w:rsid w:val="00320430"/>
    <w:rsid w:val="00320434"/>
    <w:rsid w:val="0032047B"/>
    <w:rsid w:val="0032069F"/>
    <w:rsid w:val="003208DF"/>
    <w:rsid w:val="00320F6E"/>
    <w:rsid w:val="00321599"/>
    <w:rsid w:val="00321866"/>
    <w:rsid w:val="003219BA"/>
    <w:rsid w:val="00321ADC"/>
    <w:rsid w:val="003220B2"/>
    <w:rsid w:val="0032289A"/>
    <w:rsid w:val="00322BF7"/>
    <w:rsid w:val="00322D3F"/>
    <w:rsid w:val="00323152"/>
    <w:rsid w:val="003235F7"/>
    <w:rsid w:val="00323BB1"/>
    <w:rsid w:val="00323BEC"/>
    <w:rsid w:val="00323CBE"/>
    <w:rsid w:val="00324346"/>
    <w:rsid w:val="0032441C"/>
    <w:rsid w:val="00324425"/>
    <w:rsid w:val="003246F0"/>
    <w:rsid w:val="00324740"/>
    <w:rsid w:val="00324C3B"/>
    <w:rsid w:val="00324C7E"/>
    <w:rsid w:val="00324CB0"/>
    <w:rsid w:val="0032530A"/>
    <w:rsid w:val="00325932"/>
    <w:rsid w:val="0032593A"/>
    <w:rsid w:val="00325948"/>
    <w:rsid w:val="00325BE9"/>
    <w:rsid w:val="00325BF6"/>
    <w:rsid w:val="00325D0F"/>
    <w:rsid w:val="00325E07"/>
    <w:rsid w:val="00326870"/>
    <w:rsid w:val="00326D1E"/>
    <w:rsid w:val="00326EC1"/>
    <w:rsid w:val="003270D3"/>
    <w:rsid w:val="0032710F"/>
    <w:rsid w:val="00327D9C"/>
    <w:rsid w:val="003307F1"/>
    <w:rsid w:val="00330B12"/>
    <w:rsid w:val="00330C7C"/>
    <w:rsid w:val="0033115C"/>
    <w:rsid w:val="00331168"/>
    <w:rsid w:val="003312B4"/>
    <w:rsid w:val="003317E2"/>
    <w:rsid w:val="003323AA"/>
    <w:rsid w:val="00332643"/>
    <w:rsid w:val="003332A1"/>
    <w:rsid w:val="0033332B"/>
    <w:rsid w:val="00333863"/>
    <w:rsid w:val="00333B54"/>
    <w:rsid w:val="00333F5B"/>
    <w:rsid w:val="00333F90"/>
    <w:rsid w:val="003340FA"/>
    <w:rsid w:val="00334521"/>
    <w:rsid w:val="0033453E"/>
    <w:rsid w:val="00334C33"/>
    <w:rsid w:val="00334C56"/>
    <w:rsid w:val="00334DA1"/>
    <w:rsid w:val="00334DAA"/>
    <w:rsid w:val="00335349"/>
    <w:rsid w:val="003354C9"/>
    <w:rsid w:val="0033559E"/>
    <w:rsid w:val="00335A03"/>
    <w:rsid w:val="00335AF6"/>
    <w:rsid w:val="00335DE6"/>
    <w:rsid w:val="0033603B"/>
    <w:rsid w:val="0033684B"/>
    <w:rsid w:val="00336A63"/>
    <w:rsid w:val="00336C7C"/>
    <w:rsid w:val="003370F3"/>
    <w:rsid w:val="00337127"/>
    <w:rsid w:val="0033729B"/>
    <w:rsid w:val="0033762C"/>
    <w:rsid w:val="00337AF5"/>
    <w:rsid w:val="00337F26"/>
    <w:rsid w:val="003404FB"/>
    <w:rsid w:val="00340E4F"/>
    <w:rsid w:val="00340EDA"/>
    <w:rsid w:val="00341243"/>
    <w:rsid w:val="003414CA"/>
    <w:rsid w:val="0034150D"/>
    <w:rsid w:val="00341958"/>
    <w:rsid w:val="00341AC6"/>
    <w:rsid w:val="00341E89"/>
    <w:rsid w:val="00342065"/>
    <w:rsid w:val="00342159"/>
    <w:rsid w:val="003422EA"/>
    <w:rsid w:val="00342390"/>
    <w:rsid w:val="00342480"/>
    <w:rsid w:val="0034264A"/>
    <w:rsid w:val="0034278F"/>
    <w:rsid w:val="00342FED"/>
    <w:rsid w:val="00343035"/>
    <w:rsid w:val="00343424"/>
    <w:rsid w:val="003435C3"/>
    <w:rsid w:val="0034388F"/>
    <w:rsid w:val="003438DA"/>
    <w:rsid w:val="003439F2"/>
    <w:rsid w:val="00343D36"/>
    <w:rsid w:val="00343DAF"/>
    <w:rsid w:val="0034461D"/>
    <w:rsid w:val="003446B6"/>
    <w:rsid w:val="0034490D"/>
    <w:rsid w:val="00344956"/>
    <w:rsid w:val="00344C03"/>
    <w:rsid w:val="00344D82"/>
    <w:rsid w:val="003452FD"/>
    <w:rsid w:val="003454D7"/>
    <w:rsid w:val="003457EE"/>
    <w:rsid w:val="00345A30"/>
    <w:rsid w:val="00345DBF"/>
    <w:rsid w:val="00345E89"/>
    <w:rsid w:val="0034619B"/>
    <w:rsid w:val="00346694"/>
    <w:rsid w:val="00346E0F"/>
    <w:rsid w:val="003470FF"/>
    <w:rsid w:val="0034754B"/>
    <w:rsid w:val="00347CF7"/>
    <w:rsid w:val="00347FF3"/>
    <w:rsid w:val="003501BE"/>
    <w:rsid w:val="003501EB"/>
    <w:rsid w:val="00350489"/>
    <w:rsid w:val="00350BFC"/>
    <w:rsid w:val="00350CBA"/>
    <w:rsid w:val="003511E8"/>
    <w:rsid w:val="003514B0"/>
    <w:rsid w:val="00352538"/>
    <w:rsid w:val="0035284D"/>
    <w:rsid w:val="00352B8D"/>
    <w:rsid w:val="00352E7B"/>
    <w:rsid w:val="00352FA9"/>
    <w:rsid w:val="0035323A"/>
    <w:rsid w:val="0035331D"/>
    <w:rsid w:val="00353522"/>
    <w:rsid w:val="003538EF"/>
    <w:rsid w:val="00353A64"/>
    <w:rsid w:val="00353A69"/>
    <w:rsid w:val="00353E30"/>
    <w:rsid w:val="0035418A"/>
    <w:rsid w:val="00354BC3"/>
    <w:rsid w:val="00354BDD"/>
    <w:rsid w:val="003550DA"/>
    <w:rsid w:val="003550E0"/>
    <w:rsid w:val="0035529B"/>
    <w:rsid w:val="0035533F"/>
    <w:rsid w:val="0035560B"/>
    <w:rsid w:val="00356485"/>
    <w:rsid w:val="00356613"/>
    <w:rsid w:val="003566D5"/>
    <w:rsid w:val="00356A15"/>
    <w:rsid w:val="00356E2B"/>
    <w:rsid w:val="00356FB3"/>
    <w:rsid w:val="00356FE7"/>
    <w:rsid w:val="0035709D"/>
    <w:rsid w:val="00357831"/>
    <w:rsid w:val="00357C0D"/>
    <w:rsid w:val="00357C65"/>
    <w:rsid w:val="003606D7"/>
    <w:rsid w:val="00360F5D"/>
    <w:rsid w:val="0036129C"/>
    <w:rsid w:val="00361B4C"/>
    <w:rsid w:val="00361B5E"/>
    <w:rsid w:val="00361D0E"/>
    <w:rsid w:val="00361E96"/>
    <w:rsid w:val="00362603"/>
    <w:rsid w:val="00362A65"/>
    <w:rsid w:val="00362C4E"/>
    <w:rsid w:val="00362CDD"/>
    <w:rsid w:val="00362E1B"/>
    <w:rsid w:val="00363115"/>
    <w:rsid w:val="0036389E"/>
    <w:rsid w:val="00363D14"/>
    <w:rsid w:val="00363EF8"/>
    <w:rsid w:val="0036432A"/>
    <w:rsid w:val="0036450B"/>
    <w:rsid w:val="00364613"/>
    <w:rsid w:val="00364981"/>
    <w:rsid w:val="00364BDB"/>
    <w:rsid w:val="00365434"/>
    <w:rsid w:val="0036561A"/>
    <w:rsid w:val="00365631"/>
    <w:rsid w:val="00365AAB"/>
    <w:rsid w:val="00365CC5"/>
    <w:rsid w:val="0036613B"/>
    <w:rsid w:val="00366210"/>
    <w:rsid w:val="0036629C"/>
    <w:rsid w:val="003662FA"/>
    <w:rsid w:val="00366A18"/>
    <w:rsid w:val="0036713C"/>
    <w:rsid w:val="0036788E"/>
    <w:rsid w:val="00370093"/>
    <w:rsid w:val="00370AB5"/>
    <w:rsid w:val="00370B72"/>
    <w:rsid w:val="00370BF0"/>
    <w:rsid w:val="00370CC5"/>
    <w:rsid w:val="00371A96"/>
    <w:rsid w:val="00371BE3"/>
    <w:rsid w:val="0037202C"/>
    <w:rsid w:val="003720A6"/>
    <w:rsid w:val="00372295"/>
    <w:rsid w:val="00372AEA"/>
    <w:rsid w:val="003732C5"/>
    <w:rsid w:val="003732D4"/>
    <w:rsid w:val="00373913"/>
    <w:rsid w:val="00373CAB"/>
    <w:rsid w:val="00374677"/>
    <w:rsid w:val="003746A7"/>
    <w:rsid w:val="003746DE"/>
    <w:rsid w:val="003747EA"/>
    <w:rsid w:val="00374898"/>
    <w:rsid w:val="00374C21"/>
    <w:rsid w:val="00374D0A"/>
    <w:rsid w:val="00375044"/>
    <w:rsid w:val="00375138"/>
    <w:rsid w:val="00375403"/>
    <w:rsid w:val="0037565F"/>
    <w:rsid w:val="00375C02"/>
    <w:rsid w:val="00375C0F"/>
    <w:rsid w:val="00375E5B"/>
    <w:rsid w:val="0037644C"/>
    <w:rsid w:val="003767C2"/>
    <w:rsid w:val="00376B58"/>
    <w:rsid w:val="00376F00"/>
    <w:rsid w:val="00376F8D"/>
    <w:rsid w:val="00377181"/>
    <w:rsid w:val="003774F5"/>
    <w:rsid w:val="00377502"/>
    <w:rsid w:val="003776CD"/>
    <w:rsid w:val="00377741"/>
    <w:rsid w:val="003777A8"/>
    <w:rsid w:val="003777AB"/>
    <w:rsid w:val="003779F1"/>
    <w:rsid w:val="00377E39"/>
    <w:rsid w:val="0038010B"/>
    <w:rsid w:val="0038015B"/>
    <w:rsid w:val="0038097D"/>
    <w:rsid w:val="00380ABF"/>
    <w:rsid w:val="00380C01"/>
    <w:rsid w:val="00380D7A"/>
    <w:rsid w:val="00380D7B"/>
    <w:rsid w:val="00380E4A"/>
    <w:rsid w:val="003819EB"/>
    <w:rsid w:val="003819F2"/>
    <w:rsid w:val="00381F6D"/>
    <w:rsid w:val="00381FD0"/>
    <w:rsid w:val="003820EB"/>
    <w:rsid w:val="00382A18"/>
    <w:rsid w:val="00382B25"/>
    <w:rsid w:val="00382BE8"/>
    <w:rsid w:val="00382C9F"/>
    <w:rsid w:val="00382E3F"/>
    <w:rsid w:val="00383016"/>
    <w:rsid w:val="00383537"/>
    <w:rsid w:val="0038366B"/>
    <w:rsid w:val="0038378C"/>
    <w:rsid w:val="00383B43"/>
    <w:rsid w:val="00383CB2"/>
    <w:rsid w:val="00383F3E"/>
    <w:rsid w:val="00384714"/>
    <w:rsid w:val="0038477D"/>
    <w:rsid w:val="003849E4"/>
    <w:rsid w:val="00384B07"/>
    <w:rsid w:val="00384B9E"/>
    <w:rsid w:val="00384D8F"/>
    <w:rsid w:val="0038544C"/>
    <w:rsid w:val="00385932"/>
    <w:rsid w:val="00385A73"/>
    <w:rsid w:val="00385B5D"/>
    <w:rsid w:val="00385CF2"/>
    <w:rsid w:val="00385CF3"/>
    <w:rsid w:val="00385F43"/>
    <w:rsid w:val="00386603"/>
    <w:rsid w:val="00386750"/>
    <w:rsid w:val="003868FE"/>
    <w:rsid w:val="00386925"/>
    <w:rsid w:val="003869A0"/>
    <w:rsid w:val="00386DCD"/>
    <w:rsid w:val="00386EC9"/>
    <w:rsid w:val="003871C4"/>
    <w:rsid w:val="0038765D"/>
    <w:rsid w:val="003877D2"/>
    <w:rsid w:val="003878DF"/>
    <w:rsid w:val="00387C5D"/>
    <w:rsid w:val="003901B3"/>
    <w:rsid w:val="003901E2"/>
    <w:rsid w:val="00390575"/>
    <w:rsid w:val="0039081E"/>
    <w:rsid w:val="0039084C"/>
    <w:rsid w:val="003908EF"/>
    <w:rsid w:val="00390A76"/>
    <w:rsid w:val="00390B87"/>
    <w:rsid w:val="00390C58"/>
    <w:rsid w:val="00391068"/>
    <w:rsid w:val="00391318"/>
    <w:rsid w:val="0039173F"/>
    <w:rsid w:val="00391FEC"/>
    <w:rsid w:val="0039247C"/>
    <w:rsid w:val="0039249C"/>
    <w:rsid w:val="00392538"/>
    <w:rsid w:val="003927BB"/>
    <w:rsid w:val="00392946"/>
    <w:rsid w:val="00392982"/>
    <w:rsid w:val="003934F8"/>
    <w:rsid w:val="00393550"/>
    <w:rsid w:val="0039361C"/>
    <w:rsid w:val="0039364D"/>
    <w:rsid w:val="00393894"/>
    <w:rsid w:val="00393AF3"/>
    <w:rsid w:val="00393B79"/>
    <w:rsid w:val="00393BB6"/>
    <w:rsid w:val="0039402D"/>
    <w:rsid w:val="00394110"/>
    <w:rsid w:val="00394ADA"/>
    <w:rsid w:val="00394BAC"/>
    <w:rsid w:val="003953D3"/>
    <w:rsid w:val="0039556D"/>
    <w:rsid w:val="00395E26"/>
    <w:rsid w:val="0039672D"/>
    <w:rsid w:val="00396AA8"/>
    <w:rsid w:val="00396EB4"/>
    <w:rsid w:val="00396F2D"/>
    <w:rsid w:val="003976E3"/>
    <w:rsid w:val="0039781F"/>
    <w:rsid w:val="00397875"/>
    <w:rsid w:val="003978C9"/>
    <w:rsid w:val="00397B71"/>
    <w:rsid w:val="00397C82"/>
    <w:rsid w:val="00397D86"/>
    <w:rsid w:val="00397E1F"/>
    <w:rsid w:val="003A001D"/>
    <w:rsid w:val="003A0409"/>
    <w:rsid w:val="003A06CC"/>
    <w:rsid w:val="003A0806"/>
    <w:rsid w:val="003A0942"/>
    <w:rsid w:val="003A13D7"/>
    <w:rsid w:val="003A19F5"/>
    <w:rsid w:val="003A1CEA"/>
    <w:rsid w:val="003A1E85"/>
    <w:rsid w:val="003A1F87"/>
    <w:rsid w:val="003A2545"/>
    <w:rsid w:val="003A28B6"/>
    <w:rsid w:val="003A2A58"/>
    <w:rsid w:val="003A2E03"/>
    <w:rsid w:val="003A2FF6"/>
    <w:rsid w:val="003A31E3"/>
    <w:rsid w:val="003A320F"/>
    <w:rsid w:val="003A325A"/>
    <w:rsid w:val="003A32E2"/>
    <w:rsid w:val="003A334E"/>
    <w:rsid w:val="003A3353"/>
    <w:rsid w:val="003A35A9"/>
    <w:rsid w:val="003A3778"/>
    <w:rsid w:val="003A3D46"/>
    <w:rsid w:val="003A472F"/>
    <w:rsid w:val="003A5405"/>
    <w:rsid w:val="003A54BE"/>
    <w:rsid w:val="003A5A67"/>
    <w:rsid w:val="003A5BE1"/>
    <w:rsid w:val="003A61F4"/>
    <w:rsid w:val="003A644F"/>
    <w:rsid w:val="003A653D"/>
    <w:rsid w:val="003A69B2"/>
    <w:rsid w:val="003A6C36"/>
    <w:rsid w:val="003A7098"/>
    <w:rsid w:val="003A73CE"/>
    <w:rsid w:val="003A7AA8"/>
    <w:rsid w:val="003A7AD3"/>
    <w:rsid w:val="003B0099"/>
    <w:rsid w:val="003B0986"/>
    <w:rsid w:val="003B13F2"/>
    <w:rsid w:val="003B1555"/>
    <w:rsid w:val="003B15A7"/>
    <w:rsid w:val="003B1953"/>
    <w:rsid w:val="003B1AA0"/>
    <w:rsid w:val="003B1D74"/>
    <w:rsid w:val="003B255A"/>
    <w:rsid w:val="003B2862"/>
    <w:rsid w:val="003B28F5"/>
    <w:rsid w:val="003B304F"/>
    <w:rsid w:val="003B3116"/>
    <w:rsid w:val="003B3558"/>
    <w:rsid w:val="003B3BB9"/>
    <w:rsid w:val="003B3CEE"/>
    <w:rsid w:val="003B3F50"/>
    <w:rsid w:val="003B41FE"/>
    <w:rsid w:val="003B43F9"/>
    <w:rsid w:val="003B4437"/>
    <w:rsid w:val="003B4698"/>
    <w:rsid w:val="003B47FD"/>
    <w:rsid w:val="003B5164"/>
    <w:rsid w:val="003B529D"/>
    <w:rsid w:val="003B579B"/>
    <w:rsid w:val="003B57AB"/>
    <w:rsid w:val="003B5BF8"/>
    <w:rsid w:val="003B5C46"/>
    <w:rsid w:val="003B5C5D"/>
    <w:rsid w:val="003B5CF5"/>
    <w:rsid w:val="003B61A0"/>
    <w:rsid w:val="003B6B7A"/>
    <w:rsid w:val="003B6D9B"/>
    <w:rsid w:val="003B78CF"/>
    <w:rsid w:val="003B7AA1"/>
    <w:rsid w:val="003B7B87"/>
    <w:rsid w:val="003C0589"/>
    <w:rsid w:val="003C05D1"/>
    <w:rsid w:val="003C06A2"/>
    <w:rsid w:val="003C0798"/>
    <w:rsid w:val="003C09CF"/>
    <w:rsid w:val="003C0BAD"/>
    <w:rsid w:val="003C1139"/>
    <w:rsid w:val="003C119E"/>
    <w:rsid w:val="003C1CC0"/>
    <w:rsid w:val="003C221C"/>
    <w:rsid w:val="003C2A4B"/>
    <w:rsid w:val="003C2A68"/>
    <w:rsid w:val="003C2D7D"/>
    <w:rsid w:val="003C2FC6"/>
    <w:rsid w:val="003C37B8"/>
    <w:rsid w:val="003C3CB0"/>
    <w:rsid w:val="003C4262"/>
    <w:rsid w:val="003C43C6"/>
    <w:rsid w:val="003C44BA"/>
    <w:rsid w:val="003C453D"/>
    <w:rsid w:val="003C45BE"/>
    <w:rsid w:val="003C46EC"/>
    <w:rsid w:val="003C4E4C"/>
    <w:rsid w:val="003C504B"/>
    <w:rsid w:val="003C51CF"/>
    <w:rsid w:val="003C52A9"/>
    <w:rsid w:val="003C546D"/>
    <w:rsid w:val="003C6620"/>
    <w:rsid w:val="003C6D1F"/>
    <w:rsid w:val="003C6D48"/>
    <w:rsid w:val="003C6E90"/>
    <w:rsid w:val="003C6F49"/>
    <w:rsid w:val="003C7461"/>
    <w:rsid w:val="003C7513"/>
    <w:rsid w:val="003C7866"/>
    <w:rsid w:val="003C7B29"/>
    <w:rsid w:val="003C7DFD"/>
    <w:rsid w:val="003C7E89"/>
    <w:rsid w:val="003C7FC0"/>
    <w:rsid w:val="003D0872"/>
    <w:rsid w:val="003D08CE"/>
    <w:rsid w:val="003D097E"/>
    <w:rsid w:val="003D1BF0"/>
    <w:rsid w:val="003D313A"/>
    <w:rsid w:val="003D34CE"/>
    <w:rsid w:val="003D357C"/>
    <w:rsid w:val="003D36EC"/>
    <w:rsid w:val="003D3C3B"/>
    <w:rsid w:val="003D42C8"/>
    <w:rsid w:val="003D45F1"/>
    <w:rsid w:val="003D4EAF"/>
    <w:rsid w:val="003D5093"/>
    <w:rsid w:val="003D50B2"/>
    <w:rsid w:val="003D58F7"/>
    <w:rsid w:val="003D5C22"/>
    <w:rsid w:val="003D5EA4"/>
    <w:rsid w:val="003D630A"/>
    <w:rsid w:val="003D6537"/>
    <w:rsid w:val="003D6678"/>
    <w:rsid w:val="003D6A08"/>
    <w:rsid w:val="003D7339"/>
    <w:rsid w:val="003D7ACA"/>
    <w:rsid w:val="003D7BDB"/>
    <w:rsid w:val="003D7FC0"/>
    <w:rsid w:val="003E087B"/>
    <w:rsid w:val="003E09DA"/>
    <w:rsid w:val="003E0A3A"/>
    <w:rsid w:val="003E0E04"/>
    <w:rsid w:val="003E110C"/>
    <w:rsid w:val="003E154B"/>
    <w:rsid w:val="003E1D3A"/>
    <w:rsid w:val="003E1D51"/>
    <w:rsid w:val="003E29F9"/>
    <w:rsid w:val="003E2D86"/>
    <w:rsid w:val="003E3317"/>
    <w:rsid w:val="003E372E"/>
    <w:rsid w:val="003E3DCF"/>
    <w:rsid w:val="003E3FE0"/>
    <w:rsid w:val="003E4143"/>
    <w:rsid w:val="003E4304"/>
    <w:rsid w:val="003E4793"/>
    <w:rsid w:val="003E49B9"/>
    <w:rsid w:val="003E4C1F"/>
    <w:rsid w:val="003E53EC"/>
    <w:rsid w:val="003E5B86"/>
    <w:rsid w:val="003E5B93"/>
    <w:rsid w:val="003E5BE3"/>
    <w:rsid w:val="003E5CB5"/>
    <w:rsid w:val="003E5CDE"/>
    <w:rsid w:val="003E5EE3"/>
    <w:rsid w:val="003E61A1"/>
    <w:rsid w:val="003E63D6"/>
    <w:rsid w:val="003E6526"/>
    <w:rsid w:val="003E652B"/>
    <w:rsid w:val="003E682C"/>
    <w:rsid w:val="003E69E2"/>
    <w:rsid w:val="003E73D5"/>
    <w:rsid w:val="003E746E"/>
    <w:rsid w:val="003E77D5"/>
    <w:rsid w:val="003E798E"/>
    <w:rsid w:val="003E7A69"/>
    <w:rsid w:val="003E7E1A"/>
    <w:rsid w:val="003F0249"/>
    <w:rsid w:val="003F039A"/>
    <w:rsid w:val="003F0556"/>
    <w:rsid w:val="003F06B1"/>
    <w:rsid w:val="003F07FF"/>
    <w:rsid w:val="003F094F"/>
    <w:rsid w:val="003F0E32"/>
    <w:rsid w:val="003F0E3B"/>
    <w:rsid w:val="003F1621"/>
    <w:rsid w:val="003F1A21"/>
    <w:rsid w:val="003F1E67"/>
    <w:rsid w:val="003F2192"/>
    <w:rsid w:val="003F2851"/>
    <w:rsid w:val="003F2AA1"/>
    <w:rsid w:val="003F2FA3"/>
    <w:rsid w:val="003F3017"/>
    <w:rsid w:val="003F3526"/>
    <w:rsid w:val="003F35CD"/>
    <w:rsid w:val="003F3669"/>
    <w:rsid w:val="003F3855"/>
    <w:rsid w:val="003F39F8"/>
    <w:rsid w:val="003F3AD8"/>
    <w:rsid w:val="003F3D16"/>
    <w:rsid w:val="003F41D6"/>
    <w:rsid w:val="003F44F9"/>
    <w:rsid w:val="003F4AF3"/>
    <w:rsid w:val="003F4DD0"/>
    <w:rsid w:val="003F4F07"/>
    <w:rsid w:val="003F5040"/>
    <w:rsid w:val="003F515A"/>
    <w:rsid w:val="003F528F"/>
    <w:rsid w:val="003F5386"/>
    <w:rsid w:val="003F5814"/>
    <w:rsid w:val="003F583A"/>
    <w:rsid w:val="003F5889"/>
    <w:rsid w:val="003F5917"/>
    <w:rsid w:val="003F5D16"/>
    <w:rsid w:val="003F61A1"/>
    <w:rsid w:val="003F62B4"/>
    <w:rsid w:val="003F62F2"/>
    <w:rsid w:val="003F67DC"/>
    <w:rsid w:val="003F6B3E"/>
    <w:rsid w:val="003F6BE9"/>
    <w:rsid w:val="003F7999"/>
    <w:rsid w:val="003F7B4F"/>
    <w:rsid w:val="003F7D02"/>
    <w:rsid w:val="003F7F1E"/>
    <w:rsid w:val="004018E8"/>
    <w:rsid w:val="00401EB0"/>
    <w:rsid w:val="00401FA3"/>
    <w:rsid w:val="0040202F"/>
    <w:rsid w:val="0040206A"/>
    <w:rsid w:val="004021D1"/>
    <w:rsid w:val="0040239E"/>
    <w:rsid w:val="0040252C"/>
    <w:rsid w:val="00402646"/>
    <w:rsid w:val="0040294B"/>
    <w:rsid w:val="004029EC"/>
    <w:rsid w:val="00402A03"/>
    <w:rsid w:val="00402EC7"/>
    <w:rsid w:val="0040321F"/>
    <w:rsid w:val="004036AE"/>
    <w:rsid w:val="00403710"/>
    <w:rsid w:val="004038E3"/>
    <w:rsid w:val="00403920"/>
    <w:rsid w:val="00404039"/>
    <w:rsid w:val="004041ED"/>
    <w:rsid w:val="00404293"/>
    <w:rsid w:val="004044F1"/>
    <w:rsid w:val="00404818"/>
    <w:rsid w:val="00404CD5"/>
    <w:rsid w:val="00404D72"/>
    <w:rsid w:val="00404E32"/>
    <w:rsid w:val="004050F8"/>
    <w:rsid w:val="00405189"/>
    <w:rsid w:val="004058A5"/>
    <w:rsid w:val="0040590E"/>
    <w:rsid w:val="00405CB2"/>
    <w:rsid w:val="00405F68"/>
    <w:rsid w:val="004066E1"/>
    <w:rsid w:val="00406A3D"/>
    <w:rsid w:val="00406B18"/>
    <w:rsid w:val="00407084"/>
    <w:rsid w:val="004071B2"/>
    <w:rsid w:val="004073EF"/>
    <w:rsid w:val="0040742C"/>
    <w:rsid w:val="00407BAE"/>
    <w:rsid w:val="00407BCF"/>
    <w:rsid w:val="00407F9B"/>
    <w:rsid w:val="004104FF"/>
    <w:rsid w:val="00410DB5"/>
    <w:rsid w:val="00410DC4"/>
    <w:rsid w:val="00411351"/>
    <w:rsid w:val="00411497"/>
    <w:rsid w:val="004114F6"/>
    <w:rsid w:val="00411704"/>
    <w:rsid w:val="00411710"/>
    <w:rsid w:val="00411BF2"/>
    <w:rsid w:val="00411E5C"/>
    <w:rsid w:val="00411E5E"/>
    <w:rsid w:val="004123BB"/>
    <w:rsid w:val="0041265C"/>
    <w:rsid w:val="00412695"/>
    <w:rsid w:val="00412C64"/>
    <w:rsid w:val="00412C8C"/>
    <w:rsid w:val="00412CC7"/>
    <w:rsid w:val="0041340C"/>
    <w:rsid w:val="00413AB7"/>
    <w:rsid w:val="00413AB8"/>
    <w:rsid w:val="00413CCD"/>
    <w:rsid w:val="0041416A"/>
    <w:rsid w:val="00414993"/>
    <w:rsid w:val="00414C01"/>
    <w:rsid w:val="00414E20"/>
    <w:rsid w:val="0041505B"/>
    <w:rsid w:val="004156A8"/>
    <w:rsid w:val="00415B5C"/>
    <w:rsid w:val="00415E1B"/>
    <w:rsid w:val="0041603F"/>
    <w:rsid w:val="00416088"/>
    <w:rsid w:val="004161C0"/>
    <w:rsid w:val="004161C5"/>
    <w:rsid w:val="004161DE"/>
    <w:rsid w:val="0041668D"/>
    <w:rsid w:val="004169E1"/>
    <w:rsid w:val="004169FB"/>
    <w:rsid w:val="00416C85"/>
    <w:rsid w:val="004170EE"/>
    <w:rsid w:val="00417337"/>
    <w:rsid w:val="00417AC6"/>
    <w:rsid w:val="00417D0A"/>
    <w:rsid w:val="00417DBB"/>
    <w:rsid w:val="00417ED5"/>
    <w:rsid w:val="00417F5F"/>
    <w:rsid w:val="004205FB"/>
    <w:rsid w:val="004208A6"/>
    <w:rsid w:val="00420960"/>
    <w:rsid w:val="00420C2F"/>
    <w:rsid w:val="00420DC2"/>
    <w:rsid w:val="00420EBD"/>
    <w:rsid w:val="00420F1E"/>
    <w:rsid w:val="00421287"/>
    <w:rsid w:val="004216AB"/>
    <w:rsid w:val="00421964"/>
    <w:rsid w:val="00421A5F"/>
    <w:rsid w:val="00421C30"/>
    <w:rsid w:val="00421E81"/>
    <w:rsid w:val="004221AE"/>
    <w:rsid w:val="0042233B"/>
    <w:rsid w:val="00422FA9"/>
    <w:rsid w:val="00423029"/>
    <w:rsid w:val="004231A6"/>
    <w:rsid w:val="00423278"/>
    <w:rsid w:val="00423845"/>
    <w:rsid w:val="00423DF3"/>
    <w:rsid w:val="00423E93"/>
    <w:rsid w:val="00424BC9"/>
    <w:rsid w:val="004252AD"/>
    <w:rsid w:val="004252DC"/>
    <w:rsid w:val="0042540B"/>
    <w:rsid w:val="00425594"/>
    <w:rsid w:val="00425780"/>
    <w:rsid w:val="00425A45"/>
    <w:rsid w:val="00425AF8"/>
    <w:rsid w:val="00426D42"/>
    <w:rsid w:val="00426F67"/>
    <w:rsid w:val="0042703D"/>
    <w:rsid w:val="004270EE"/>
    <w:rsid w:val="004270F8"/>
    <w:rsid w:val="0042718D"/>
    <w:rsid w:val="00427A16"/>
    <w:rsid w:val="00427B22"/>
    <w:rsid w:val="00427ED4"/>
    <w:rsid w:val="00430B5B"/>
    <w:rsid w:val="00430D2B"/>
    <w:rsid w:val="004310D2"/>
    <w:rsid w:val="004312FD"/>
    <w:rsid w:val="00431480"/>
    <w:rsid w:val="0043185C"/>
    <w:rsid w:val="00431DFD"/>
    <w:rsid w:val="00431FF6"/>
    <w:rsid w:val="0043201A"/>
    <w:rsid w:val="0043219A"/>
    <w:rsid w:val="004322A4"/>
    <w:rsid w:val="0043298A"/>
    <w:rsid w:val="00432A1F"/>
    <w:rsid w:val="00432AEF"/>
    <w:rsid w:val="00432BF6"/>
    <w:rsid w:val="00432D2E"/>
    <w:rsid w:val="00432F27"/>
    <w:rsid w:val="00433246"/>
    <w:rsid w:val="004333EE"/>
    <w:rsid w:val="0043382B"/>
    <w:rsid w:val="00433E48"/>
    <w:rsid w:val="0043400D"/>
    <w:rsid w:val="00434035"/>
    <w:rsid w:val="00434495"/>
    <w:rsid w:val="00434521"/>
    <w:rsid w:val="00434A01"/>
    <w:rsid w:val="00434A4C"/>
    <w:rsid w:val="00434AA7"/>
    <w:rsid w:val="00434E67"/>
    <w:rsid w:val="0043502B"/>
    <w:rsid w:val="00435220"/>
    <w:rsid w:val="00435605"/>
    <w:rsid w:val="00435818"/>
    <w:rsid w:val="00435A8F"/>
    <w:rsid w:val="00435D08"/>
    <w:rsid w:val="00435D53"/>
    <w:rsid w:val="00436677"/>
    <w:rsid w:val="00436AE9"/>
    <w:rsid w:val="00436FC0"/>
    <w:rsid w:val="0043712C"/>
    <w:rsid w:val="0043713D"/>
    <w:rsid w:val="0043778F"/>
    <w:rsid w:val="00437892"/>
    <w:rsid w:val="00437A50"/>
    <w:rsid w:val="00437AEC"/>
    <w:rsid w:val="00437B2F"/>
    <w:rsid w:val="00437D59"/>
    <w:rsid w:val="00437EF5"/>
    <w:rsid w:val="00437F39"/>
    <w:rsid w:val="00440292"/>
    <w:rsid w:val="00440318"/>
    <w:rsid w:val="0044078D"/>
    <w:rsid w:val="00440A46"/>
    <w:rsid w:val="00440ABB"/>
    <w:rsid w:val="00440D31"/>
    <w:rsid w:val="00440D93"/>
    <w:rsid w:val="00441017"/>
    <w:rsid w:val="004411A3"/>
    <w:rsid w:val="004412A1"/>
    <w:rsid w:val="00441B0E"/>
    <w:rsid w:val="00441DEE"/>
    <w:rsid w:val="00441F22"/>
    <w:rsid w:val="00441FBA"/>
    <w:rsid w:val="004421F6"/>
    <w:rsid w:val="0044297A"/>
    <w:rsid w:val="00442C62"/>
    <w:rsid w:val="00442D25"/>
    <w:rsid w:val="0044308B"/>
    <w:rsid w:val="004430E1"/>
    <w:rsid w:val="00443220"/>
    <w:rsid w:val="00443254"/>
    <w:rsid w:val="004434D4"/>
    <w:rsid w:val="00443559"/>
    <w:rsid w:val="00443ACF"/>
    <w:rsid w:val="00443BAC"/>
    <w:rsid w:val="00443C3D"/>
    <w:rsid w:val="00443C44"/>
    <w:rsid w:val="00443D5B"/>
    <w:rsid w:val="00443FBC"/>
    <w:rsid w:val="0044400E"/>
    <w:rsid w:val="004445C0"/>
    <w:rsid w:val="00444AA7"/>
    <w:rsid w:val="00444E0D"/>
    <w:rsid w:val="00444FF8"/>
    <w:rsid w:val="0044524F"/>
    <w:rsid w:val="00445808"/>
    <w:rsid w:val="00445B25"/>
    <w:rsid w:val="00445B88"/>
    <w:rsid w:val="00445D6E"/>
    <w:rsid w:val="00445DC9"/>
    <w:rsid w:val="004460A1"/>
    <w:rsid w:val="0044615E"/>
    <w:rsid w:val="004462CC"/>
    <w:rsid w:val="004465EE"/>
    <w:rsid w:val="004469B2"/>
    <w:rsid w:val="00446B7C"/>
    <w:rsid w:val="00446D84"/>
    <w:rsid w:val="00446E23"/>
    <w:rsid w:val="004471CB"/>
    <w:rsid w:val="00447459"/>
    <w:rsid w:val="00447858"/>
    <w:rsid w:val="0044792E"/>
    <w:rsid w:val="00450594"/>
    <w:rsid w:val="00450B81"/>
    <w:rsid w:val="00450F4B"/>
    <w:rsid w:val="00451B69"/>
    <w:rsid w:val="00452531"/>
    <w:rsid w:val="004527F3"/>
    <w:rsid w:val="00452B04"/>
    <w:rsid w:val="0045302D"/>
    <w:rsid w:val="00453681"/>
    <w:rsid w:val="0045376F"/>
    <w:rsid w:val="00454121"/>
    <w:rsid w:val="0045433D"/>
    <w:rsid w:val="0045455B"/>
    <w:rsid w:val="00454A2F"/>
    <w:rsid w:val="00454CF5"/>
    <w:rsid w:val="00454DAD"/>
    <w:rsid w:val="00455196"/>
    <w:rsid w:val="004552FB"/>
    <w:rsid w:val="00455351"/>
    <w:rsid w:val="004559CA"/>
    <w:rsid w:val="00455ADB"/>
    <w:rsid w:val="00455FFB"/>
    <w:rsid w:val="0045602B"/>
    <w:rsid w:val="0045606E"/>
    <w:rsid w:val="00456412"/>
    <w:rsid w:val="00456643"/>
    <w:rsid w:val="00456BD6"/>
    <w:rsid w:val="00456C3B"/>
    <w:rsid w:val="00456EBA"/>
    <w:rsid w:val="00456FF1"/>
    <w:rsid w:val="0045726C"/>
    <w:rsid w:val="00457769"/>
    <w:rsid w:val="004577CA"/>
    <w:rsid w:val="00457FAE"/>
    <w:rsid w:val="004601AB"/>
    <w:rsid w:val="00460309"/>
    <w:rsid w:val="0046048C"/>
    <w:rsid w:val="0046062A"/>
    <w:rsid w:val="00460AFB"/>
    <w:rsid w:val="0046100F"/>
    <w:rsid w:val="004610CF"/>
    <w:rsid w:val="0046121F"/>
    <w:rsid w:val="0046164D"/>
    <w:rsid w:val="0046164F"/>
    <w:rsid w:val="00461734"/>
    <w:rsid w:val="00461864"/>
    <w:rsid w:val="00461BA4"/>
    <w:rsid w:val="0046233E"/>
    <w:rsid w:val="00462390"/>
    <w:rsid w:val="00462480"/>
    <w:rsid w:val="00462489"/>
    <w:rsid w:val="004624DF"/>
    <w:rsid w:val="004624E8"/>
    <w:rsid w:val="0046299B"/>
    <w:rsid w:val="00462BB5"/>
    <w:rsid w:val="004632EB"/>
    <w:rsid w:val="004634C1"/>
    <w:rsid w:val="004641D9"/>
    <w:rsid w:val="00464A64"/>
    <w:rsid w:val="00464A76"/>
    <w:rsid w:val="00464ED8"/>
    <w:rsid w:val="00464FF8"/>
    <w:rsid w:val="00465295"/>
    <w:rsid w:val="0046535F"/>
    <w:rsid w:val="00465406"/>
    <w:rsid w:val="00465679"/>
    <w:rsid w:val="00465812"/>
    <w:rsid w:val="004659D0"/>
    <w:rsid w:val="00465A38"/>
    <w:rsid w:val="00465B0F"/>
    <w:rsid w:val="00465BA0"/>
    <w:rsid w:val="00466773"/>
    <w:rsid w:val="00466897"/>
    <w:rsid w:val="00466997"/>
    <w:rsid w:val="00466CD4"/>
    <w:rsid w:val="00467000"/>
    <w:rsid w:val="00467798"/>
    <w:rsid w:val="00467833"/>
    <w:rsid w:val="00467C96"/>
    <w:rsid w:val="004700F2"/>
    <w:rsid w:val="0047056A"/>
    <w:rsid w:val="0047058B"/>
    <w:rsid w:val="00470BD5"/>
    <w:rsid w:val="00470CB7"/>
    <w:rsid w:val="00470E0F"/>
    <w:rsid w:val="00470FD5"/>
    <w:rsid w:val="0047138B"/>
    <w:rsid w:val="004719A7"/>
    <w:rsid w:val="00471A9C"/>
    <w:rsid w:val="00471C6B"/>
    <w:rsid w:val="00471D63"/>
    <w:rsid w:val="00471E69"/>
    <w:rsid w:val="004720FB"/>
    <w:rsid w:val="00472101"/>
    <w:rsid w:val="00472216"/>
    <w:rsid w:val="0047244B"/>
    <w:rsid w:val="0047261D"/>
    <w:rsid w:val="00472A3B"/>
    <w:rsid w:val="00472FFF"/>
    <w:rsid w:val="00473062"/>
    <w:rsid w:val="00473142"/>
    <w:rsid w:val="00473285"/>
    <w:rsid w:val="00473365"/>
    <w:rsid w:val="0047361F"/>
    <w:rsid w:val="0047367D"/>
    <w:rsid w:val="0047371B"/>
    <w:rsid w:val="00473919"/>
    <w:rsid w:val="0047436D"/>
    <w:rsid w:val="0047468B"/>
    <w:rsid w:val="004749B9"/>
    <w:rsid w:val="00474EAE"/>
    <w:rsid w:val="0047517D"/>
    <w:rsid w:val="00475981"/>
    <w:rsid w:val="00476266"/>
    <w:rsid w:val="00476553"/>
    <w:rsid w:val="004766B2"/>
    <w:rsid w:val="0047672D"/>
    <w:rsid w:val="00476E85"/>
    <w:rsid w:val="0047700C"/>
    <w:rsid w:val="004770B7"/>
    <w:rsid w:val="00477CAF"/>
    <w:rsid w:val="00477F67"/>
    <w:rsid w:val="004806E6"/>
    <w:rsid w:val="004808BD"/>
    <w:rsid w:val="004811F3"/>
    <w:rsid w:val="00481509"/>
    <w:rsid w:val="004816A1"/>
    <w:rsid w:val="004816DD"/>
    <w:rsid w:val="00481791"/>
    <w:rsid w:val="00481AFB"/>
    <w:rsid w:val="00481B3E"/>
    <w:rsid w:val="00481EE8"/>
    <w:rsid w:val="00481F77"/>
    <w:rsid w:val="0048221D"/>
    <w:rsid w:val="004824BA"/>
    <w:rsid w:val="0048269D"/>
    <w:rsid w:val="004827E5"/>
    <w:rsid w:val="00482CF3"/>
    <w:rsid w:val="00482F33"/>
    <w:rsid w:val="00482FAA"/>
    <w:rsid w:val="00483195"/>
    <w:rsid w:val="004836AD"/>
    <w:rsid w:val="004837C7"/>
    <w:rsid w:val="004837CF"/>
    <w:rsid w:val="0048381E"/>
    <w:rsid w:val="0048388B"/>
    <w:rsid w:val="00483F53"/>
    <w:rsid w:val="004840B0"/>
    <w:rsid w:val="0048424B"/>
    <w:rsid w:val="0048447D"/>
    <w:rsid w:val="00484D8A"/>
    <w:rsid w:val="00484F52"/>
    <w:rsid w:val="00485123"/>
    <w:rsid w:val="004851F4"/>
    <w:rsid w:val="00485E41"/>
    <w:rsid w:val="00485FDF"/>
    <w:rsid w:val="004861E7"/>
    <w:rsid w:val="0048623B"/>
    <w:rsid w:val="00486492"/>
    <w:rsid w:val="0048666D"/>
    <w:rsid w:val="00486797"/>
    <w:rsid w:val="00486BA4"/>
    <w:rsid w:val="004870D3"/>
    <w:rsid w:val="0048712C"/>
    <w:rsid w:val="00487549"/>
    <w:rsid w:val="0048755F"/>
    <w:rsid w:val="004877C8"/>
    <w:rsid w:val="00487A79"/>
    <w:rsid w:val="00487D9D"/>
    <w:rsid w:val="0049065A"/>
    <w:rsid w:val="00490D39"/>
    <w:rsid w:val="00490DD2"/>
    <w:rsid w:val="00491270"/>
    <w:rsid w:val="00491337"/>
    <w:rsid w:val="00491516"/>
    <w:rsid w:val="00491653"/>
    <w:rsid w:val="00491830"/>
    <w:rsid w:val="00491846"/>
    <w:rsid w:val="00491CAA"/>
    <w:rsid w:val="00492277"/>
    <w:rsid w:val="00492331"/>
    <w:rsid w:val="0049280D"/>
    <w:rsid w:val="00492961"/>
    <w:rsid w:val="00492DD4"/>
    <w:rsid w:val="00493307"/>
    <w:rsid w:val="0049376E"/>
    <w:rsid w:val="00493B44"/>
    <w:rsid w:val="00493E8B"/>
    <w:rsid w:val="00493F39"/>
    <w:rsid w:val="004943FF"/>
    <w:rsid w:val="004944D3"/>
    <w:rsid w:val="004947C3"/>
    <w:rsid w:val="00494885"/>
    <w:rsid w:val="00494BD2"/>
    <w:rsid w:val="00494E4F"/>
    <w:rsid w:val="0049536C"/>
    <w:rsid w:val="004954A6"/>
    <w:rsid w:val="0049594E"/>
    <w:rsid w:val="004959A9"/>
    <w:rsid w:val="00495E42"/>
    <w:rsid w:val="0049612C"/>
    <w:rsid w:val="004964CB"/>
    <w:rsid w:val="0049670C"/>
    <w:rsid w:val="00496A07"/>
    <w:rsid w:val="00496E91"/>
    <w:rsid w:val="004974A4"/>
    <w:rsid w:val="00497598"/>
    <w:rsid w:val="004975B2"/>
    <w:rsid w:val="0049781B"/>
    <w:rsid w:val="004979D2"/>
    <w:rsid w:val="00497D90"/>
    <w:rsid w:val="00497E6A"/>
    <w:rsid w:val="004A069C"/>
    <w:rsid w:val="004A0769"/>
    <w:rsid w:val="004A0808"/>
    <w:rsid w:val="004A0A2C"/>
    <w:rsid w:val="004A1594"/>
    <w:rsid w:val="004A1957"/>
    <w:rsid w:val="004A1AAD"/>
    <w:rsid w:val="004A1CF4"/>
    <w:rsid w:val="004A1FEA"/>
    <w:rsid w:val="004A2010"/>
    <w:rsid w:val="004A20E6"/>
    <w:rsid w:val="004A2252"/>
    <w:rsid w:val="004A2317"/>
    <w:rsid w:val="004A2A24"/>
    <w:rsid w:val="004A2B89"/>
    <w:rsid w:val="004A3187"/>
    <w:rsid w:val="004A3659"/>
    <w:rsid w:val="004A3803"/>
    <w:rsid w:val="004A3ADD"/>
    <w:rsid w:val="004A3D64"/>
    <w:rsid w:val="004A4565"/>
    <w:rsid w:val="004A4673"/>
    <w:rsid w:val="004A46B2"/>
    <w:rsid w:val="004A49A9"/>
    <w:rsid w:val="004A49D3"/>
    <w:rsid w:val="004A59AE"/>
    <w:rsid w:val="004A5AC8"/>
    <w:rsid w:val="004A5B84"/>
    <w:rsid w:val="004A5FC4"/>
    <w:rsid w:val="004A68CC"/>
    <w:rsid w:val="004A6A3A"/>
    <w:rsid w:val="004A6F67"/>
    <w:rsid w:val="004A7534"/>
    <w:rsid w:val="004A756B"/>
    <w:rsid w:val="004A7764"/>
    <w:rsid w:val="004A7C24"/>
    <w:rsid w:val="004A7CDD"/>
    <w:rsid w:val="004A7DD1"/>
    <w:rsid w:val="004B0359"/>
    <w:rsid w:val="004B06FA"/>
    <w:rsid w:val="004B09D5"/>
    <w:rsid w:val="004B0CB2"/>
    <w:rsid w:val="004B1FD4"/>
    <w:rsid w:val="004B1FF1"/>
    <w:rsid w:val="004B20DB"/>
    <w:rsid w:val="004B21AD"/>
    <w:rsid w:val="004B232C"/>
    <w:rsid w:val="004B2FAB"/>
    <w:rsid w:val="004B3444"/>
    <w:rsid w:val="004B3C0E"/>
    <w:rsid w:val="004B3CB4"/>
    <w:rsid w:val="004B3DF7"/>
    <w:rsid w:val="004B3F93"/>
    <w:rsid w:val="004B4340"/>
    <w:rsid w:val="004B437C"/>
    <w:rsid w:val="004B4D79"/>
    <w:rsid w:val="004B4D95"/>
    <w:rsid w:val="004B4E78"/>
    <w:rsid w:val="004B575B"/>
    <w:rsid w:val="004B5916"/>
    <w:rsid w:val="004B5985"/>
    <w:rsid w:val="004B5A0B"/>
    <w:rsid w:val="004B5B4C"/>
    <w:rsid w:val="004B5FAA"/>
    <w:rsid w:val="004B6217"/>
    <w:rsid w:val="004B69E1"/>
    <w:rsid w:val="004B7817"/>
    <w:rsid w:val="004B78CC"/>
    <w:rsid w:val="004B7C2F"/>
    <w:rsid w:val="004B7D59"/>
    <w:rsid w:val="004B7E7B"/>
    <w:rsid w:val="004B7EB6"/>
    <w:rsid w:val="004B7ED2"/>
    <w:rsid w:val="004C0367"/>
    <w:rsid w:val="004C05B8"/>
    <w:rsid w:val="004C05CF"/>
    <w:rsid w:val="004C06A8"/>
    <w:rsid w:val="004C07AF"/>
    <w:rsid w:val="004C14C5"/>
    <w:rsid w:val="004C1619"/>
    <w:rsid w:val="004C1A1A"/>
    <w:rsid w:val="004C1C01"/>
    <w:rsid w:val="004C1E26"/>
    <w:rsid w:val="004C1E39"/>
    <w:rsid w:val="004C21F9"/>
    <w:rsid w:val="004C2203"/>
    <w:rsid w:val="004C23E8"/>
    <w:rsid w:val="004C248D"/>
    <w:rsid w:val="004C2752"/>
    <w:rsid w:val="004C28A7"/>
    <w:rsid w:val="004C324B"/>
    <w:rsid w:val="004C3A40"/>
    <w:rsid w:val="004C3AB5"/>
    <w:rsid w:val="004C3BB9"/>
    <w:rsid w:val="004C4037"/>
    <w:rsid w:val="004C41E7"/>
    <w:rsid w:val="004C425E"/>
    <w:rsid w:val="004C43A6"/>
    <w:rsid w:val="004C4615"/>
    <w:rsid w:val="004C47E9"/>
    <w:rsid w:val="004C49B6"/>
    <w:rsid w:val="004C4B5A"/>
    <w:rsid w:val="004C4F23"/>
    <w:rsid w:val="004C50AE"/>
    <w:rsid w:val="004C5495"/>
    <w:rsid w:val="004C561E"/>
    <w:rsid w:val="004C5663"/>
    <w:rsid w:val="004C5815"/>
    <w:rsid w:val="004C58E0"/>
    <w:rsid w:val="004C59B6"/>
    <w:rsid w:val="004C5B07"/>
    <w:rsid w:val="004C5D3A"/>
    <w:rsid w:val="004C5DB9"/>
    <w:rsid w:val="004C6049"/>
    <w:rsid w:val="004C611A"/>
    <w:rsid w:val="004C65E6"/>
    <w:rsid w:val="004C6614"/>
    <w:rsid w:val="004C6675"/>
    <w:rsid w:val="004C6B94"/>
    <w:rsid w:val="004C6C2D"/>
    <w:rsid w:val="004C6C2E"/>
    <w:rsid w:val="004C7014"/>
    <w:rsid w:val="004C7420"/>
    <w:rsid w:val="004C760D"/>
    <w:rsid w:val="004C765F"/>
    <w:rsid w:val="004C7AF1"/>
    <w:rsid w:val="004C7AF3"/>
    <w:rsid w:val="004C7BB2"/>
    <w:rsid w:val="004D03B9"/>
    <w:rsid w:val="004D073C"/>
    <w:rsid w:val="004D086D"/>
    <w:rsid w:val="004D0B5E"/>
    <w:rsid w:val="004D1176"/>
    <w:rsid w:val="004D151E"/>
    <w:rsid w:val="004D1FC3"/>
    <w:rsid w:val="004D2233"/>
    <w:rsid w:val="004D22AC"/>
    <w:rsid w:val="004D2480"/>
    <w:rsid w:val="004D2899"/>
    <w:rsid w:val="004D2B6B"/>
    <w:rsid w:val="004D2D1C"/>
    <w:rsid w:val="004D2D2F"/>
    <w:rsid w:val="004D319A"/>
    <w:rsid w:val="004D3261"/>
    <w:rsid w:val="004D3307"/>
    <w:rsid w:val="004D353D"/>
    <w:rsid w:val="004D35B6"/>
    <w:rsid w:val="004D36E5"/>
    <w:rsid w:val="004D396B"/>
    <w:rsid w:val="004D3CF9"/>
    <w:rsid w:val="004D3DE7"/>
    <w:rsid w:val="004D406C"/>
    <w:rsid w:val="004D427E"/>
    <w:rsid w:val="004D444F"/>
    <w:rsid w:val="004D4AC5"/>
    <w:rsid w:val="004D4F0E"/>
    <w:rsid w:val="004D5135"/>
    <w:rsid w:val="004D53FB"/>
    <w:rsid w:val="004D57CA"/>
    <w:rsid w:val="004D5935"/>
    <w:rsid w:val="004D5EB3"/>
    <w:rsid w:val="004D60F7"/>
    <w:rsid w:val="004D6398"/>
    <w:rsid w:val="004D6B29"/>
    <w:rsid w:val="004D6BD9"/>
    <w:rsid w:val="004D6C3C"/>
    <w:rsid w:val="004D7680"/>
    <w:rsid w:val="004D7916"/>
    <w:rsid w:val="004D7A02"/>
    <w:rsid w:val="004D7A89"/>
    <w:rsid w:val="004D7E2A"/>
    <w:rsid w:val="004D7FB1"/>
    <w:rsid w:val="004E0160"/>
    <w:rsid w:val="004E0213"/>
    <w:rsid w:val="004E0438"/>
    <w:rsid w:val="004E0550"/>
    <w:rsid w:val="004E0870"/>
    <w:rsid w:val="004E0BD7"/>
    <w:rsid w:val="004E0EE8"/>
    <w:rsid w:val="004E0F97"/>
    <w:rsid w:val="004E0FA7"/>
    <w:rsid w:val="004E1106"/>
    <w:rsid w:val="004E113D"/>
    <w:rsid w:val="004E182B"/>
    <w:rsid w:val="004E1F30"/>
    <w:rsid w:val="004E20C3"/>
    <w:rsid w:val="004E2232"/>
    <w:rsid w:val="004E29C2"/>
    <w:rsid w:val="004E34E9"/>
    <w:rsid w:val="004E36C2"/>
    <w:rsid w:val="004E3C9E"/>
    <w:rsid w:val="004E3D77"/>
    <w:rsid w:val="004E3DBE"/>
    <w:rsid w:val="004E4045"/>
    <w:rsid w:val="004E46B7"/>
    <w:rsid w:val="004E4D52"/>
    <w:rsid w:val="004E4E4C"/>
    <w:rsid w:val="004E4EB8"/>
    <w:rsid w:val="004E5042"/>
    <w:rsid w:val="004E62F9"/>
    <w:rsid w:val="004E63B9"/>
    <w:rsid w:val="004E671C"/>
    <w:rsid w:val="004E678B"/>
    <w:rsid w:val="004E67DA"/>
    <w:rsid w:val="004E6DE7"/>
    <w:rsid w:val="004E7162"/>
    <w:rsid w:val="004E74CA"/>
    <w:rsid w:val="004E75A4"/>
    <w:rsid w:val="004E7937"/>
    <w:rsid w:val="004F0205"/>
    <w:rsid w:val="004F0327"/>
    <w:rsid w:val="004F04C5"/>
    <w:rsid w:val="004F0779"/>
    <w:rsid w:val="004F07AD"/>
    <w:rsid w:val="004F0B1D"/>
    <w:rsid w:val="004F0B23"/>
    <w:rsid w:val="004F0BBD"/>
    <w:rsid w:val="004F1088"/>
    <w:rsid w:val="004F11AA"/>
    <w:rsid w:val="004F1E86"/>
    <w:rsid w:val="004F207B"/>
    <w:rsid w:val="004F2644"/>
    <w:rsid w:val="004F26AE"/>
    <w:rsid w:val="004F26BD"/>
    <w:rsid w:val="004F2EF8"/>
    <w:rsid w:val="004F3222"/>
    <w:rsid w:val="004F33AA"/>
    <w:rsid w:val="004F33D4"/>
    <w:rsid w:val="004F3648"/>
    <w:rsid w:val="004F3938"/>
    <w:rsid w:val="004F3EEB"/>
    <w:rsid w:val="004F490E"/>
    <w:rsid w:val="004F4C59"/>
    <w:rsid w:val="004F4F9E"/>
    <w:rsid w:val="004F52B1"/>
    <w:rsid w:val="004F53CC"/>
    <w:rsid w:val="004F575B"/>
    <w:rsid w:val="004F5B5B"/>
    <w:rsid w:val="004F5CDD"/>
    <w:rsid w:val="004F5EF5"/>
    <w:rsid w:val="004F6556"/>
    <w:rsid w:val="004F6AD8"/>
    <w:rsid w:val="004F71B8"/>
    <w:rsid w:val="004F78DC"/>
    <w:rsid w:val="004F7985"/>
    <w:rsid w:val="00500066"/>
    <w:rsid w:val="00500D56"/>
    <w:rsid w:val="005019A9"/>
    <w:rsid w:val="00501DAE"/>
    <w:rsid w:val="00502337"/>
    <w:rsid w:val="00502D6C"/>
    <w:rsid w:val="00502DDF"/>
    <w:rsid w:val="00502FD1"/>
    <w:rsid w:val="00503381"/>
    <w:rsid w:val="00503639"/>
    <w:rsid w:val="00503F8C"/>
    <w:rsid w:val="0050427E"/>
    <w:rsid w:val="005049B5"/>
    <w:rsid w:val="00504AE0"/>
    <w:rsid w:val="00504C23"/>
    <w:rsid w:val="00504DA0"/>
    <w:rsid w:val="00504DFA"/>
    <w:rsid w:val="00504F96"/>
    <w:rsid w:val="005052D6"/>
    <w:rsid w:val="0050542F"/>
    <w:rsid w:val="00505F41"/>
    <w:rsid w:val="00505F4B"/>
    <w:rsid w:val="005060BE"/>
    <w:rsid w:val="005062C5"/>
    <w:rsid w:val="00506A2B"/>
    <w:rsid w:val="00506D3F"/>
    <w:rsid w:val="00507663"/>
    <w:rsid w:val="0050777D"/>
    <w:rsid w:val="00507BF0"/>
    <w:rsid w:val="00507CEC"/>
    <w:rsid w:val="00507DE9"/>
    <w:rsid w:val="00510034"/>
    <w:rsid w:val="0051007D"/>
    <w:rsid w:val="0051022A"/>
    <w:rsid w:val="005102C1"/>
    <w:rsid w:val="00510826"/>
    <w:rsid w:val="00510D97"/>
    <w:rsid w:val="00510E30"/>
    <w:rsid w:val="00510FD3"/>
    <w:rsid w:val="00511442"/>
    <w:rsid w:val="00511475"/>
    <w:rsid w:val="00511CFC"/>
    <w:rsid w:val="00512097"/>
    <w:rsid w:val="0051247C"/>
    <w:rsid w:val="0051275B"/>
    <w:rsid w:val="00512A10"/>
    <w:rsid w:val="00512B1C"/>
    <w:rsid w:val="00512BF3"/>
    <w:rsid w:val="00512E21"/>
    <w:rsid w:val="00513305"/>
    <w:rsid w:val="005135B6"/>
    <w:rsid w:val="00513784"/>
    <w:rsid w:val="00513994"/>
    <w:rsid w:val="00513EF5"/>
    <w:rsid w:val="00514046"/>
    <w:rsid w:val="005143D1"/>
    <w:rsid w:val="00514E6F"/>
    <w:rsid w:val="00515327"/>
    <w:rsid w:val="00515407"/>
    <w:rsid w:val="00515416"/>
    <w:rsid w:val="00515644"/>
    <w:rsid w:val="005157FA"/>
    <w:rsid w:val="00515A70"/>
    <w:rsid w:val="00516322"/>
    <w:rsid w:val="00516625"/>
    <w:rsid w:val="00516B64"/>
    <w:rsid w:val="00516D33"/>
    <w:rsid w:val="00516F13"/>
    <w:rsid w:val="00516F58"/>
    <w:rsid w:val="00517072"/>
    <w:rsid w:val="00520599"/>
    <w:rsid w:val="005209A7"/>
    <w:rsid w:val="00520D8A"/>
    <w:rsid w:val="00520E0C"/>
    <w:rsid w:val="00521AA4"/>
    <w:rsid w:val="00521AEC"/>
    <w:rsid w:val="005226F5"/>
    <w:rsid w:val="00522724"/>
    <w:rsid w:val="0052279B"/>
    <w:rsid w:val="00522900"/>
    <w:rsid w:val="005229CE"/>
    <w:rsid w:val="0052319A"/>
    <w:rsid w:val="005234A7"/>
    <w:rsid w:val="0052384A"/>
    <w:rsid w:val="005239BB"/>
    <w:rsid w:val="00523A7C"/>
    <w:rsid w:val="00523D6E"/>
    <w:rsid w:val="00523FDA"/>
    <w:rsid w:val="00524285"/>
    <w:rsid w:val="00524474"/>
    <w:rsid w:val="005244A9"/>
    <w:rsid w:val="005248A2"/>
    <w:rsid w:val="00524A89"/>
    <w:rsid w:val="00524AFF"/>
    <w:rsid w:val="00524F38"/>
    <w:rsid w:val="00524FF7"/>
    <w:rsid w:val="0052546F"/>
    <w:rsid w:val="00525516"/>
    <w:rsid w:val="005262BD"/>
    <w:rsid w:val="005262FB"/>
    <w:rsid w:val="005264A3"/>
    <w:rsid w:val="00526580"/>
    <w:rsid w:val="005266A3"/>
    <w:rsid w:val="005268C1"/>
    <w:rsid w:val="0052698A"/>
    <w:rsid w:val="00526E39"/>
    <w:rsid w:val="005275DF"/>
    <w:rsid w:val="005277B2"/>
    <w:rsid w:val="005278BD"/>
    <w:rsid w:val="00527CF8"/>
    <w:rsid w:val="00527D6F"/>
    <w:rsid w:val="00527DD0"/>
    <w:rsid w:val="00527F40"/>
    <w:rsid w:val="00527FA1"/>
    <w:rsid w:val="00527FB2"/>
    <w:rsid w:val="005303E5"/>
    <w:rsid w:val="00530630"/>
    <w:rsid w:val="005307C4"/>
    <w:rsid w:val="005309CA"/>
    <w:rsid w:val="00530C39"/>
    <w:rsid w:val="00531107"/>
    <w:rsid w:val="0053116E"/>
    <w:rsid w:val="005313DA"/>
    <w:rsid w:val="005314F5"/>
    <w:rsid w:val="005319B5"/>
    <w:rsid w:val="00531EB7"/>
    <w:rsid w:val="00532F22"/>
    <w:rsid w:val="00532F7C"/>
    <w:rsid w:val="0053326C"/>
    <w:rsid w:val="005333EA"/>
    <w:rsid w:val="00533E1C"/>
    <w:rsid w:val="005340A0"/>
    <w:rsid w:val="00534117"/>
    <w:rsid w:val="00534351"/>
    <w:rsid w:val="00534FA1"/>
    <w:rsid w:val="00535005"/>
    <w:rsid w:val="00535667"/>
    <w:rsid w:val="005356BB"/>
    <w:rsid w:val="00536203"/>
    <w:rsid w:val="00536685"/>
    <w:rsid w:val="00536885"/>
    <w:rsid w:val="00536AA1"/>
    <w:rsid w:val="00536D94"/>
    <w:rsid w:val="00536F93"/>
    <w:rsid w:val="00537572"/>
    <w:rsid w:val="00537B76"/>
    <w:rsid w:val="00537E77"/>
    <w:rsid w:val="00537F6F"/>
    <w:rsid w:val="005404E0"/>
    <w:rsid w:val="00540735"/>
    <w:rsid w:val="00540D58"/>
    <w:rsid w:val="00540E8A"/>
    <w:rsid w:val="00540F5A"/>
    <w:rsid w:val="0054129D"/>
    <w:rsid w:val="00541480"/>
    <w:rsid w:val="0054163C"/>
    <w:rsid w:val="005416B7"/>
    <w:rsid w:val="00541855"/>
    <w:rsid w:val="00541A89"/>
    <w:rsid w:val="00541BA3"/>
    <w:rsid w:val="00541C23"/>
    <w:rsid w:val="0054211D"/>
    <w:rsid w:val="00542267"/>
    <w:rsid w:val="00542339"/>
    <w:rsid w:val="0054257C"/>
    <w:rsid w:val="00542676"/>
    <w:rsid w:val="005426DF"/>
    <w:rsid w:val="00542909"/>
    <w:rsid w:val="00542AB1"/>
    <w:rsid w:val="00542D1C"/>
    <w:rsid w:val="005430D6"/>
    <w:rsid w:val="005435DE"/>
    <w:rsid w:val="00543953"/>
    <w:rsid w:val="00544498"/>
    <w:rsid w:val="0054471E"/>
    <w:rsid w:val="0054474B"/>
    <w:rsid w:val="0054537A"/>
    <w:rsid w:val="0054579A"/>
    <w:rsid w:val="00545882"/>
    <w:rsid w:val="00545E48"/>
    <w:rsid w:val="00546168"/>
    <w:rsid w:val="005462C5"/>
    <w:rsid w:val="0054640E"/>
    <w:rsid w:val="005466E7"/>
    <w:rsid w:val="00546AF4"/>
    <w:rsid w:val="00546F9A"/>
    <w:rsid w:val="00547400"/>
    <w:rsid w:val="00547458"/>
    <w:rsid w:val="00547B8C"/>
    <w:rsid w:val="00547BB1"/>
    <w:rsid w:val="00547D44"/>
    <w:rsid w:val="00547F44"/>
    <w:rsid w:val="00550257"/>
    <w:rsid w:val="005504F3"/>
    <w:rsid w:val="00550688"/>
    <w:rsid w:val="00550870"/>
    <w:rsid w:val="00550A03"/>
    <w:rsid w:val="00550D3A"/>
    <w:rsid w:val="00550EED"/>
    <w:rsid w:val="00551124"/>
    <w:rsid w:val="00551484"/>
    <w:rsid w:val="0055169B"/>
    <w:rsid w:val="005519D7"/>
    <w:rsid w:val="00551C85"/>
    <w:rsid w:val="00551D75"/>
    <w:rsid w:val="00551EB2"/>
    <w:rsid w:val="00552225"/>
    <w:rsid w:val="005522CF"/>
    <w:rsid w:val="0055234C"/>
    <w:rsid w:val="00552831"/>
    <w:rsid w:val="00552B9A"/>
    <w:rsid w:val="00553228"/>
    <w:rsid w:val="0055337B"/>
    <w:rsid w:val="005535D1"/>
    <w:rsid w:val="0055386A"/>
    <w:rsid w:val="00553A2E"/>
    <w:rsid w:val="00553E60"/>
    <w:rsid w:val="0055405B"/>
    <w:rsid w:val="005540B8"/>
    <w:rsid w:val="0055443E"/>
    <w:rsid w:val="005544C9"/>
    <w:rsid w:val="00554BE1"/>
    <w:rsid w:val="00554F9A"/>
    <w:rsid w:val="00555016"/>
    <w:rsid w:val="005551DE"/>
    <w:rsid w:val="00555475"/>
    <w:rsid w:val="0055556D"/>
    <w:rsid w:val="00556667"/>
    <w:rsid w:val="00556AED"/>
    <w:rsid w:val="00556BC1"/>
    <w:rsid w:val="00557663"/>
    <w:rsid w:val="00557B92"/>
    <w:rsid w:val="00560088"/>
    <w:rsid w:val="00560117"/>
    <w:rsid w:val="005602FC"/>
    <w:rsid w:val="0056039C"/>
    <w:rsid w:val="00560422"/>
    <w:rsid w:val="005606E6"/>
    <w:rsid w:val="00560899"/>
    <w:rsid w:val="00560C91"/>
    <w:rsid w:val="005613D1"/>
    <w:rsid w:val="005615EE"/>
    <w:rsid w:val="0056177C"/>
    <w:rsid w:val="00561935"/>
    <w:rsid w:val="00561C99"/>
    <w:rsid w:val="00561CBE"/>
    <w:rsid w:val="005623F2"/>
    <w:rsid w:val="00562F8A"/>
    <w:rsid w:val="00563332"/>
    <w:rsid w:val="00563B1B"/>
    <w:rsid w:val="00563D70"/>
    <w:rsid w:val="00564595"/>
    <w:rsid w:val="0056472E"/>
    <w:rsid w:val="00564AA9"/>
    <w:rsid w:val="0056537C"/>
    <w:rsid w:val="0056550A"/>
    <w:rsid w:val="00565882"/>
    <w:rsid w:val="005659FB"/>
    <w:rsid w:val="00565A7B"/>
    <w:rsid w:val="00565D09"/>
    <w:rsid w:val="00565D90"/>
    <w:rsid w:val="0056647C"/>
    <w:rsid w:val="005674A2"/>
    <w:rsid w:val="005674FA"/>
    <w:rsid w:val="00567832"/>
    <w:rsid w:val="00567D6C"/>
    <w:rsid w:val="00570444"/>
    <w:rsid w:val="00570780"/>
    <w:rsid w:val="005711C4"/>
    <w:rsid w:val="00571243"/>
    <w:rsid w:val="00571267"/>
    <w:rsid w:val="005714A7"/>
    <w:rsid w:val="00571B02"/>
    <w:rsid w:val="00572146"/>
    <w:rsid w:val="00572151"/>
    <w:rsid w:val="0057221E"/>
    <w:rsid w:val="005725B2"/>
    <w:rsid w:val="005728AC"/>
    <w:rsid w:val="0057291D"/>
    <w:rsid w:val="00572A22"/>
    <w:rsid w:val="00572AD9"/>
    <w:rsid w:val="00572B2F"/>
    <w:rsid w:val="00572EAB"/>
    <w:rsid w:val="0057312F"/>
    <w:rsid w:val="005732E8"/>
    <w:rsid w:val="0057344B"/>
    <w:rsid w:val="0057345B"/>
    <w:rsid w:val="0057369A"/>
    <w:rsid w:val="00573E86"/>
    <w:rsid w:val="00574502"/>
    <w:rsid w:val="00574701"/>
    <w:rsid w:val="00574BD9"/>
    <w:rsid w:val="00574F5B"/>
    <w:rsid w:val="00575049"/>
    <w:rsid w:val="00575357"/>
    <w:rsid w:val="00575989"/>
    <w:rsid w:val="005759C1"/>
    <w:rsid w:val="00575AFD"/>
    <w:rsid w:val="00575C18"/>
    <w:rsid w:val="00575F26"/>
    <w:rsid w:val="00575FDA"/>
    <w:rsid w:val="00576006"/>
    <w:rsid w:val="00576514"/>
    <w:rsid w:val="005765DC"/>
    <w:rsid w:val="00576D52"/>
    <w:rsid w:val="00576FDB"/>
    <w:rsid w:val="005774BC"/>
    <w:rsid w:val="0057793A"/>
    <w:rsid w:val="00577B96"/>
    <w:rsid w:val="00577F15"/>
    <w:rsid w:val="005803A7"/>
    <w:rsid w:val="00580951"/>
    <w:rsid w:val="00580FE7"/>
    <w:rsid w:val="005812AF"/>
    <w:rsid w:val="005814C8"/>
    <w:rsid w:val="00581689"/>
    <w:rsid w:val="00581CBF"/>
    <w:rsid w:val="00581E54"/>
    <w:rsid w:val="00581E7F"/>
    <w:rsid w:val="00582041"/>
    <w:rsid w:val="0058226D"/>
    <w:rsid w:val="0058241F"/>
    <w:rsid w:val="0058242B"/>
    <w:rsid w:val="0058245D"/>
    <w:rsid w:val="00582596"/>
    <w:rsid w:val="005825BA"/>
    <w:rsid w:val="00582C13"/>
    <w:rsid w:val="00582F00"/>
    <w:rsid w:val="00582FC3"/>
    <w:rsid w:val="005830B1"/>
    <w:rsid w:val="00583297"/>
    <w:rsid w:val="005832AC"/>
    <w:rsid w:val="00583533"/>
    <w:rsid w:val="005837D1"/>
    <w:rsid w:val="00583D3D"/>
    <w:rsid w:val="00583EE8"/>
    <w:rsid w:val="00584016"/>
    <w:rsid w:val="00584133"/>
    <w:rsid w:val="00584142"/>
    <w:rsid w:val="00584281"/>
    <w:rsid w:val="00584305"/>
    <w:rsid w:val="005843E5"/>
    <w:rsid w:val="00584903"/>
    <w:rsid w:val="00584B01"/>
    <w:rsid w:val="00585008"/>
    <w:rsid w:val="005856CC"/>
    <w:rsid w:val="005857EF"/>
    <w:rsid w:val="00586102"/>
    <w:rsid w:val="00586115"/>
    <w:rsid w:val="00586498"/>
    <w:rsid w:val="0058660E"/>
    <w:rsid w:val="005867DA"/>
    <w:rsid w:val="005867E1"/>
    <w:rsid w:val="00586993"/>
    <w:rsid w:val="00586C08"/>
    <w:rsid w:val="00586CD6"/>
    <w:rsid w:val="00586E3E"/>
    <w:rsid w:val="00586E76"/>
    <w:rsid w:val="00586EB7"/>
    <w:rsid w:val="00586F16"/>
    <w:rsid w:val="00586FAB"/>
    <w:rsid w:val="0058706E"/>
    <w:rsid w:val="0058715D"/>
    <w:rsid w:val="0058720C"/>
    <w:rsid w:val="005905E8"/>
    <w:rsid w:val="005908D4"/>
    <w:rsid w:val="00590D59"/>
    <w:rsid w:val="00590E35"/>
    <w:rsid w:val="0059136A"/>
    <w:rsid w:val="00591889"/>
    <w:rsid w:val="00592387"/>
    <w:rsid w:val="0059240C"/>
    <w:rsid w:val="005929C5"/>
    <w:rsid w:val="005929FC"/>
    <w:rsid w:val="00592CED"/>
    <w:rsid w:val="005932F8"/>
    <w:rsid w:val="00593942"/>
    <w:rsid w:val="00593F71"/>
    <w:rsid w:val="0059431E"/>
    <w:rsid w:val="0059489B"/>
    <w:rsid w:val="00594F7F"/>
    <w:rsid w:val="005956C6"/>
    <w:rsid w:val="00595711"/>
    <w:rsid w:val="00595906"/>
    <w:rsid w:val="00595B89"/>
    <w:rsid w:val="0059628C"/>
    <w:rsid w:val="0059648E"/>
    <w:rsid w:val="00596529"/>
    <w:rsid w:val="005968AA"/>
    <w:rsid w:val="00596C9A"/>
    <w:rsid w:val="00596EA6"/>
    <w:rsid w:val="00596EBE"/>
    <w:rsid w:val="00596FD3"/>
    <w:rsid w:val="00597443"/>
    <w:rsid w:val="00597783"/>
    <w:rsid w:val="00597895"/>
    <w:rsid w:val="005979D4"/>
    <w:rsid w:val="00597ED9"/>
    <w:rsid w:val="005A01AF"/>
    <w:rsid w:val="005A01B4"/>
    <w:rsid w:val="005A03A5"/>
    <w:rsid w:val="005A059E"/>
    <w:rsid w:val="005A0842"/>
    <w:rsid w:val="005A0B2A"/>
    <w:rsid w:val="005A0EB2"/>
    <w:rsid w:val="005A101E"/>
    <w:rsid w:val="005A1088"/>
    <w:rsid w:val="005A1559"/>
    <w:rsid w:val="005A1720"/>
    <w:rsid w:val="005A1829"/>
    <w:rsid w:val="005A19DB"/>
    <w:rsid w:val="005A1EDF"/>
    <w:rsid w:val="005A20CE"/>
    <w:rsid w:val="005A2220"/>
    <w:rsid w:val="005A22C9"/>
    <w:rsid w:val="005A29D0"/>
    <w:rsid w:val="005A2D2B"/>
    <w:rsid w:val="005A31EF"/>
    <w:rsid w:val="005A32FA"/>
    <w:rsid w:val="005A3360"/>
    <w:rsid w:val="005A349A"/>
    <w:rsid w:val="005A3522"/>
    <w:rsid w:val="005A35DA"/>
    <w:rsid w:val="005A38A2"/>
    <w:rsid w:val="005A3C45"/>
    <w:rsid w:val="005A3DE3"/>
    <w:rsid w:val="005A3F9A"/>
    <w:rsid w:val="005A4046"/>
    <w:rsid w:val="005A4080"/>
    <w:rsid w:val="005A40A5"/>
    <w:rsid w:val="005A43F3"/>
    <w:rsid w:val="005A43FE"/>
    <w:rsid w:val="005A48A4"/>
    <w:rsid w:val="005A4A59"/>
    <w:rsid w:val="005A54AD"/>
    <w:rsid w:val="005A593A"/>
    <w:rsid w:val="005A5B31"/>
    <w:rsid w:val="005A5BA9"/>
    <w:rsid w:val="005A5F46"/>
    <w:rsid w:val="005A61D0"/>
    <w:rsid w:val="005A63F8"/>
    <w:rsid w:val="005A647C"/>
    <w:rsid w:val="005A6DC7"/>
    <w:rsid w:val="005A6FBC"/>
    <w:rsid w:val="005A713C"/>
    <w:rsid w:val="005A7659"/>
    <w:rsid w:val="005A7F6A"/>
    <w:rsid w:val="005B0011"/>
    <w:rsid w:val="005B034B"/>
    <w:rsid w:val="005B05AC"/>
    <w:rsid w:val="005B05B4"/>
    <w:rsid w:val="005B06C2"/>
    <w:rsid w:val="005B06E2"/>
    <w:rsid w:val="005B0B20"/>
    <w:rsid w:val="005B0D6E"/>
    <w:rsid w:val="005B0F75"/>
    <w:rsid w:val="005B118E"/>
    <w:rsid w:val="005B139F"/>
    <w:rsid w:val="005B13CC"/>
    <w:rsid w:val="005B149F"/>
    <w:rsid w:val="005B1840"/>
    <w:rsid w:val="005B1AB1"/>
    <w:rsid w:val="005B28D1"/>
    <w:rsid w:val="005B2ADB"/>
    <w:rsid w:val="005B3089"/>
    <w:rsid w:val="005B3790"/>
    <w:rsid w:val="005B3BF7"/>
    <w:rsid w:val="005B3CAB"/>
    <w:rsid w:val="005B4292"/>
    <w:rsid w:val="005B4636"/>
    <w:rsid w:val="005B477A"/>
    <w:rsid w:val="005B47F0"/>
    <w:rsid w:val="005B4A88"/>
    <w:rsid w:val="005B4C0B"/>
    <w:rsid w:val="005B4E0D"/>
    <w:rsid w:val="005B4EFD"/>
    <w:rsid w:val="005B50D9"/>
    <w:rsid w:val="005B57DD"/>
    <w:rsid w:val="005B62EC"/>
    <w:rsid w:val="005B6435"/>
    <w:rsid w:val="005B64BE"/>
    <w:rsid w:val="005B6F23"/>
    <w:rsid w:val="005B70EC"/>
    <w:rsid w:val="005B7168"/>
    <w:rsid w:val="005B7493"/>
    <w:rsid w:val="005B773B"/>
    <w:rsid w:val="005B7AB8"/>
    <w:rsid w:val="005B7DC6"/>
    <w:rsid w:val="005C04D2"/>
    <w:rsid w:val="005C08C1"/>
    <w:rsid w:val="005C0909"/>
    <w:rsid w:val="005C0ADE"/>
    <w:rsid w:val="005C1108"/>
    <w:rsid w:val="005C130E"/>
    <w:rsid w:val="005C1797"/>
    <w:rsid w:val="005C1BC0"/>
    <w:rsid w:val="005C237E"/>
    <w:rsid w:val="005C266F"/>
    <w:rsid w:val="005C2ACA"/>
    <w:rsid w:val="005C2B09"/>
    <w:rsid w:val="005C2B19"/>
    <w:rsid w:val="005C3135"/>
    <w:rsid w:val="005C329D"/>
    <w:rsid w:val="005C3841"/>
    <w:rsid w:val="005C3E63"/>
    <w:rsid w:val="005C48BA"/>
    <w:rsid w:val="005C4B01"/>
    <w:rsid w:val="005C4B06"/>
    <w:rsid w:val="005C54E3"/>
    <w:rsid w:val="005C5711"/>
    <w:rsid w:val="005C58BF"/>
    <w:rsid w:val="005C5A62"/>
    <w:rsid w:val="005C5D7C"/>
    <w:rsid w:val="005C6139"/>
    <w:rsid w:val="005C65FE"/>
    <w:rsid w:val="005C6D14"/>
    <w:rsid w:val="005C73CB"/>
    <w:rsid w:val="005C784E"/>
    <w:rsid w:val="005C7DAD"/>
    <w:rsid w:val="005C7FE2"/>
    <w:rsid w:val="005D00EC"/>
    <w:rsid w:val="005D029B"/>
    <w:rsid w:val="005D1035"/>
    <w:rsid w:val="005D1125"/>
    <w:rsid w:val="005D1133"/>
    <w:rsid w:val="005D126B"/>
    <w:rsid w:val="005D164A"/>
    <w:rsid w:val="005D17C9"/>
    <w:rsid w:val="005D1DA0"/>
    <w:rsid w:val="005D21F0"/>
    <w:rsid w:val="005D275B"/>
    <w:rsid w:val="005D27EA"/>
    <w:rsid w:val="005D2B13"/>
    <w:rsid w:val="005D2C05"/>
    <w:rsid w:val="005D30A1"/>
    <w:rsid w:val="005D30CC"/>
    <w:rsid w:val="005D350B"/>
    <w:rsid w:val="005D3764"/>
    <w:rsid w:val="005D37FB"/>
    <w:rsid w:val="005D3854"/>
    <w:rsid w:val="005D39CC"/>
    <w:rsid w:val="005D3BBC"/>
    <w:rsid w:val="005D401C"/>
    <w:rsid w:val="005D4891"/>
    <w:rsid w:val="005D49DF"/>
    <w:rsid w:val="005D4F70"/>
    <w:rsid w:val="005D4FC5"/>
    <w:rsid w:val="005D558E"/>
    <w:rsid w:val="005D5937"/>
    <w:rsid w:val="005D5D93"/>
    <w:rsid w:val="005D63D8"/>
    <w:rsid w:val="005D697D"/>
    <w:rsid w:val="005D6E5D"/>
    <w:rsid w:val="005D7020"/>
    <w:rsid w:val="005D7279"/>
    <w:rsid w:val="005D766B"/>
    <w:rsid w:val="005D7976"/>
    <w:rsid w:val="005D79B2"/>
    <w:rsid w:val="005D7BA2"/>
    <w:rsid w:val="005E07AA"/>
    <w:rsid w:val="005E0F8E"/>
    <w:rsid w:val="005E0FDE"/>
    <w:rsid w:val="005E1034"/>
    <w:rsid w:val="005E19EB"/>
    <w:rsid w:val="005E1A45"/>
    <w:rsid w:val="005E1AB2"/>
    <w:rsid w:val="005E1B60"/>
    <w:rsid w:val="005E33B2"/>
    <w:rsid w:val="005E38F2"/>
    <w:rsid w:val="005E4073"/>
    <w:rsid w:val="005E4258"/>
    <w:rsid w:val="005E45A0"/>
    <w:rsid w:val="005E495E"/>
    <w:rsid w:val="005E5B52"/>
    <w:rsid w:val="005E5C11"/>
    <w:rsid w:val="005E5D71"/>
    <w:rsid w:val="005E5DF5"/>
    <w:rsid w:val="005E5E01"/>
    <w:rsid w:val="005E6015"/>
    <w:rsid w:val="005E649C"/>
    <w:rsid w:val="005E65AA"/>
    <w:rsid w:val="005E67D8"/>
    <w:rsid w:val="005E6D4E"/>
    <w:rsid w:val="005E6DD1"/>
    <w:rsid w:val="005E6E34"/>
    <w:rsid w:val="005E70A9"/>
    <w:rsid w:val="005E738A"/>
    <w:rsid w:val="005E74E2"/>
    <w:rsid w:val="005E7BF3"/>
    <w:rsid w:val="005E7E6D"/>
    <w:rsid w:val="005F1036"/>
    <w:rsid w:val="005F10FA"/>
    <w:rsid w:val="005F159F"/>
    <w:rsid w:val="005F1821"/>
    <w:rsid w:val="005F1D3F"/>
    <w:rsid w:val="005F1D6E"/>
    <w:rsid w:val="005F21E0"/>
    <w:rsid w:val="005F23C3"/>
    <w:rsid w:val="005F28FE"/>
    <w:rsid w:val="005F2F52"/>
    <w:rsid w:val="005F2F61"/>
    <w:rsid w:val="005F3024"/>
    <w:rsid w:val="005F3195"/>
    <w:rsid w:val="005F327B"/>
    <w:rsid w:val="005F3528"/>
    <w:rsid w:val="005F3667"/>
    <w:rsid w:val="005F36D2"/>
    <w:rsid w:val="005F3707"/>
    <w:rsid w:val="005F37CF"/>
    <w:rsid w:val="005F3809"/>
    <w:rsid w:val="005F3854"/>
    <w:rsid w:val="005F3B1C"/>
    <w:rsid w:val="005F3BB2"/>
    <w:rsid w:val="005F3BB9"/>
    <w:rsid w:val="005F4041"/>
    <w:rsid w:val="005F444B"/>
    <w:rsid w:val="005F4F74"/>
    <w:rsid w:val="005F53AD"/>
    <w:rsid w:val="005F5669"/>
    <w:rsid w:val="005F566C"/>
    <w:rsid w:val="005F570A"/>
    <w:rsid w:val="005F5783"/>
    <w:rsid w:val="005F5B28"/>
    <w:rsid w:val="005F6275"/>
    <w:rsid w:val="005F632B"/>
    <w:rsid w:val="005F670D"/>
    <w:rsid w:val="005F67C1"/>
    <w:rsid w:val="005F6DD5"/>
    <w:rsid w:val="005F73A0"/>
    <w:rsid w:val="005F7606"/>
    <w:rsid w:val="005F7DD5"/>
    <w:rsid w:val="005F7F9E"/>
    <w:rsid w:val="00600449"/>
    <w:rsid w:val="00600698"/>
    <w:rsid w:val="006006C6"/>
    <w:rsid w:val="006008F9"/>
    <w:rsid w:val="00600B2E"/>
    <w:rsid w:val="00600CE2"/>
    <w:rsid w:val="00601448"/>
    <w:rsid w:val="006016B7"/>
    <w:rsid w:val="00601981"/>
    <w:rsid w:val="00601A65"/>
    <w:rsid w:val="00601AD4"/>
    <w:rsid w:val="00601F3A"/>
    <w:rsid w:val="00602125"/>
    <w:rsid w:val="00602269"/>
    <w:rsid w:val="00602340"/>
    <w:rsid w:val="00602681"/>
    <w:rsid w:val="00602763"/>
    <w:rsid w:val="00602B29"/>
    <w:rsid w:val="00603000"/>
    <w:rsid w:val="006031A0"/>
    <w:rsid w:val="00603366"/>
    <w:rsid w:val="00603A75"/>
    <w:rsid w:val="0060434E"/>
    <w:rsid w:val="00604531"/>
    <w:rsid w:val="0060465A"/>
    <w:rsid w:val="00604711"/>
    <w:rsid w:val="006047C9"/>
    <w:rsid w:val="006048F4"/>
    <w:rsid w:val="00604944"/>
    <w:rsid w:val="00604B28"/>
    <w:rsid w:val="006051B2"/>
    <w:rsid w:val="00605E61"/>
    <w:rsid w:val="006062B7"/>
    <w:rsid w:val="006063CB"/>
    <w:rsid w:val="00606922"/>
    <w:rsid w:val="0060698B"/>
    <w:rsid w:val="00606B4F"/>
    <w:rsid w:val="00606BE7"/>
    <w:rsid w:val="00606CFC"/>
    <w:rsid w:val="00606F53"/>
    <w:rsid w:val="006072AE"/>
    <w:rsid w:val="0060760F"/>
    <w:rsid w:val="0060788C"/>
    <w:rsid w:val="00607E08"/>
    <w:rsid w:val="00610121"/>
    <w:rsid w:val="006103E1"/>
    <w:rsid w:val="006103F7"/>
    <w:rsid w:val="006105AC"/>
    <w:rsid w:val="00610843"/>
    <w:rsid w:val="00610A06"/>
    <w:rsid w:val="00610B55"/>
    <w:rsid w:val="00610D0A"/>
    <w:rsid w:val="00610EF5"/>
    <w:rsid w:val="00611060"/>
    <w:rsid w:val="00611169"/>
    <w:rsid w:val="0061160A"/>
    <w:rsid w:val="006117F3"/>
    <w:rsid w:val="006118C2"/>
    <w:rsid w:val="00611993"/>
    <w:rsid w:val="00611D5B"/>
    <w:rsid w:val="00611F60"/>
    <w:rsid w:val="00612771"/>
    <w:rsid w:val="00612D09"/>
    <w:rsid w:val="00612D77"/>
    <w:rsid w:val="00613219"/>
    <w:rsid w:val="0061337A"/>
    <w:rsid w:val="00613403"/>
    <w:rsid w:val="00613426"/>
    <w:rsid w:val="00613A3C"/>
    <w:rsid w:val="00613DF5"/>
    <w:rsid w:val="00613E98"/>
    <w:rsid w:val="006143A9"/>
    <w:rsid w:val="006148F6"/>
    <w:rsid w:val="0061497C"/>
    <w:rsid w:val="00614998"/>
    <w:rsid w:val="00614D94"/>
    <w:rsid w:val="0061579C"/>
    <w:rsid w:val="00615CC2"/>
    <w:rsid w:val="0061612E"/>
    <w:rsid w:val="00616401"/>
    <w:rsid w:val="00616475"/>
    <w:rsid w:val="00616B7F"/>
    <w:rsid w:val="00616C6C"/>
    <w:rsid w:val="00616E3D"/>
    <w:rsid w:val="0061708A"/>
    <w:rsid w:val="006177D3"/>
    <w:rsid w:val="00620200"/>
    <w:rsid w:val="006208B0"/>
    <w:rsid w:val="006208E8"/>
    <w:rsid w:val="00620A85"/>
    <w:rsid w:val="00620B80"/>
    <w:rsid w:val="00620EE4"/>
    <w:rsid w:val="00621143"/>
    <w:rsid w:val="00621234"/>
    <w:rsid w:val="006214B3"/>
    <w:rsid w:val="006214E5"/>
    <w:rsid w:val="00621777"/>
    <w:rsid w:val="0062184F"/>
    <w:rsid w:val="00621D8C"/>
    <w:rsid w:val="006223F0"/>
    <w:rsid w:val="00622522"/>
    <w:rsid w:val="00622761"/>
    <w:rsid w:val="00622764"/>
    <w:rsid w:val="00622A6B"/>
    <w:rsid w:val="00622ECD"/>
    <w:rsid w:val="0062368F"/>
    <w:rsid w:val="00623795"/>
    <w:rsid w:val="006237DC"/>
    <w:rsid w:val="006238BF"/>
    <w:rsid w:val="0062391F"/>
    <w:rsid w:val="00623C47"/>
    <w:rsid w:val="006242AE"/>
    <w:rsid w:val="006243E7"/>
    <w:rsid w:val="0062457E"/>
    <w:rsid w:val="00624595"/>
    <w:rsid w:val="00624783"/>
    <w:rsid w:val="00624D05"/>
    <w:rsid w:val="00624EEF"/>
    <w:rsid w:val="00624FCB"/>
    <w:rsid w:val="0062566C"/>
    <w:rsid w:val="00625B39"/>
    <w:rsid w:val="00625C18"/>
    <w:rsid w:val="00626288"/>
    <w:rsid w:val="006266D0"/>
    <w:rsid w:val="00626A45"/>
    <w:rsid w:val="00626AB1"/>
    <w:rsid w:val="00626D7C"/>
    <w:rsid w:val="006271B5"/>
    <w:rsid w:val="00627501"/>
    <w:rsid w:val="00627A5F"/>
    <w:rsid w:val="00627BF6"/>
    <w:rsid w:val="00627C22"/>
    <w:rsid w:val="006300B6"/>
    <w:rsid w:val="00630281"/>
    <w:rsid w:val="006303A2"/>
    <w:rsid w:val="00630952"/>
    <w:rsid w:val="00630EA6"/>
    <w:rsid w:val="00630ECA"/>
    <w:rsid w:val="00630F84"/>
    <w:rsid w:val="006313F4"/>
    <w:rsid w:val="0063188F"/>
    <w:rsid w:val="00631931"/>
    <w:rsid w:val="00632094"/>
    <w:rsid w:val="0063246C"/>
    <w:rsid w:val="0063283E"/>
    <w:rsid w:val="00632AF9"/>
    <w:rsid w:val="00632CBB"/>
    <w:rsid w:val="00632D31"/>
    <w:rsid w:val="006333A5"/>
    <w:rsid w:val="00633737"/>
    <w:rsid w:val="0063373A"/>
    <w:rsid w:val="00633A20"/>
    <w:rsid w:val="00633A28"/>
    <w:rsid w:val="00633A92"/>
    <w:rsid w:val="00633BC9"/>
    <w:rsid w:val="00633F70"/>
    <w:rsid w:val="006341A4"/>
    <w:rsid w:val="006348E1"/>
    <w:rsid w:val="00634E97"/>
    <w:rsid w:val="00634F93"/>
    <w:rsid w:val="00634F9D"/>
    <w:rsid w:val="00634FD2"/>
    <w:rsid w:val="00635056"/>
    <w:rsid w:val="00635D0B"/>
    <w:rsid w:val="00636027"/>
    <w:rsid w:val="00636BC2"/>
    <w:rsid w:val="00636E1A"/>
    <w:rsid w:val="00637592"/>
    <w:rsid w:val="0063763D"/>
    <w:rsid w:val="00637813"/>
    <w:rsid w:val="00637B61"/>
    <w:rsid w:val="00637DC4"/>
    <w:rsid w:val="006405F0"/>
    <w:rsid w:val="00640A64"/>
    <w:rsid w:val="00641073"/>
    <w:rsid w:val="00641078"/>
    <w:rsid w:val="006419FB"/>
    <w:rsid w:val="00641ABE"/>
    <w:rsid w:val="006421EB"/>
    <w:rsid w:val="006424A5"/>
    <w:rsid w:val="006426B6"/>
    <w:rsid w:val="00642E46"/>
    <w:rsid w:val="00642E64"/>
    <w:rsid w:val="006431F1"/>
    <w:rsid w:val="00643520"/>
    <w:rsid w:val="00643724"/>
    <w:rsid w:val="00643D9B"/>
    <w:rsid w:val="006446C3"/>
    <w:rsid w:val="00644739"/>
    <w:rsid w:val="00644ABA"/>
    <w:rsid w:val="00644C62"/>
    <w:rsid w:val="00644D92"/>
    <w:rsid w:val="00644F1F"/>
    <w:rsid w:val="00644F6C"/>
    <w:rsid w:val="006452BD"/>
    <w:rsid w:val="0064563B"/>
    <w:rsid w:val="00645835"/>
    <w:rsid w:val="0064586E"/>
    <w:rsid w:val="00645931"/>
    <w:rsid w:val="006459A5"/>
    <w:rsid w:val="00645C3E"/>
    <w:rsid w:val="00645F12"/>
    <w:rsid w:val="006462F6"/>
    <w:rsid w:val="00646754"/>
    <w:rsid w:val="00646D08"/>
    <w:rsid w:val="00646F7D"/>
    <w:rsid w:val="00646FBA"/>
    <w:rsid w:val="00647292"/>
    <w:rsid w:val="006476F3"/>
    <w:rsid w:val="0064781C"/>
    <w:rsid w:val="00647E92"/>
    <w:rsid w:val="00650002"/>
    <w:rsid w:val="006500E6"/>
    <w:rsid w:val="006502B5"/>
    <w:rsid w:val="0065060D"/>
    <w:rsid w:val="00650C6A"/>
    <w:rsid w:val="0065109D"/>
    <w:rsid w:val="006512C8"/>
    <w:rsid w:val="00651463"/>
    <w:rsid w:val="00651CE5"/>
    <w:rsid w:val="00651DDE"/>
    <w:rsid w:val="00651EBB"/>
    <w:rsid w:val="006522AA"/>
    <w:rsid w:val="006523C9"/>
    <w:rsid w:val="00652DBB"/>
    <w:rsid w:val="00653167"/>
    <w:rsid w:val="0065324E"/>
    <w:rsid w:val="0065330D"/>
    <w:rsid w:val="00653378"/>
    <w:rsid w:val="0065338A"/>
    <w:rsid w:val="006533C3"/>
    <w:rsid w:val="006536A9"/>
    <w:rsid w:val="00653740"/>
    <w:rsid w:val="00653993"/>
    <w:rsid w:val="00653A6B"/>
    <w:rsid w:val="00653FDF"/>
    <w:rsid w:val="006541B4"/>
    <w:rsid w:val="006541E6"/>
    <w:rsid w:val="006543ED"/>
    <w:rsid w:val="0065494D"/>
    <w:rsid w:val="00654C45"/>
    <w:rsid w:val="00654C9A"/>
    <w:rsid w:val="00654E50"/>
    <w:rsid w:val="00654F67"/>
    <w:rsid w:val="006551BD"/>
    <w:rsid w:val="006558EC"/>
    <w:rsid w:val="006558F5"/>
    <w:rsid w:val="00656009"/>
    <w:rsid w:val="0065609C"/>
    <w:rsid w:val="006562D9"/>
    <w:rsid w:val="0065636C"/>
    <w:rsid w:val="006565BF"/>
    <w:rsid w:val="00656606"/>
    <w:rsid w:val="0065674C"/>
    <w:rsid w:val="00656756"/>
    <w:rsid w:val="006568F1"/>
    <w:rsid w:val="00656C45"/>
    <w:rsid w:val="00656F70"/>
    <w:rsid w:val="006571BC"/>
    <w:rsid w:val="00657615"/>
    <w:rsid w:val="006576C6"/>
    <w:rsid w:val="00660098"/>
    <w:rsid w:val="0066095B"/>
    <w:rsid w:val="00660AF6"/>
    <w:rsid w:val="00660C8E"/>
    <w:rsid w:val="00660D9E"/>
    <w:rsid w:val="00661438"/>
    <w:rsid w:val="00661E94"/>
    <w:rsid w:val="006625B2"/>
    <w:rsid w:val="00662832"/>
    <w:rsid w:val="006629B8"/>
    <w:rsid w:val="00662B13"/>
    <w:rsid w:val="00662D19"/>
    <w:rsid w:val="00662D9D"/>
    <w:rsid w:val="00662DF7"/>
    <w:rsid w:val="00662E6F"/>
    <w:rsid w:val="006635B2"/>
    <w:rsid w:val="0066375D"/>
    <w:rsid w:val="00663E18"/>
    <w:rsid w:val="00663F95"/>
    <w:rsid w:val="006640F4"/>
    <w:rsid w:val="0066411B"/>
    <w:rsid w:val="006643F7"/>
    <w:rsid w:val="00664D4B"/>
    <w:rsid w:val="00665156"/>
    <w:rsid w:val="0066560F"/>
    <w:rsid w:val="00665B98"/>
    <w:rsid w:val="00666074"/>
    <w:rsid w:val="0066630C"/>
    <w:rsid w:val="00666373"/>
    <w:rsid w:val="0066644D"/>
    <w:rsid w:val="006666A4"/>
    <w:rsid w:val="00666E76"/>
    <w:rsid w:val="00666F93"/>
    <w:rsid w:val="00667078"/>
    <w:rsid w:val="006671F5"/>
    <w:rsid w:val="0066739A"/>
    <w:rsid w:val="006673B7"/>
    <w:rsid w:val="0066766E"/>
    <w:rsid w:val="006676C1"/>
    <w:rsid w:val="006677B3"/>
    <w:rsid w:val="00667A2B"/>
    <w:rsid w:val="00667AA1"/>
    <w:rsid w:val="00670176"/>
    <w:rsid w:val="00670297"/>
    <w:rsid w:val="006706F3"/>
    <w:rsid w:val="00670875"/>
    <w:rsid w:val="006708C8"/>
    <w:rsid w:val="0067095B"/>
    <w:rsid w:val="00670AF8"/>
    <w:rsid w:val="00670B16"/>
    <w:rsid w:val="00670CC1"/>
    <w:rsid w:val="0067106D"/>
    <w:rsid w:val="006711B5"/>
    <w:rsid w:val="006715BE"/>
    <w:rsid w:val="006717AE"/>
    <w:rsid w:val="00671CF6"/>
    <w:rsid w:val="00671E76"/>
    <w:rsid w:val="0067209D"/>
    <w:rsid w:val="00672468"/>
    <w:rsid w:val="006727A1"/>
    <w:rsid w:val="00672B3E"/>
    <w:rsid w:val="00673055"/>
    <w:rsid w:val="006731D7"/>
    <w:rsid w:val="006745B0"/>
    <w:rsid w:val="00674BC0"/>
    <w:rsid w:val="0067517E"/>
    <w:rsid w:val="00675418"/>
    <w:rsid w:val="00675438"/>
    <w:rsid w:val="0067560D"/>
    <w:rsid w:val="00675F3E"/>
    <w:rsid w:val="006762AA"/>
    <w:rsid w:val="0067658A"/>
    <w:rsid w:val="00676966"/>
    <w:rsid w:val="006774F3"/>
    <w:rsid w:val="006776E3"/>
    <w:rsid w:val="0067791A"/>
    <w:rsid w:val="00677BBD"/>
    <w:rsid w:val="00677CF6"/>
    <w:rsid w:val="006800C9"/>
    <w:rsid w:val="00680278"/>
    <w:rsid w:val="0068074E"/>
    <w:rsid w:val="006808A4"/>
    <w:rsid w:val="00680B78"/>
    <w:rsid w:val="00680E35"/>
    <w:rsid w:val="00680E36"/>
    <w:rsid w:val="00680E9A"/>
    <w:rsid w:val="00681472"/>
    <w:rsid w:val="0068169B"/>
    <w:rsid w:val="006817AD"/>
    <w:rsid w:val="006817C5"/>
    <w:rsid w:val="00682071"/>
    <w:rsid w:val="006825DC"/>
    <w:rsid w:val="00682B8F"/>
    <w:rsid w:val="00682FB4"/>
    <w:rsid w:val="006834B7"/>
    <w:rsid w:val="006839D6"/>
    <w:rsid w:val="00683D97"/>
    <w:rsid w:val="00684617"/>
    <w:rsid w:val="006846EF"/>
    <w:rsid w:val="006847B5"/>
    <w:rsid w:val="00684B24"/>
    <w:rsid w:val="006850B2"/>
    <w:rsid w:val="006851D4"/>
    <w:rsid w:val="0068522B"/>
    <w:rsid w:val="00685311"/>
    <w:rsid w:val="0068566E"/>
    <w:rsid w:val="00685CE3"/>
    <w:rsid w:val="00686536"/>
    <w:rsid w:val="00686576"/>
    <w:rsid w:val="0068658B"/>
    <w:rsid w:val="006869CF"/>
    <w:rsid w:val="00686A31"/>
    <w:rsid w:val="00686B2E"/>
    <w:rsid w:val="00686E9D"/>
    <w:rsid w:val="00687ABB"/>
    <w:rsid w:val="006902FA"/>
    <w:rsid w:val="00690397"/>
    <w:rsid w:val="00690A8E"/>
    <w:rsid w:val="006912FD"/>
    <w:rsid w:val="006913CD"/>
    <w:rsid w:val="006916ED"/>
    <w:rsid w:val="00691D55"/>
    <w:rsid w:val="00691EFB"/>
    <w:rsid w:val="00691F3D"/>
    <w:rsid w:val="00692292"/>
    <w:rsid w:val="0069231A"/>
    <w:rsid w:val="00692868"/>
    <w:rsid w:val="00692E5E"/>
    <w:rsid w:val="00692F08"/>
    <w:rsid w:val="00693080"/>
    <w:rsid w:val="006930AE"/>
    <w:rsid w:val="0069355C"/>
    <w:rsid w:val="00693675"/>
    <w:rsid w:val="00693B02"/>
    <w:rsid w:val="00693B24"/>
    <w:rsid w:val="00694303"/>
    <w:rsid w:val="006947FC"/>
    <w:rsid w:val="00694C09"/>
    <w:rsid w:val="00694CE9"/>
    <w:rsid w:val="00694D8C"/>
    <w:rsid w:val="00695072"/>
    <w:rsid w:val="00695750"/>
    <w:rsid w:val="00695924"/>
    <w:rsid w:val="00695D61"/>
    <w:rsid w:val="0069628C"/>
    <w:rsid w:val="006965EF"/>
    <w:rsid w:val="006966D8"/>
    <w:rsid w:val="0069692B"/>
    <w:rsid w:val="00696943"/>
    <w:rsid w:val="00696A8D"/>
    <w:rsid w:val="00696AA8"/>
    <w:rsid w:val="00696AFE"/>
    <w:rsid w:val="00696EFA"/>
    <w:rsid w:val="0069736D"/>
    <w:rsid w:val="006974BD"/>
    <w:rsid w:val="00697E20"/>
    <w:rsid w:val="00697EF8"/>
    <w:rsid w:val="00697F0C"/>
    <w:rsid w:val="00697F34"/>
    <w:rsid w:val="006A025C"/>
    <w:rsid w:val="006A0471"/>
    <w:rsid w:val="006A057E"/>
    <w:rsid w:val="006A0CA2"/>
    <w:rsid w:val="006A1132"/>
    <w:rsid w:val="006A17AB"/>
    <w:rsid w:val="006A19D4"/>
    <w:rsid w:val="006A1AF9"/>
    <w:rsid w:val="006A1BB6"/>
    <w:rsid w:val="006A1C13"/>
    <w:rsid w:val="006A205C"/>
    <w:rsid w:val="006A20A8"/>
    <w:rsid w:val="006A21FF"/>
    <w:rsid w:val="006A253E"/>
    <w:rsid w:val="006A2D0B"/>
    <w:rsid w:val="006A2D1B"/>
    <w:rsid w:val="006A31AD"/>
    <w:rsid w:val="006A34FB"/>
    <w:rsid w:val="006A35E1"/>
    <w:rsid w:val="006A38BF"/>
    <w:rsid w:val="006A3E95"/>
    <w:rsid w:val="006A47E5"/>
    <w:rsid w:val="006A48A3"/>
    <w:rsid w:val="006A48C2"/>
    <w:rsid w:val="006A49BB"/>
    <w:rsid w:val="006A4B60"/>
    <w:rsid w:val="006A4BC0"/>
    <w:rsid w:val="006A4C07"/>
    <w:rsid w:val="006A4E4E"/>
    <w:rsid w:val="006A55C5"/>
    <w:rsid w:val="006A56D4"/>
    <w:rsid w:val="006A5C55"/>
    <w:rsid w:val="006A5D21"/>
    <w:rsid w:val="006A5EC9"/>
    <w:rsid w:val="006A5F81"/>
    <w:rsid w:val="006A6021"/>
    <w:rsid w:val="006A6292"/>
    <w:rsid w:val="006A6CB0"/>
    <w:rsid w:val="006A6D3E"/>
    <w:rsid w:val="006A6E6D"/>
    <w:rsid w:val="006A7036"/>
    <w:rsid w:val="006A71C8"/>
    <w:rsid w:val="006A7236"/>
    <w:rsid w:val="006A76C9"/>
    <w:rsid w:val="006A78FC"/>
    <w:rsid w:val="006A7C07"/>
    <w:rsid w:val="006A7C30"/>
    <w:rsid w:val="006A7DA4"/>
    <w:rsid w:val="006A7E7A"/>
    <w:rsid w:val="006B0158"/>
    <w:rsid w:val="006B0162"/>
    <w:rsid w:val="006B0E79"/>
    <w:rsid w:val="006B0F5D"/>
    <w:rsid w:val="006B104F"/>
    <w:rsid w:val="006B1B18"/>
    <w:rsid w:val="006B1EBB"/>
    <w:rsid w:val="006B1ED8"/>
    <w:rsid w:val="006B23CB"/>
    <w:rsid w:val="006B23D5"/>
    <w:rsid w:val="006B241A"/>
    <w:rsid w:val="006B25F7"/>
    <w:rsid w:val="006B2661"/>
    <w:rsid w:val="006B28D8"/>
    <w:rsid w:val="006B2D75"/>
    <w:rsid w:val="006B3011"/>
    <w:rsid w:val="006B36E6"/>
    <w:rsid w:val="006B4A8E"/>
    <w:rsid w:val="006B4B82"/>
    <w:rsid w:val="006B4E3C"/>
    <w:rsid w:val="006B4E77"/>
    <w:rsid w:val="006B5110"/>
    <w:rsid w:val="006B5295"/>
    <w:rsid w:val="006B57E8"/>
    <w:rsid w:val="006B5829"/>
    <w:rsid w:val="006B5AC9"/>
    <w:rsid w:val="006B5AE7"/>
    <w:rsid w:val="006B5B5D"/>
    <w:rsid w:val="006B5CC9"/>
    <w:rsid w:val="006B5F4B"/>
    <w:rsid w:val="006B62A4"/>
    <w:rsid w:val="006B6401"/>
    <w:rsid w:val="006B6562"/>
    <w:rsid w:val="006B6A97"/>
    <w:rsid w:val="006B6AE4"/>
    <w:rsid w:val="006B6CE9"/>
    <w:rsid w:val="006B71D6"/>
    <w:rsid w:val="006B72DD"/>
    <w:rsid w:val="006B7363"/>
    <w:rsid w:val="006B73B4"/>
    <w:rsid w:val="006B77A4"/>
    <w:rsid w:val="006B7A3C"/>
    <w:rsid w:val="006B7B88"/>
    <w:rsid w:val="006B7FE6"/>
    <w:rsid w:val="006C01B9"/>
    <w:rsid w:val="006C0546"/>
    <w:rsid w:val="006C0574"/>
    <w:rsid w:val="006C07DD"/>
    <w:rsid w:val="006C085E"/>
    <w:rsid w:val="006C0A80"/>
    <w:rsid w:val="006C0D58"/>
    <w:rsid w:val="006C15EC"/>
    <w:rsid w:val="006C1C9C"/>
    <w:rsid w:val="006C1F49"/>
    <w:rsid w:val="006C2557"/>
    <w:rsid w:val="006C2684"/>
    <w:rsid w:val="006C3729"/>
    <w:rsid w:val="006C386A"/>
    <w:rsid w:val="006C3AF4"/>
    <w:rsid w:val="006C3D15"/>
    <w:rsid w:val="006C3D26"/>
    <w:rsid w:val="006C3DFB"/>
    <w:rsid w:val="006C40C1"/>
    <w:rsid w:val="006C424E"/>
    <w:rsid w:val="006C47B3"/>
    <w:rsid w:val="006C4B1F"/>
    <w:rsid w:val="006C4BC4"/>
    <w:rsid w:val="006C5135"/>
    <w:rsid w:val="006C529B"/>
    <w:rsid w:val="006C537F"/>
    <w:rsid w:val="006C566C"/>
    <w:rsid w:val="006C5FC4"/>
    <w:rsid w:val="006C6041"/>
    <w:rsid w:val="006C61D7"/>
    <w:rsid w:val="006C64A3"/>
    <w:rsid w:val="006C6B27"/>
    <w:rsid w:val="006C6B62"/>
    <w:rsid w:val="006C6BF6"/>
    <w:rsid w:val="006C6ED6"/>
    <w:rsid w:val="006C737D"/>
    <w:rsid w:val="006C752A"/>
    <w:rsid w:val="006C75E2"/>
    <w:rsid w:val="006C7A70"/>
    <w:rsid w:val="006C7C26"/>
    <w:rsid w:val="006C7CA8"/>
    <w:rsid w:val="006C7FEC"/>
    <w:rsid w:val="006CD386"/>
    <w:rsid w:val="006D04A9"/>
    <w:rsid w:val="006D0A1A"/>
    <w:rsid w:val="006D1413"/>
    <w:rsid w:val="006D2DD1"/>
    <w:rsid w:val="006D3160"/>
    <w:rsid w:val="006D34A8"/>
    <w:rsid w:val="006D3AF2"/>
    <w:rsid w:val="006D3B27"/>
    <w:rsid w:val="006D402A"/>
    <w:rsid w:val="006D413E"/>
    <w:rsid w:val="006D44C3"/>
    <w:rsid w:val="006D4E5C"/>
    <w:rsid w:val="006D535A"/>
    <w:rsid w:val="006D5395"/>
    <w:rsid w:val="006D5582"/>
    <w:rsid w:val="006D5616"/>
    <w:rsid w:val="006D57FC"/>
    <w:rsid w:val="006D5B49"/>
    <w:rsid w:val="006D5B91"/>
    <w:rsid w:val="006D5BFA"/>
    <w:rsid w:val="006D5E22"/>
    <w:rsid w:val="006D6243"/>
    <w:rsid w:val="006D6748"/>
    <w:rsid w:val="006D698C"/>
    <w:rsid w:val="006D6FDD"/>
    <w:rsid w:val="006D7050"/>
    <w:rsid w:val="006D7454"/>
    <w:rsid w:val="006D75AF"/>
    <w:rsid w:val="006D7774"/>
    <w:rsid w:val="006D794C"/>
    <w:rsid w:val="006D7ECD"/>
    <w:rsid w:val="006D7F61"/>
    <w:rsid w:val="006E00A6"/>
    <w:rsid w:val="006E0304"/>
    <w:rsid w:val="006E064D"/>
    <w:rsid w:val="006E0849"/>
    <w:rsid w:val="006E0BCA"/>
    <w:rsid w:val="006E0C42"/>
    <w:rsid w:val="006E0CBA"/>
    <w:rsid w:val="006E0DFD"/>
    <w:rsid w:val="006E1685"/>
    <w:rsid w:val="006E18F0"/>
    <w:rsid w:val="006E1F61"/>
    <w:rsid w:val="006E1F6B"/>
    <w:rsid w:val="006E2799"/>
    <w:rsid w:val="006E2837"/>
    <w:rsid w:val="006E2845"/>
    <w:rsid w:val="006E35DF"/>
    <w:rsid w:val="006E3A08"/>
    <w:rsid w:val="006E3CD2"/>
    <w:rsid w:val="006E3DBB"/>
    <w:rsid w:val="006E3F39"/>
    <w:rsid w:val="006E3FF0"/>
    <w:rsid w:val="006E428E"/>
    <w:rsid w:val="006E4378"/>
    <w:rsid w:val="006E46B8"/>
    <w:rsid w:val="006E48D9"/>
    <w:rsid w:val="006E4B02"/>
    <w:rsid w:val="006E4DAD"/>
    <w:rsid w:val="006E5162"/>
    <w:rsid w:val="006E54BF"/>
    <w:rsid w:val="006E58BE"/>
    <w:rsid w:val="006E5A36"/>
    <w:rsid w:val="006E5DB6"/>
    <w:rsid w:val="006E60DB"/>
    <w:rsid w:val="006E6423"/>
    <w:rsid w:val="006E67A1"/>
    <w:rsid w:val="006E697F"/>
    <w:rsid w:val="006E6C73"/>
    <w:rsid w:val="006E6DEC"/>
    <w:rsid w:val="006E70DA"/>
    <w:rsid w:val="006E70E0"/>
    <w:rsid w:val="006E78BE"/>
    <w:rsid w:val="006E78F4"/>
    <w:rsid w:val="006E7D57"/>
    <w:rsid w:val="006F0611"/>
    <w:rsid w:val="006F06B4"/>
    <w:rsid w:val="006F0717"/>
    <w:rsid w:val="006F078D"/>
    <w:rsid w:val="006F0918"/>
    <w:rsid w:val="006F0B04"/>
    <w:rsid w:val="006F14D3"/>
    <w:rsid w:val="006F1A82"/>
    <w:rsid w:val="006F271A"/>
    <w:rsid w:val="006F3079"/>
    <w:rsid w:val="006F3235"/>
    <w:rsid w:val="006F32E4"/>
    <w:rsid w:val="006F3A69"/>
    <w:rsid w:val="006F3DB4"/>
    <w:rsid w:val="006F4110"/>
    <w:rsid w:val="006F41D4"/>
    <w:rsid w:val="006F4659"/>
    <w:rsid w:val="006F46FB"/>
    <w:rsid w:val="006F47EB"/>
    <w:rsid w:val="006F48DD"/>
    <w:rsid w:val="006F49D0"/>
    <w:rsid w:val="006F4E99"/>
    <w:rsid w:val="006F4EDD"/>
    <w:rsid w:val="006F52F8"/>
    <w:rsid w:val="006F5756"/>
    <w:rsid w:val="006F5BD0"/>
    <w:rsid w:val="006F5FF1"/>
    <w:rsid w:val="006F61BC"/>
    <w:rsid w:val="006F71B8"/>
    <w:rsid w:val="006F7304"/>
    <w:rsid w:val="006F76FE"/>
    <w:rsid w:val="006F79D5"/>
    <w:rsid w:val="006F7A87"/>
    <w:rsid w:val="00700516"/>
    <w:rsid w:val="007011B3"/>
    <w:rsid w:val="00701364"/>
    <w:rsid w:val="0070136D"/>
    <w:rsid w:val="00702025"/>
    <w:rsid w:val="00702031"/>
    <w:rsid w:val="007025D2"/>
    <w:rsid w:val="00702A97"/>
    <w:rsid w:val="00702AFB"/>
    <w:rsid w:val="00702E06"/>
    <w:rsid w:val="00702F4A"/>
    <w:rsid w:val="00703E0D"/>
    <w:rsid w:val="00703F32"/>
    <w:rsid w:val="00704102"/>
    <w:rsid w:val="00704188"/>
    <w:rsid w:val="0070466A"/>
    <w:rsid w:val="007048A2"/>
    <w:rsid w:val="00704CA6"/>
    <w:rsid w:val="00704F2C"/>
    <w:rsid w:val="00705039"/>
    <w:rsid w:val="007059DE"/>
    <w:rsid w:val="00705D8C"/>
    <w:rsid w:val="00705EB6"/>
    <w:rsid w:val="007065F2"/>
    <w:rsid w:val="007069D9"/>
    <w:rsid w:val="00706D4D"/>
    <w:rsid w:val="00706E4B"/>
    <w:rsid w:val="00707021"/>
    <w:rsid w:val="0070775A"/>
    <w:rsid w:val="00707C19"/>
    <w:rsid w:val="00707FAB"/>
    <w:rsid w:val="0071058B"/>
    <w:rsid w:val="00710938"/>
    <w:rsid w:val="0071095E"/>
    <w:rsid w:val="00710B26"/>
    <w:rsid w:val="00710D06"/>
    <w:rsid w:val="007110E8"/>
    <w:rsid w:val="007115D3"/>
    <w:rsid w:val="0071170A"/>
    <w:rsid w:val="00711B4E"/>
    <w:rsid w:val="00711F51"/>
    <w:rsid w:val="007123F1"/>
    <w:rsid w:val="00712912"/>
    <w:rsid w:val="00712B68"/>
    <w:rsid w:val="00712C51"/>
    <w:rsid w:val="00712EFA"/>
    <w:rsid w:val="00712FA3"/>
    <w:rsid w:val="00713213"/>
    <w:rsid w:val="007132C6"/>
    <w:rsid w:val="007133A6"/>
    <w:rsid w:val="007136D8"/>
    <w:rsid w:val="0071386A"/>
    <w:rsid w:val="00713929"/>
    <w:rsid w:val="007139D3"/>
    <w:rsid w:val="00713EEF"/>
    <w:rsid w:val="00714091"/>
    <w:rsid w:val="007147C9"/>
    <w:rsid w:val="007148D8"/>
    <w:rsid w:val="007149C7"/>
    <w:rsid w:val="00714BF3"/>
    <w:rsid w:val="007153F7"/>
    <w:rsid w:val="00715588"/>
    <w:rsid w:val="0071576E"/>
    <w:rsid w:val="007167EF"/>
    <w:rsid w:val="00716891"/>
    <w:rsid w:val="00716F26"/>
    <w:rsid w:val="00717047"/>
    <w:rsid w:val="0071718C"/>
    <w:rsid w:val="0071743A"/>
    <w:rsid w:val="00717574"/>
    <w:rsid w:val="007175BF"/>
    <w:rsid w:val="0071763A"/>
    <w:rsid w:val="007176BB"/>
    <w:rsid w:val="007179CF"/>
    <w:rsid w:val="00717D7D"/>
    <w:rsid w:val="00717F77"/>
    <w:rsid w:val="007202B4"/>
    <w:rsid w:val="007202F9"/>
    <w:rsid w:val="00720530"/>
    <w:rsid w:val="007206D5"/>
    <w:rsid w:val="007208B5"/>
    <w:rsid w:val="007208EC"/>
    <w:rsid w:val="00720EE2"/>
    <w:rsid w:val="0072109B"/>
    <w:rsid w:val="0072131A"/>
    <w:rsid w:val="00721641"/>
    <w:rsid w:val="00721892"/>
    <w:rsid w:val="0072206F"/>
    <w:rsid w:val="007222E6"/>
    <w:rsid w:val="00722300"/>
    <w:rsid w:val="00722864"/>
    <w:rsid w:val="00722B30"/>
    <w:rsid w:val="00722D16"/>
    <w:rsid w:val="00723033"/>
    <w:rsid w:val="00723041"/>
    <w:rsid w:val="00723290"/>
    <w:rsid w:val="0072343A"/>
    <w:rsid w:val="0072347F"/>
    <w:rsid w:val="00723557"/>
    <w:rsid w:val="00723581"/>
    <w:rsid w:val="007237E3"/>
    <w:rsid w:val="00723A95"/>
    <w:rsid w:val="00723D7C"/>
    <w:rsid w:val="00723DB4"/>
    <w:rsid w:val="00723F18"/>
    <w:rsid w:val="00723F29"/>
    <w:rsid w:val="007240E0"/>
    <w:rsid w:val="007241B9"/>
    <w:rsid w:val="00724615"/>
    <w:rsid w:val="00724723"/>
    <w:rsid w:val="00724EB3"/>
    <w:rsid w:val="00725517"/>
    <w:rsid w:val="00725717"/>
    <w:rsid w:val="007259A3"/>
    <w:rsid w:val="00725AA7"/>
    <w:rsid w:val="00725B0D"/>
    <w:rsid w:val="00725D1A"/>
    <w:rsid w:val="00725DD7"/>
    <w:rsid w:val="00726ACE"/>
    <w:rsid w:val="00726C91"/>
    <w:rsid w:val="00726D1E"/>
    <w:rsid w:val="00727270"/>
    <w:rsid w:val="007275EA"/>
    <w:rsid w:val="00727B3D"/>
    <w:rsid w:val="00727DB4"/>
    <w:rsid w:val="00730837"/>
    <w:rsid w:val="00730AE0"/>
    <w:rsid w:val="00731128"/>
    <w:rsid w:val="0073118D"/>
    <w:rsid w:val="007315B6"/>
    <w:rsid w:val="00732A1A"/>
    <w:rsid w:val="00732F0D"/>
    <w:rsid w:val="007330E8"/>
    <w:rsid w:val="00733CAA"/>
    <w:rsid w:val="00733D91"/>
    <w:rsid w:val="00733F53"/>
    <w:rsid w:val="00734206"/>
    <w:rsid w:val="00734338"/>
    <w:rsid w:val="007346BB"/>
    <w:rsid w:val="007352F7"/>
    <w:rsid w:val="0073548B"/>
    <w:rsid w:val="00735713"/>
    <w:rsid w:val="00735806"/>
    <w:rsid w:val="00735C8E"/>
    <w:rsid w:val="00736348"/>
    <w:rsid w:val="0073639A"/>
    <w:rsid w:val="00736440"/>
    <w:rsid w:val="0073695B"/>
    <w:rsid w:val="00736CF2"/>
    <w:rsid w:val="0073727B"/>
    <w:rsid w:val="007372F5"/>
    <w:rsid w:val="007377E9"/>
    <w:rsid w:val="00737AD2"/>
    <w:rsid w:val="007404BA"/>
    <w:rsid w:val="007406E9"/>
    <w:rsid w:val="007409BA"/>
    <w:rsid w:val="007409DF"/>
    <w:rsid w:val="0074108A"/>
    <w:rsid w:val="0074108C"/>
    <w:rsid w:val="00741258"/>
    <w:rsid w:val="00741783"/>
    <w:rsid w:val="007417B3"/>
    <w:rsid w:val="00741AA7"/>
    <w:rsid w:val="007420AA"/>
    <w:rsid w:val="007423ED"/>
    <w:rsid w:val="00742D4D"/>
    <w:rsid w:val="00742EA6"/>
    <w:rsid w:val="00743227"/>
    <w:rsid w:val="007439F2"/>
    <w:rsid w:val="00743B4D"/>
    <w:rsid w:val="0074406C"/>
    <w:rsid w:val="0074412A"/>
    <w:rsid w:val="007443E3"/>
    <w:rsid w:val="00744B3A"/>
    <w:rsid w:val="00744BED"/>
    <w:rsid w:val="00744DEB"/>
    <w:rsid w:val="00744E3C"/>
    <w:rsid w:val="00744EC5"/>
    <w:rsid w:val="007452A8"/>
    <w:rsid w:val="00745C80"/>
    <w:rsid w:val="00745E58"/>
    <w:rsid w:val="00745E70"/>
    <w:rsid w:val="00746768"/>
    <w:rsid w:val="00746C03"/>
    <w:rsid w:val="00746D34"/>
    <w:rsid w:val="00746E88"/>
    <w:rsid w:val="00747003"/>
    <w:rsid w:val="0074743C"/>
    <w:rsid w:val="00747905"/>
    <w:rsid w:val="00747B8A"/>
    <w:rsid w:val="00747D83"/>
    <w:rsid w:val="00750123"/>
    <w:rsid w:val="00750205"/>
    <w:rsid w:val="0075069D"/>
    <w:rsid w:val="007509C6"/>
    <w:rsid w:val="00750FF6"/>
    <w:rsid w:val="00751087"/>
    <w:rsid w:val="007511EC"/>
    <w:rsid w:val="00751272"/>
    <w:rsid w:val="00751580"/>
    <w:rsid w:val="00751A52"/>
    <w:rsid w:val="00751BA9"/>
    <w:rsid w:val="00751E27"/>
    <w:rsid w:val="0075200E"/>
    <w:rsid w:val="007520BE"/>
    <w:rsid w:val="00752137"/>
    <w:rsid w:val="0075232B"/>
    <w:rsid w:val="007525F4"/>
    <w:rsid w:val="007528C0"/>
    <w:rsid w:val="00752B2E"/>
    <w:rsid w:val="007532E9"/>
    <w:rsid w:val="00753485"/>
    <w:rsid w:val="00753CF6"/>
    <w:rsid w:val="00753E70"/>
    <w:rsid w:val="0075410C"/>
    <w:rsid w:val="007541C5"/>
    <w:rsid w:val="00754392"/>
    <w:rsid w:val="007544D9"/>
    <w:rsid w:val="007544DE"/>
    <w:rsid w:val="00754B99"/>
    <w:rsid w:val="00754E8D"/>
    <w:rsid w:val="007550A6"/>
    <w:rsid w:val="007550EA"/>
    <w:rsid w:val="007551C2"/>
    <w:rsid w:val="00755951"/>
    <w:rsid w:val="00755BCC"/>
    <w:rsid w:val="00755C13"/>
    <w:rsid w:val="00755C8A"/>
    <w:rsid w:val="007560CA"/>
    <w:rsid w:val="00756304"/>
    <w:rsid w:val="0075639D"/>
    <w:rsid w:val="0075658B"/>
    <w:rsid w:val="0075690E"/>
    <w:rsid w:val="00756959"/>
    <w:rsid w:val="0075697B"/>
    <w:rsid w:val="00756D77"/>
    <w:rsid w:val="00756FCC"/>
    <w:rsid w:val="00757182"/>
    <w:rsid w:val="00757202"/>
    <w:rsid w:val="00757752"/>
    <w:rsid w:val="00757A32"/>
    <w:rsid w:val="00757BBE"/>
    <w:rsid w:val="00757DA6"/>
    <w:rsid w:val="00757E62"/>
    <w:rsid w:val="00760036"/>
    <w:rsid w:val="007600BC"/>
    <w:rsid w:val="00760146"/>
    <w:rsid w:val="00760173"/>
    <w:rsid w:val="0076054E"/>
    <w:rsid w:val="00760844"/>
    <w:rsid w:val="007608AC"/>
    <w:rsid w:val="00760B20"/>
    <w:rsid w:val="00760B9E"/>
    <w:rsid w:val="00760C75"/>
    <w:rsid w:val="00760CED"/>
    <w:rsid w:val="00760D6C"/>
    <w:rsid w:val="0076116A"/>
    <w:rsid w:val="0076146E"/>
    <w:rsid w:val="00761BC8"/>
    <w:rsid w:val="00761C81"/>
    <w:rsid w:val="00762081"/>
    <w:rsid w:val="007622E6"/>
    <w:rsid w:val="007628A6"/>
    <w:rsid w:val="007628C9"/>
    <w:rsid w:val="00762A1F"/>
    <w:rsid w:val="00762B4E"/>
    <w:rsid w:val="00762F79"/>
    <w:rsid w:val="007634B7"/>
    <w:rsid w:val="007638D6"/>
    <w:rsid w:val="0076452C"/>
    <w:rsid w:val="00764614"/>
    <w:rsid w:val="0076476A"/>
    <w:rsid w:val="007648E9"/>
    <w:rsid w:val="00764CD2"/>
    <w:rsid w:val="00765098"/>
    <w:rsid w:val="007654E7"/>
    <w:rsid w:val="00765CEC"/>
    <w:rsid w:val="00766340"/>
    <w:rsid w:val="0076646C"/>
    <w:rsid w:val="007664B4"/>
    <w:rsid w:val="00766563"/>
    <w:rsid w:val="00766C71"/>
    <w:rsid w:val="007670D3"/>
    <w:rsid w:val="0076735C"/>
    <w:rsid w:val="0076736D"/>
    <w:rsid w:val="007673DD"/>
    <w:rsid w:val="007676B5"/>
    <w:rsid w:val="00767D81"/>
    <w:rsid w:val="00770571"/>
    <w:rsid w:val="00770803"/>
    <w:rsid w:val="007708F5"/>
    <w:rsid w:val="00770938"/>
    <w:rsid w:val="00770F11"/>
    <w:rsid w:val="0077118E"/>
    <w:rsid w:val="007714E9"/>
    <w:rsid w:val="00771519"/>
    <w:rsid w:val="00771769"/>
    <w:rsid w:val="00771AA9"/>
    <w:rsid w:val="00771D9F"/>
    <w:rsid w:val="00771F50"/>
    <w:rsid w:val="0077218F"/>
    <w:rsid w:val="007721D1"/>
    <w:rsid w:val="00772227"/>
    <w:rsid w:val="00772867"/>
    <w:rsid w:val="00772A65"/>
    <w:rsid w:val="00772A89"/>
    <w:rsid w:val="00772D12"/>
    <w:rsid w:val="00772FA1"/>
    <w:rsid w:val="00773684"/>
    <w:rsid w:val="007739D7"/>
    <w:rsid w:val="00773BFC"/>
    <w:rsid w:val="00773E93"/>
    <w:rsid w:val="0077434E"/>
    <w:rsid w:val="00774615"/>
    <w:rsid w:val="0077478D"/>
    <w:rsid w:val="007749D7"/>
    <w:rsid w:val="00774D57"/>
    <w:rsid w:val="007751A6"/>
    <w:rsid w:val="00775CB6"/>
    <w:rsid w:val="00775CF7"/>
    <w:rsid w:val="00775D07"/>
    <w:rsid w:val="00775D46"/>
    <w:rsid w:val="00775DF0"/>
    <w:rsid w:val="00775E99"/>
    <w:rsid w:val="00775F02"/>
    <w:rsid w:val="0077613A"/>
    <w:rsid w:val="0077627B"/>
    <w:rsid w:val="00776332"/>
    <w:rsid w:val="00776457"/>
    <w:rsid w:val="0077659A"/>
    <w:rsid w:val="00776936"/>
    <w:rsid w:val="00776C72"/>
    <w:rsid w:val="00776F6D"/>
    <w:rsid w:val="007770E3"/>
    <w:rsid w:val="007771F9"/>
    <w:rsid w:val="00777673"/>
    <w:rsid w:val="007801DA"/>
    <w:rsid w:val="0078028D"/>
    <w:rsid w:val="007806B8"/>
    <w:rsid w:val="007808C5"/>
    <w:rsid w:val="00780A17"/>
    <w:rsid w:val="0078119B"/>
    <w:rsid w:val="0078145E"/>
    <w:rsid w:val="00781AA3"/>
    <w:rsid w:val="00782577"/>
    <w:rsid w:val="00782595"/>
    <w:rsid w:val="00782996"/>
    <w:rsid w:val="00783187"/>
    <w:rsid w:val="00783281"/>
    <w:rsid w:val="00783AF3"/>
    <w:rsid w:val="00784043"/>
    <w:rsid w:val="00784401"/>
    <w:rsid w:val="007844CD"/>
    <w:rsid w:val="00784892"/>
    <w:rsid w:val="00784BF9"/>
    <w:rsid w:val="0078515C"/>
    <w:rsid w:val="007851A7"/>
    <w:rsid w:val="007855D1"/>
    <w:rsid w:val="00785B27"/>
    <w:rsid w:val="00786187"/>
    <w:rsid w:val="00786233"/>
    <w:rsid w:val="007865F1"/>
    <w:rsid w:val="0078662A"/>
    <w:rsid w:val="00786716"/>
    <w:rsid w:val="007868C8"/>
    <w:rsid w:val="007869D0"/>
    <w:rsid w:val="00786A76"/>
    <w:rsid w:val="00786B34"/>
    <w:rsid w:val="00786CB7"/>
    <w:rsid w:val="00786CEC"/>
    <w:rsid w:val="0078728E"/>
    <w:rsid w:val="0078741D"/>
    <w:rsid w:val="007902B1"/>
    <w:rsid w:val="0079031E"/>
    <w:rsid w:val="007906C8"/>
    <w:rsid w:val="00790832"/>
    <w:rsid w:val="007909AB"/>
    <w:rsid w:val="00790A7D"/>
    <w:rsid w:val="00791DFC"/>
    <w:rsid w:val="00791FCB"/>
    <w:rsid w:val="007925BD"/>
    <w:rsid w:val="007928BB"/>
    <w:rsid w:val="00792942"/>
    <w:rsid w:val="00792D4A"/>
    <w:rsid w:val="00792F01"/>
    <w:rsid w:val="007930A3"/>
    <w:rsid w:val="007930D7"/>
    <w:rsid w:val="00793461"/>
    <w:rsid w:val="00793B28"/>
    <w:rsid w:val="00793BFA"/>
    <w:rsid w:val="00793CC7"/>
    <w:rsid w:val="0079419F"/>
    <w:rsid w:val="0079426B"/>
    <w:rsid w:val="007943C6"/>
    <w:rsid w:val="007948AD"/>
    <w:rsid w:val="00794943"/>
    <w:rsid w:val="00794B76"/>
    <w:rsid w:val="00794CEC"/>
    <w:rsid w:val="007956E5"/>
    <w:rsid w:val="00795CDE"/>
    <w:rsid w:val="00795D67"/>
    <w:rsid w:val="00796245"/>
    <w:rsid w:val="00796774"/>
    <w:rsid w:val="00796C11"/>
    <w:rsid w:val="00796D75"/>
    <w:rsid w:val="00796FF2"/>
    <w:rsid w:val="00797C16"/>
    <w:rsid w:val="007A0912"/>
    <w:rsid w:val="007A158F"/>
    <w:rsid w:val="007A18CE"/>
    <w:rsid w:val="007A19E6"/>
    <w:rsid w:val="007A1EC2"/>
    <w:rsid w:val="007A2CF8"/>
    <w:rsid w:val="007A2FC0"/>
    <w:rsid w:val="007A3187"/>
    <w:rsid w:val="007A3354"/>
    <w:rsid w:val="007A337E"/>
    <w:rsid w:val="007A3FCC"/>
    <w:rsid w:val="007A4B9A"/>
    <w:rsid w:val="007A4CA6"/>
    <w:rsid w:val="007A4FD5"/>
    <w:rsid w:val="007A5483"/>
    <w:rsid w:val="007A5791"/>
    <w:rsid w:val="007A5A21"/>
    <w:rsid w:val="007A5AB3"/>
    <w:rsid w:val="007A5DC5"/>
    <w:rsid w:val="007A5ED2"/>
    <w:rsid w:val="007A614B"/>
    <w:rsid w:val="007A6342"/>
    <w:rsid w:val="007A6366"/>
    <w:rsid w:val="007A7326"/>
    <w:rsid w:val="007A78B7"/>
    <w:rsid w:val="007B0093"/>
    <w:rsid w:val="007B012B"/>
    <w:rsid w:val="007B0781"/>
    <w:rsid w:val="007B0AB0"/>
    <w:rsid w:val="007B10D7"/>
    <w:rsid w:val="007B1444"/>
    <w:rsid w:val="007B16D4"/>
    <w:rsid w:val="007B1AB2"/>
    <w:rsid w:val="007B1B54"/>
    <w:rsid w:val="007B1E46"/>
    <w:rsid w:val="007B1F1B"/>
    <w:rsid w:val="007B20BC"/>
    <w:rsid w:val="007B2172"/>
    <w:rsid w:val="007B22EE"/>
    <w:rsid w:val="007B230A"/>
    <w:rsid w:val="007B25E4"/>
    <w:rsid w:val="007B27BA"/>
    <w:rsid w:val="007B2FEB"/>
    <w:rsid w:val="007B309B"/>
    <w:rsid w:val="007B30E1"/>
    <w:rsid w:val="007B3104"/>
    <w:rsid w:val="007B3310"/>
    <w:rsid w:val="007B33C6"/>
    <w:rsid w:val="007B3409"/>
    <w:rsid w:val="007B3457"/>
    <w:rsid w:val="007B366B"/>
    <w:rsid w:val="007B3895"/>
    <w:rsid w:val="007B3AB8"/>
    <w:rsid w:val="007B3AD1"/>
    <w:rsid w:val="007B3C06"/>
    <w:rsid w:val="007B40D4"/>
    <w:rsid w:val="007B415F"/>
    <w:rsid w:val="007B4943"/>
    <w:rsid w:val="007B4E8B"/>
    <w:rsid w:val="007B52CF"/>
    <w:rsid w:val="007B53AF"/>
    <w:rsid w:val="007B5513"/>
    <w:rsid w:val="007B61FC"/>
    <w:rsid w:val="007B6A5F"/>
    <w:rsid w:val="007B6BFD"/>
    <w:rsid w:val="007B6EE8"/>
    <w:rsid w:val="007B72B3"/>
    <w:rsid w:val="007B734C"/>
    <w:rsid w:val="007B7463"/>
    <w:rsid w:val="007B7B7E"/>
    <w:rsid w:val="007C04B1"/>
    <w:rsid w:val="007C0A4E"/>
    <w:rsid w:val="007C117C"/>
    <w:rsid w:val="007C13D3"/>
    <w:rsid w:val="007C14D3"/>
    <w:rsid w:val="007C1789"/>
    <w:rsid w:val="007C1E9A"/>
    <w:rsid w:val="007C203D"/>
    <w:rsid w:val="007C20F4"/>
    <w:rsid w:val="007C27FA"/>
    <w:rsid w:val="007C2BEB"/>
    <w:rsid w:val="007C2C13"/>
    <w:rsid w:val="007C2FBB"/>
    <w:rsid w:val="007C3150"/>
    <w:rsid w:val="007C33F7"/>
    <w:rsid w:val="007C350F"/>
    <w:rsid w:val="007C3672"/>
    <w:rsid w:val="007C3753"/>
    <w:rsid w:val="007C3BC7"/>
    <w:rsid w:val="007C3C17"/>
    <w:rsid w:val="007C3C2E"/>
    <w:rsid w:val="007C43E0"/>
    <w:rsid w:val="007C4455"/>
    <w:rsid w:val="007C4529"/>
    <w:rsid w:val="007C45C0"/>
    <w:rsid w:val="007C49CD"/>
    <w:rsid w:val="007C4AD4"/>
    <w:rsid w:val="007C4B58"/>
    <w:rsid w:val="007C4D11"/>
    <w:rsid w:val="007C51B8"/>
    <w:rsid w:val="007C5557"/>
    <w:rsid w:val="007C58BC"/>
    <w:rsid w:val="007C5917"/>
    <w:rsid w:val="007C5A77"/>
    <w:rsid w:val="007C5ADF"/>
    <w:rsid w:val="007C5AE3"/>
    <w:rsid w:val="007C5F36"/>
    <w:rsid w:val="007C61EE"/>
    <w:rsid w:val="007C64B4"/>
    <w:rsid w:val="007C6512"/>
    <w:rsid w:val="007C6814"/>
    <w:rsid w:val="007C69B3"/>
    <w:rsid w:val="007C6F49"/>
    <w:rsid w:val="007C703A"/>
    <w:rsid w:val="007C7760"/>
    <w:rsid w:val="007C7878"/>
    <w:rsid w:val="007C7F65"/>
    <w:rsid w:val="007D0ABE"/>
    <w:rsid w:val="007D0E7C"/>
    <w:rsid w:val="007D0F2A"/>
    <w:rsid w:val="007D10F9"/>
    <w:rsid w:val="007D117C"/>
    <w:rsid w:val="007D117F"/>
    <w:rsid w:val="007D12F1"/>
    <w:rsid w:val="007D1383"/>
    <w:rsid w:val="007D1D45"/>
    <w:rsid w:val="007D1E21"/>
    <w:rsid w:val="007D1EFF"/>
    <w:rsid w:val="007D2314"/>
    <w:rsid w:val="007D238B"/>
    <w:rsid w:val="007D27D1"/>
    <w:rsid w:val="007D2AC5"/>
    <w:rsid w:val="007D2B92"/>
    <w:rsid w:val="007D2ECB"/>
    <w:rsid w:val="007D3506"/>
    <w:rsid w:val="007D3912"/>
    <w:rsid w:val="007D39A1"/>
    <w:rsid w:val="007D3A6F"/>
    <w:rsid w:val="007D3C96"/>
    <w:rsid w:val="007D3D05"/>
    <w:rsid w:val="007D407C"/>
    <w:rsid w:val="007D40A0"/>
    <w:rsid w:val="007D42DF"/>
    <w:rsid w:val="007D4669"/>
    <w:rsid w:val="007D4B32"/>
    <w:rsid w:val="007D4BFF"/>
    <w:rsid w:val="007D528F"/>
    <w:rsid w:val="007D53B6"/>
    <w:rsid w:val="007D6AEB"/>
    <w:rsid w:val="007D6D89"/>
    <w:rsid w:val="007D6F12"/>
    <w:rsid w:val="007D6F59"/>
    <w:rsid w:val="007D7015"/>
    <w:rsid w:val="007D741D"/>
    <w:rsid w:val="007D7490"/>
    <w:rsid w:val="007D7504"/>
    <w:rsid w:val="007D7AA1"/>
    <w:rsid w:val="007D7B05"/>
    <w:rsid w:val="007D7F8D"/>
    <w:rsid w:val="007E037D"/>
    <w:rsid w:val="007E0415"/>
    <w:rsid w:val="007E14D8"/>
    <w:rsid w:val="007E1BB4"/>
    <w:rsid w:val="007E2080"/>
    <w:rsid w:val="007E24F8"/>
    <w:rsid w:val="007E2597"/>
    <w:rsid w:val="007E3177"/>
    <w:rsid w:val="007E35FC"/>
    <w:rsid w:val="007E3796"/>
    <w:rsid w:val="007E3819"/>
    <w:rsid w:val="007E3B07"/>
    <w:rsid w:val="007E3B89"/>
    <w:rsid w:val="007E3E25"/>
    <w:rsid w:val="007E3EDB"/>
    <w:rsid w:val="007E4528"/>
    <w:rsid w:val="007E45FD"/>
    <w:rsid w:val="007E488D"/>
    <w:rsid w:val="007E49A1"/>
    <w:rsid w:val="007E4A43"/>
    <w:rsid w:val="007E4A99"/>
    <w:rsid w:val="007E4AFC"/>
    <w:rsid w:val="007E53DF"/>
    <w:rsid w:val="007E5A1E"/>
    <w:rsid w:val="007E5BF0"/>
    <w:rsid w:val="007E5F3F"/>
    <w:rsid w:val="007E6100"/>
    <w:rsid w:val="007E683F"/>
    <w:rsid w:val="007E6AA2"/>
    <w:rsid w:val="007E6DC9"/>
    <w:rsid w:val="007E6FA3"/>
    <w:rsid w:val="007E73DB"/>
    <w:rsid w:val="007E7537"/>
    <w:rsid w:val="007E7558"/>
    <w:rsid w:val="007E75D6"/>
    <w:rsid w:val="007E7A5B"/>
    <w:rsid w:val="007E7D00"/>
    <w:rsid w:val="007F00B8"/>
    <w:rsid w:val="007F00C5"/>
    <w:rsid w:val="007F0342"/>
    <w:rsid w:val="007F07D9"/>
    <w:rsid w:val="007F0C14"/>
    <w:rsid w:val="007F0C34"/>
    <w:rsid w:val="007F0CE1"/>
    <w:rsid w:val="007F15C7"/>
    <w:rsid w:val="007F1933"/>
    <w:rsid w:val="007F1B94"/>
    <w:rsid w:val="007F1C8F"/>
    <w:rsid w:val="007F1D4A"/>
    <w:rsid w:val="007F2277"/>
    <w:rsid w:val="007F23FE"/>
    <w:rsid w:val="007F285D"/>
    <w:rsid w:val="007F2AAE"/>
    <w:rsid w:val="007F2D88"/>
    <w:rsid w:val="007F2DAF"/>
    <w:rsid w:val="007F387A"/>
    <w:rsid w:val="007F3EA7"/>
    <w:rsid w:val="007F3F0E"/>
    <w:rsid w:val="007F47FF"/>
    <w:rsid w:val="007F485B"/>
    <w:rsid w:val="007F49D0"/>
    <w:rsid w:val="007F4EDD"/>
    <w:rsid w:val="007F563E"/>
    <w:rsid w:val="007F598E"/>
    <w:rsid w:val="007F5C27"/>
    <w:rsid w:val="007F5F5B"/>
    <w:rsid w:val="007F5F66"/>
    <w:rsid w:val="007F646E"/>
    <w:rsid w:val="007F6AEE"/>
    <w:rsid w:val="007F6BC7"/>
    <w:rsid w:val="007F6C6E"/>
    <w:rsid w:val="007F6EE0"/>
    <w:rsid w:val="007F7141"/>
    <w:rsid w:val="007F7231"/>
    <w:rsid w:val="007F724B"/>
    <w:rsid w:val="007F7276"/>
    <w:rsid w:val="007F72B3"/>
    <w:rsid w:val="007F72CB"/>
    <w:rsid w:val="007F738A"/>
    <w:rsid w:val="007F7947"/>
    <w:rsid w:val="007F7B94"/>
    <w:rsid w:val="007F7CD5"/>
    <w:rsid w:val="0080080E"/>
    <w:rsid w:val="00800EF7"/>
    <w:rsid w:val="0080163C"/>
    <w:rsid w:val="00801936"/>
    <w:rsid w:val="008019E4"/>
    <w:rsid w:val="00801F5D"/>
    <w:rsid w:val="00801FFF"/>
    <w:rsid w:val="008025C8"/>
    <w:rsid w:val="008028D4"/>
    <w:rsid w:val="00802E48"/>
    <w:rsid w:val="00802F45"/>
    <w:rsid w:val="00803983"/>
    <w:rsid w:val="008039CD"/>
    <w:rsid w:val="00803D9B"/>
    <w:rsid w:val="00804A1E"/>
    <w:rsid w:val="00804F45"/>
    <w:rsid w:val="00804FF0"/>
    <w:rsid w:val="00805182"/>
    <w:rsid w:val="00805461"/>
    <w:rsid w:val="0080583C"/>
    <w:rsid w:val="00805AC0"/>
    <w:rsid w:val="008060A0"/>
    <w:rsid w:val="008065B8"/>
    <w:rsid w:val="00806606"/>
    <w:rsid w:val="00806767"/>
    <w:rsid w:val="008067F7"/>
    <w:rsid w:val="00806B95"/>
    <w:rsid w:val="00806C65"/>
    <w:rsid w:val="00806CC6"/>
    <w:rsid w:val="00806ECE"/>
    <w:rsid w:val="0080770E"/>
    <w:rsid w:val="008077A0"/>
    <w:rsid w:val="00807821"/>
    <w:rsid w:val="00810D57"/>
    <w:rsid w:val="00811038"/>
    <w:rsid w:val="00811262"/>
    <w:rsid w:val="0081224A"/>
    <w:rsid w:val="0081229A"/>
    <w:rsid w:val="00812754"/>
    <w:rsid w:val="008129B2"/>
    <w:rsid w:val="00812A8E"/>
    <w:rsid w:val="008132D2"/>
    <w:rsid w:val="00813CF6"/>
    <w:rsid w:val="00813FFD"/>
    <w:rsid w:val="00814560"/>
    <w:rsid w:val="00814B1E"/>
    <w:rsid w:val="00814DE3"/>
    <w:rsid w:val="00814E17"/>
    <w:rsid w:val="00815993"/>
    <w:rsid w:val="00815AB2"/>
    <w:rsid w:val="008161B2"/>
    <w:rsid w:val="00816343"/>
    <w:rsid w:val="00816E68"/>
    <w:rsid w:val="0081705C"/>
    <w:rsid w:val="00817350"/>
    <w:rsid w:val="00817505"/>
    <w:rsid w:val="00817D2D"/>
    <w:rsid w:val="008201D5"/>
    <w:rsid w:val="008204CE"/>
    <w:rsid w:val="008208C4"/>
    <w:rsid w:val="00820B3F"/>
    <w:rsid w:val="008210FB"/>
    <w:rsid w:val="00821902"/>
    <w:rsid w:val="00821FEA"/>
    <w:rsid w:val="008223B3"/>
    <w:rsid w:val="00822533"/>
    <w:rsid w:val="00822860"/>
    <w:rsid w:val="00822A08"/>
    <w:rsid w:val="00822B4F"/>
    <w:rsid w:val="008230CF"/>
    <w:rsid w:val="00823574"/>
    <w:rsid w:val="00823653"/>
    <w:rsid w:val="00823680"/>
    <w:rsid w:val="0082373E"/>
    <w:rsid w:val="00823A51"/>
    <w:rsid w:val="00823CFA"/>
    <w:rsid w:val="00823F7F"/>
    <w:rsid w:val="00824200"/>
    <w:rsid w:val="008246B6"/>
    <w:rsid w:val="00825308"/>
    <w:rsid w:val="00825875"/>
    <w:rsid w:val="00825C21"/>
    <w:rsid w:val="00826496"/>
    <w:rsid w:val="008273DF"/>
    <w:rsid w:val="008274CC"/>
    <w:rsid w:val="00827850"/>
    <w:rsid w:val="00827AAE"/>
    <w:rsid w:val="00827B04"/>
    <w:rsid w:val="008305E0"/>
    <w:rsid w:val="00830A98"/>
    <w:rsid w:val="00830BC4"/>
    <w:rsid w:val="00830E38"/>
    <w:rsid w:val="008318B0"/>
    <w:rsid w:val="008319D9"/>
    <w:rsid w:val="00832432"/>
    <w:rsid w:val="00832934"/>
    <w:rsid w:val="00832E47"/>
    <w:rsid w:val="00833144"/>
    <w:rsid w:val="00833241"/>
    <w:rsid w:val="00833404"/>
    <w:rsid w:val="00833417"/>
    <w:rsid w:val="00833491"/>
    <w:rsid w:val="00833C98"/>
    <w:rsid w:val="0083415C"/>
    <w:rsid w:val="00834420"/>
    <w:rsid w:val="0083448F"/>
    <w:rsid w:val="0083497D"/>
    <w:rsid w:val="00834A19"/>
    <w:rsid w:val="00834AAD"/>
    <w:rsid w:val="00834AC1"/>
    <w:rsid w:val="0083507E"/>
    <w:rsid w:val="00835148"/>
    <w:rsid w:val="00835280"/>
    <w:rsid w:val="008356DD"/>
    <w:rsid w:val="00835C93"/>
    <w:rsid w:val="00836429"/>
    <w:rsid w:val="008367B0"/>
    <w:rsid w:val="00836F08"/>
    <w:rsid w:val="00836FC4"/>
    <w:rsid w:val="0083736C"/>
    <w:rsid w:val="008373EA"/>
    <w:rsid w:val="0083796C"/>
    <w:rsid w:val="00837A0B"/>
    <w:rsid w:val="00837FF6"/>
    <w:rsid w:val="008400F3"/>
    <w:rsid w:val="00840309"/>
    <w:rsid w:val="00840345"/>
    <w:rsid w:val="00840637"/>
    <w:rsid w:val="008408D3"/>
    <w:rsid w:val="008409AC"/>
    <w:rsid w:val="00840B49"/>
    <w:rsid w:val="00840D29"/>
    <w:rsid w:val="00841219"/>
    <w:rsid w:val="008414CA"/>
    <w:rsid w:val="008417DC"/>
    <w:rsid w:val="00841915"/>
    <w:rsid w:val="0084196F"/>
    <w:rsid w:val="00841C8C"/>
    <w:rsid w:val="00841FA4"/>
    <w:rsid w:val="00842105"/>
    <w:rsid w:val="008425FD"/>
    <w:rsid w:val="008427C8"/>
    <w:rsid w:val="00842EDD"/>
    <w:rsid w:val="008433A0"/>
    <w:rsid w:val="00843754"/>
    <w:rsid w:val="00843BFC"/>
    <w:rsid w:val="00844159"/>
    <w:rsid w:val="00844346"/>
    <w:rsid w:val="0084496E"/>
    <w:rsid w:val="008449CE"/>
    <w:rsid w:val="00844AE6"/>
    <w:rsid w:val="00844B08"/>
    <w:rsid w:val="00844B47"/>
    <w:rsid w:val="00845012"/>
    <w:rsid w:val="0084558A"/>
    <w:rsid w:val="00845590"/>
    <w:rsid w:val="008461EC"/>
    <w:rsid w:val="00846342"/>
    <w:rsid w:val="008465A4"/>
    <w:rsid w:val="00846762"/>
    <w:rsid w:val="008467A3"/>
    <w:rsid w:val="008468A8"/>
    <w:rsid w:val="00846E04"/>
    <w:rsid w:val="0084733E"/>
    <w:rsid w:val="00847351"/>
    <w:rsid w:val="00847557"/>
    <w:rsid w:val="0084770E"/>
    <w:rsid w:val="00847778"/>
    <w:rsid w:val="00847787"/>
    <w:rsid w:val="00847971"/>
    <w:rsid w:val="00847F35"/>
    <w:rsid w:val="00850819"/>
    <w:rsid w:val="00850CA5"/>
    <w:rsid w:val="008510AB"/>
    <w:rsid w:val="008510FC"/>
    <w:rsid w:val="00851471"/>
    <w:rsid w:val="008516BC"/>
    <w:rsid w:val="0085175C"/>
    <w:rsid w:val="00851A10"/>
    <w:rsid w:val="00851F20"/>
    <w:rsid w:val="0085254E"/>
    <w:rsid w:val="008525FB"/>
    <w:rsid w:val="0085262A"/>
    <w:rsid w:val="0085266D"/>
    <w:rsid w:val="008529C7"/>
    <w:rsid w:val="00853042"/>
    <w:rsid w:val="0085322A"/>
    <w:rsid w:val="008532DA"/>
    <w:rsid w:val="008536EE"/>
    <w:rsid w:val="0085372A"/>
    <w:rsid w:val="00853755"/>
    <w:rsid w:val="00853A79"/>
    <w:rsid w:val="00854164"/>
    <w:rsid w:val="008546A6"/>
    <w:rsid w:val="008547DB"/>
    <w:rsid w:val="00854CF2"/>
    <w:rsid w:val="00854DA5"/>
    <w:rsid w:val="00854E42"/>
    <w:rsid w:val="00854F2F"/>
    <w:rsid w:val="008553F6"/>
    <w:rsid w:val="00855BE2"/>
    <w:rsid w:val="00856477"/>
    <w:rsid w:val="00856998"/>
    <w:rsid w:val="00856A13"/>
    <w:rsid w:val="00856BC1"/>
    <w:rsid w:val="00856C64"/>
    <w:rsid w:val="00856D44"/>
    <w:rsid w:val="00857141"/>
    <w:rsid w:val="00857A56"/>
    <w:rsid w:val="00857EFA"/>
    <w:rsid w:val="008601FD"/>
    <w:rsid w:val="008606BF"/>
    <w:rsid w:val="008608A6"/>
    <w:rsid w:val="0086091D"/>
    <w:rsid w:val="00860F19"/>
    <w:rsid w:val="00860FB1"/>
    <w:rsid w:val="00861753"/>
    <w:rsid w:val="00861A4C"/>
    <w:rsid w:val="00861D15"/>
    <w:rsid w:val="00861E9F"/>
    <w:rsid w:val="008622BD"/>
    <w:rsid w:val="008627FF"/>
    <w:rsid w:val="0086282E"/>
    <w:rsid w:val="008629F9"/>
    <w:rsid w:val="008633DA"/>
    <w:rsid w:val="008634D8"/>
    <w:rsid w:val="008636F1"/>
    <w:rsid w:val="00863712"/>
    <w:rsid w:val="00863A10"/>
    <w:rsid w:val="00863A8A"/>
    <w:rsid w:val="00863E94"/>
    <w:rsid w:val="008649BE"/>
    <w:rsid w:val="00864C35"/>
    <w:rsid w:val="00864F58"/>
    <w:rsid w:val="00865103"/>
    <w:rsid w:val="00865535"/>
    <w:rsid w:val="00865B89"/>
    <w:rsid w:val="00865C8F"/>
    <w:rsid w:val="00865E74"/>
    <w:rsid w:val="0086627C"/>
    <w:rsid w:val="008664D0"/>
    <w:rsid w:val="008667D6"/>
    <w:rsid w:val="00866B62"/>
    <w:rsid w:val="00867428"/>
    <w:rsid w:val="008674A9"/>
    <w:rsid w:val="0086771D"/>
    <w:rsid w:val="00867AF5"/>
    <w:rsid w:val="00867D94"/>
    <w:rsid w:val="00867FA8"/>
    <w:rsid w:val="0087025C"/>
    <w:rsid w:val="00870508"/>
    <w:rsid w:val="00870531"/>
    <w:rsid w:val="008706C9"/>
    <w:rsid w:val="008707F2"/>
    <w:rsid w:val="00870F46"/>
    <w:rsid w:val="00871281"/>
    <w:rsid w:val="00871370"/>
    <w:rsid w:val="008715E7"/>
    <w:rsid w:val="00871E86"/>
    <w:rsid w:val="0087206B"/>
    <w:rsid w:val="008720EB"/>
    <w:rsid w:val="00872272"/>
    <w:rsid w:val="0087231A"/>
    <w:rsid w:val="008724BE"/>
    <w:rsid w:val="00872604"/>
    <w:rsid w:val="008728A4"/>
    <w:rsid w:val="00872979"/>
    <w:rsid w:val="00872A77"/>
    <w:rsid w:val="00872D39"/>
    <w:rsid w:val="00872E47"/>
    <w:rsid w:val="00872EA4"/>
    <w:rsid w:val="00872EC2"/>
    <w:rsid w:val="00872EC7"/>
    <w:rsid w:val="00873397"/>
    <w:rsid w:val="0087378B"/>
    <w:rsid w:val="008738A7"/>
    <w:rsid w:val="008739F8"/>
    <w:rsid w:val="00873AE3"/>
    <w:rsid w:val="00873DB8"/>
    <w:rsid w:val="00875320"/>
    <w:rsid w:val="008756E5"/>
    <w:rsid w:val="00875886"/>
    <w:rsid w:val="00875F1A"/>
    <w:rsid w:val="008760B9"/>
    <w:rsid w:val="0087611B"/>
    <w:rsid w:val="0087619E"/>
    <w:rsid w:val="00876CE0"/>
    <w:rsid w:val="008773B9"/>
    <w:rsid w:val="008775EF"/>
    <w:rsid w:val="00877677"/>
    <w:rsid w:val="008779EB"/>
    <w:rsid w:val="00877B56"/>
    <w:rsid w:val="00880279"/>
    <w:rsid w:val="008802F4"/>
    <w:rsid w:val="00880983"/>
    <w:rsid w:val="00880AB9"/>
    <w:rsid w:val="008812E9"/>
    <w:rsid w:val="00881675"/>
    <w:rsid w:val="00881DDD"/>
    <w:rsid w:val="00882354"/>
    <w:rsid w:val="00882380"/>
    <w:rsid w:val="0088290B"/>
    <w:rsid w:val="00882AEF"/>
    <w:rsid w:val="00882B21"/>
    <w:rsid w:val="00883C6F"/>
    <w:rsid w:val="00883D31"/>
    <w:rsid w:val="00883D39"/>
    <w:rsid w:val="00883F03"/>
    <w:rsid w:val="0088403B"/>
    <w:rsid w:val="00884674"/>
    <w:rsid w:val="0088486A"/>
    <w:rsid w:val="0088487B"/>
    <w:rsid w:val="00884924"/>
    <w:rsid w:val="00884B20"/>
    <w:rsid w:val="00884C5E"/>
    <w:rsid w:val="00884DB7"/>
    <w:rsid w:val="00885162"/>
    <w:rsid w:val="008851E0"/>
    <w:rsid w:val="0088569F"/>
    <w:rsid w:val="008857FB"/>
    <w:rsid w:val="00885DE6"/>
    <w:rsid w:val="008861D9"/>
    <w:rsid w:val="00886722"/>
    <w:rsid w:val="00886CE5"/>
    <w:rsid w:val="00886E0E"/>
    <w:rsid w:val="008870BD"/>
    <w:rsid w:val="00887181"/>
    <w:rsid w:val="008871A6"/>
    <w:rsid w:val="008874C6"/>
    <w:rsid w:val="008874F3"/>
    <w:rsid w:val="00887D3D"/>
    <w:rsid w:val="008900B3"/>
    <w:rsid w:val="00890301"/>
    <w:rsid w:val="00890710"/>
    <w:rsid w:val="00890ECA"/>
    <w:rsid w:val="00890EE3"/>
    <w:rsid w:val="00891676"/>
    <w:rsid w:val="008919F0"/>
    <w:rsid w:val="00891A8E"/>
    <w:rsid w:val="00891A9B"/>
    <w:rsid w:val="00891B55"/>
    <w:rsid w:val="00891C41"/>
    <w:rsid w:val="00891D47"/>
    <w:rsid w:val="00891F4C"/>
    <w:rsid w:val="00892491"/>
    <w:rsid w:val="00892B05"/>
    <w:rsid w:val="00892E33"/>
    <w:rsid w:val="00893112"/>
    <w:rsid w:val="00893177"/>
    <w:rsid w:val="008934DC"/>
    <w:rsid w:val="008934DF"/>
    <w:rsid w:val="008934EB"/>
    <w:rsid w:val="008936DF"/>
    <w:rsid w:val="00894036"/>
    <w:rsid w:val="00894132"/>
    <w:rsid w:val="008945B5"/>
    <w:rsid w:val="00894896"/>
    <w:rsid w:val="00894980"/>
    <w:rsid w:val="00894C87"/>
    <w:rsid w:val="00894DA5"/>
    <w:rsid w:val="00894DB9"/>
    <w:rsid w:val="00894E7B"/>
    <w:rsid w:val="00895294"/>
    <w:rsid w:val="00895314"/>
    <w:rsid w:val="00895738"/>
    <w:rsid w:val="0089590A"/>
    <w:rsid w:val="008964F1"/>
    <w:rsid w:val="0089671D"/>
    <w:rsid w:val="00896C26"/>
    <w:rsid w:val="00896CA2"/>
    <w:rsid w:val="0089702C"/>
    <w:rsid w:val="00897627"/>
    <w:rsid w:val="0089763E"/>
    <w:rsid w:val="00897736"/>
    <w:rsid w:val="00897B9C"/>
    <w:rsid w:val="00897BFF"/>
    <w:rsid w:val="00897D88"/>
    <w:rsid w:val="0089BDF7"/>
    <w:rsid w:val="008A0360"/>
    <w:rsid w:val="008A03DE"/>
    <w:rsid w:val="008A04FE"/>
    <w:rsid w:val="008A06D2"/>
    <w:rsid w:val="008A0A9D"/>
    <w:rsid w:val="008A0C8C"/>
    <w:rsid w:val="008A0DF7"/>
    <w:rsid w:val="008A0FAB"/>
    <w:rsid w:val="008A135E"/>
    <w:rsid w:val="008A182D"/>
    <w:rsid w:val="008A1831"/>
    <w:rsid w:val="008A19F9"/>
    <w:rsid w:val="008A1A88"/>
    <w:rsid w:val="008A230C"/>
    <w:rsid w:val="008A239F"/>
    <w:rsid w:val="008A287A"/>
    <w:rsid w:val="008A2A48"/>
    <w:rsid w:val="008A2C93"/>
    <w:rsid w:val="008A2CD2"/>
    <w:rsid w:val="008A3067"/>
    <w:rsid w:val="008A3513"/>
    <w:rsid w:val="008A3D8A"/>
    <w:rsid w:val="008A3FE3"/>
    <w:rsid w:val="008A42F0"/>
    <w:rsid w:val="008A4D13"/>
    <w:rsid w:val="008A5659"/>
    <w:rsid w:val="008A57B9"/>
    <w:rsid w:val="008A593C"/>
    <w:rsid w:val="008A5AB2"/>
    <w:rsid w:val="008A5C7E"/>
    <w:rsid w:val="008A5DDE"/>
    <w:rsid w:val="008A6059"/>
    <w:rsid w:val="008A606F"/>
    <w:rsid w:val="008A6199"/>
    <w:rsid w:val="008A61B5"/>
    <w:rsid w:val="008A6B64"/>
    <w:rsid w:val="008A6C79"/>
    <w:rsid w:val="008A6C8D"/>
    <w:rsid w:val="008A6FC0"/>
    <w:rsid w:val="008A7049"/>
    <w:rsid w:val="008A7329"/>
    <w:rsid w:val="008A7387"/>
    <w:rsid w:val="008A76BF"/>
    <w:rsid w:val="008A77EF"/>
    <w:rsid w:val="008A782D"/>
    <w:rsid w:val="008A7E70"/>
    <w:rsid w:val="008B01C5"/>
    <w:rsid w:val="008B06A1"/>
    <w:rsid w:val="008B0D87"/>
    <w:rsid w:val="008B1683"/>
    <w:rsid w:val="008B1B45"/>
    <w:rsid w:val="008B1C61"/>
    <w:rsid w:val="008B20A2"/>
    <w:rsid w:val="008B2220"/>
    <w:rsid w:val="008B25E9"/>
    <w:rsid w:val="008B2D20"/>
    <w:rsid w:val="008B3255"/>
    <w:rsid w:val="008B32C1"/>
    <w:rsid w:val="008B37ED"/>
    <w:rsid w:val="008B3A92"/>
    <w:rsid w:val="008B3FE1"/>
    <w:rsid w:val="008B3FE6"/>
    <w:rsid w:val="008B4375"/>
    <w:rsid w:val="008B450F"/>
    <w:rsid w:val="008B497B"/>
    <w:rsid w:val="008B4B92"/>
    <w:rsid w:val="008B522D"/>
    <w:rsid w:val="008B577A"/>
    <w:rsid w:val="008B5C35"/>
    <w:rsid w:val="008B637E"/>
    <w:rsid w:val="008B63CA"/>
    <w:rsid w:val="008B651B"/>
    <w:rsid w:val="008B6F88"/>
    <w:rsid w:val="008B72C3"/>
    <w:rsid w:val="008B7305"/>
    <w:rsid w:val="008B76FD"/>
    <w:rsid w:val="008B79E4"/>
    <w:rsid w:val="008B7C08"/>
    <w:rsid w:val="008C0415"/>
    <w:rsid w:val="008C0827"/>
    <w:rsid w:val="008C0E98"/>
    <w:rsid w:val="008C125A"/>
    <w:rsid w:val="008C1592"/>
    <w:rsid w:val="008C1BAF"/>
    <w:rsid w:val="008C1D25"/>
    <w:rsid w:val="008C2126"/>
    <w:rsid w:val="008C2165"/>
    <w:rsid w:val="008C2217"/>
    <w:rsid w:val="008C2359"/>
    <w:rsid w:val="008C2371"/>
    <w:rsid w:val="008C24DE"/>
    <w:rsid w:val="008C291B"/>
    <w:rsid w:val="008C2AD3"/>
    <w:rsid w:val="008C3CB6"/>
    <w:rsid w:val="008C3D2C"/>
    <w:rsid w:val="008C3F8D"/>
    <w:rsid w:val="008C421D"/>
    <w:rsid w:val="008C4274"/>
    <w:rsid w:val="008C42F7"/>
    <w:rsid w:val="008C45DC"/>
    <w:rsid w:val="008C489B"/>
    <w:rsid w:val="008C4A39"/>
    <w:rsid w:val="008C4C2A"/>
    <w:rsid w:val="008C4D64"/>
    <w:rsid w:val="008C5069"/>
    <w:rsid w:val="008C5544"/>
    <w:rsid w:val="008C59A8"/>
    <w:rsid w:val="008C5A6E"/>
    <w:rsid w:val="008C5B43"/>
    <w:rsid w:val="008C5E56"/>
    <w:rsid w:val="008C5F72"/>
    <w:rsid w:val="008C6338"/>
    <w:rsid w:val="008C6498"/>
    <w:rsid w:val="008C6662"/>
    <w:rsid w:val="008C6C07"/>
    <w:rsid w:val="008C6D86"/>
    <w:rsid w:val="008C6E4A"/>
    <w:rsid w:val="008C70F2"/>
    <w:rsid w:val="008C73CA"/>
    <w:rsid w:val="008C78CA"/>
    <w:rsid w:val="008C7A08"/>
    <w:rsid w:val="008C7C13"/>
    <w:rsid w:val="008C7CC7"/>
    <w:rsid w:val="008D0747"/>
    <w:rsid w:val="008D0AC1"/>
    <w:rsid w:val="008D0B98"/>
    <w:rsid w:val="008D1037"/>
    <w:rsid w:val="008D116D"/>
    <w:rsid w:val="008D12CF"/>
    <w:rsid w:val="008D1328"/>
    <w:rsid w:val="008D15E3"/>
    <w:rsid w:val="008D175C"/>
    <w:rsid w:val="008D18B7"/>
    <w:rsid w:val="008D1B02"/>
    <w:rsid w:val="008D210E"/>
    <w:rsid w:val="008D21EB"/>
    <w:rsid w:val="008D2425"/>
    <w:rsid w:val="008D2612"/>
    <w:rsid w:val="008D2C8C"/>
    <w:rsid w:val="008D2F3A"/>
    <w:rsid w:val="008D308D"/>
    <w:rsid w:val="008D3114"/>
    <w:rsid w:val="008D3210"/>
    <w:rsid w:val="008D3575"/>
    <w:rsid w:val="008D39B2"/>
    <w:rsid w:val="008D3DD4"/>
    <w:rsid w:val="008D3EB7"/>
    <w:rsid w:val="008D40D0"/>
    <w:rsid w:val="008D4120"/>
    <w:rsid w:val="008D4148"/>
    <w:rsid w:val="008D442F"/>
    <w:rsid w:val="008D445C"/>
    <w:rsid w:val="008D44DB"/>
    <w:rsid w:val="008D45EE"/>
    <w:rsid w:val="008D4621"/>
    <w:rsid w:val="008D4E0D"/>
    <w:rsid w:val="008D54D0"/>
    <w:rsid w:val="008D5951"/>
    <w:rsid w:val="008D5BD0"/>
    <w:rsid w:val="008D6099"/>
    <w:rsid w:val="008D6301"/>
    <w:rsid w:val="008D6473"/>
    <w:rsid w:val="008D6F35"/>
    <w:rsid w:val="008D75FD"/>
    <w:rsid w:val="008D761E"/>
    <w:rsid w:val="008D7749"/>
    <w:rsid w:val="008E0095"/>
    <w:rsid w:val="008E032B"/>
    <w:rsid w:val="008E034D"/>
    <w:rsid w:val="008E0EC5"/>
    <w:rsid w:val="008E1003"/>
    <w:rsid w:val="008E135A"/>
    <w:rsid w:val="008E14C9"/>
    <w:rsid w:val="008E18E0"/>
    <w:rsid w:val="008E1977"/>
    <w:rsid w:val="008E198A"/>
    <w:rsid w:val="008E1AD8"/>
    <w:rsid w:val="008E1FE6"/>
    <w:rsid w:val="008E21C3"/>
    <w:rsid w:val="008E29F3"/>
    <w:rsid w:val="008E2AE6"/>
    <w:rsid w:val="008E2E90"/>
    <w:rsid w:val="008E30AC"/>
    <w:rsid w:val="008E3412"/>
    <w:rsid w:val="008E3933"/>
    <w:rsid w:val="008E3B0C"/>
    <w:rsid w:val="008E3D87"/>
    <w:rsid w:val="008E443C"/>
    <w:rsid w:val="008E4777"/>
    <w:rsid w:val="008E4BB5"/>
    <w:rsid w:val="008E4C17"/>
    <w:rsid w:val="008E4FD7"/>
    <w:rsid w:val="008E5128"/>
    <w:rsid w:val="008E562E"/>
    <w:rsid w:val="008E5D1F"/>
    <w:rsid w:val="008E6086"/>
    <w:rsid w:val="008E68FE"/>
    <w:rsid w:val="008E69D1"/>
    <w:rsid w:val="008E6C8F"/>
    <w:rsid w:val="008E6CBD"/>
    <w:rsid w:val="008E6FF5"/>
    <w:rsid w:val="008E7771"/>
    <w:rsid w:val="008E77D3"/>
    <w:rsid w:val="008F06E3"/>
    <w:rsid w:val="008F0C56"/>
    <w:rsid w:val="008F0CBC"/>
    <w:rsid w:val="008F0D88"/>
    <w:rsid w:val="008F111A"/>
    <w:rsid w:val="008F1202"/>
    <w:rsid w:val="008F2450"/>
    <w:rsid w:val="008F2A45"/>
    <w:rsid w:val="008F2B7C"/>
    <w:rsid w:val="008F2C9E"/>
    <w:rsid w:val="008F2FF6"/>
    <w:rsid w:val="008F33E0"/>
    <w:rsid w:val="008F349F"/>
    <w:rsid w:val="008F37FC"/>
    <w:rsid w:val="008F3D35"/>
    <w:rsid w:val="008F3F03"/>
    <w:rsid w:val="008F40AF"/>
    <w:rsid w:val="008F44B6"/>
    <w:rsid w:val="008F4ACB"/>
    <w:rsid w:val="008F5583"/>
    <w:rsid w:val="008F563D"/>
    <w:rsid w:val="008F5754"/>
    <w:rsid w:val="008F58A8"/>
    <w:rsid w:val="008F59A3"/>
    <w:rsid w:val="008F5A69"/>
    <w:rsid w:val="008F60DF"/>
    <w:rsid w:val="008F6A0B"/>
    <w:rsid w:val="008F6A76"/>
    <w:rsid w:val="008F72E9"/>
    <w:rsid w:val="008F7311"/>
    <w:rsid w:val="008F75E6"/>
    <w:rsid w:val="008F7C6A"/>
    <w:rsid w:val="008F7C72"/>
    <w:rsid w:val="008F7D12"/>
    <w:rsid w:val="008F7D26"/>
    <w:rsid w:val="008F7EAF"/>
    <w:rsid w:val="009000C6"/>
    <w:rsid w:val="009001CA"/>
    <w:rsid w:val="009002C6"/>
    <w:rsid w:val="009008DC"/>
    <w:rsid w:val="00900B41"/>
    <w:rsid w:val="00900FF9"/>
    <w:rsid w:val="009011C0"/>
    <w:rsid w:val="00901773"/>
    <w:rsid w:val="00901C80"/>
    <w:rsid w:val="00901CA4"/>
    <w:rsid w:val="0090282B"/>
    <w:rsid w:val="00902999"/>
    <w:rsid w:val="009029F7"/>
    <w:rsid w:val="00902F3A"/>
    <w:rsid w:val="00903571"/>
    <w:rsid w:val="0090364A"/>
    <w:rsid w:val="0090380F"/>
    <w:rsid w:val="00904214"/>
    <w:rsid w:val="0090447C"/>
    <w:rsid w:val="00904561"/>
    <w:rsid w:val="009046A7"/>
    <w:rsid w:val="00904963"/>
    <w:rsid w:val="00905266"/>
    <w:rsid w:val="00905B4D"/>
    <w:rsid w:val="00905D9B"/>
    <w:rsid w:val="00905E88"/>
    <w:rsid w:val="00905EDC"/>
    <w:rsid w:val="00906144"/>
    <w:rsid w:val="00906167"/>
    <w:rsid w:val="0090625F"/>
    <w:rsid w:val="0090638E"/>
    <w:rsid w:val="00906418"/>
    <w:rsid w:val="00906A6E"/>
    <w:rsid w:val="00906C34"/>
    <w:rsid w:val="009072BE"/>
    <w:rsid w:val="009076FD"/>
    <w:rsid w:val="00907772"/>
    <w:rsid w:val="00907899"/>
    <w:rsid w:val="00907A29"/>
    <w:rsid w:val="0090D6B9"/>
    <w:rsid w:val="0091018E"/>
    <w:rsid w:val="0091055B"/>
    <w:rsid w:val="009109BC"/>
    <w:rsid w:val="00910FF2"/>
    <w:rsid w:val="00911225"/>
    <w:rsid w:val="00911248"/>
    <w:rsid w:val="0091142F"/>
    <w:rsid w:val="00911564"/>
    <w:rsid w:val="00911A75"/>
    <w:rsid w:val="009121F7"/>
    <w:rsid w:val="009128FA"/>
    <w:rsid w:val="00912C87"/>
    <w:rsid w:val="00912CEB"/>
    <w:rsid w:val="00912D01"/>
    <w:rsid w:val="00912D18"/>
    <w:rsid w:val="009133A7"/>
    <w:rsid w:val="0091354A"/>
    <w:rsid w:val="009135C3"/>
    <w:rsid w:val="00913F76"/>
    <w:rsid w:val="009141E0"/>
    <w:rsid w:val="0091431E"/>
    <w:rsid w:val="009143DE"/>
    <w:rsid w:val="00914507"/>
    <w:rsid w:val="009147A2"/>
    <w:rsid w:val="009147B8"/>
    <w:rsid w:val="0091481A"/>
    <w:rsid w:val="0091494A"/>
    <w:rsid w:val="00914DE5"/>
    <w:rsid w:val="00915037"/>
    <w:rsid w:val="00915186"/>
    <w:rsid w:val="00915256"/>
    <w:rsid w:val="009153FB"/>
    <w:rsid w:val="00915BB9"/>
    <w:rsid w:val="00915E40"/>
    <w:rsid w:val="00915F7F"/>
    <w:rsid w:val="00915FCF"/>
    <w:rsid w:val="009160EF"/>
    <w:rsid w:val="00916C1A"/>
    <w:rsid w:val="00917A7A"/>
    <w:rsid w:val="00917B3B"/>
    <w:rsid w:val="00920051"/>
    <w:rsid w:val="0092026E"/>
    <w:rsid w:val="00920371"/>
    <w:rsid w:val="00920495"/>
    <w:rsid w:val="009208D0"/>
    <w:rsid w:val="0092098B"/>
    <w:rsid w:val="00920D8B"/>
    <w:rsid w:val="009212FF"/>
    <w:rsid w:val="009214EB"/>
    <w:rsid w:val="00921C7A"/>
    <w:rsid w:val="00921D40"/>
    <w:rsid w:val="00921F17"/>
    <w:rsid w:val="00922327"/>
    <w:rsid w:val="00922577"/>
    <w:rsid w:val="0092267C"/>
    <w:rsid w:val="00922A10"/>
    <w:rsid w:val="00922E01"/>
    <w:rsid w:val="00922F71"/>
    <w:rsid w:val="00923060"/>
    <w:rsid w:val="00923492"/>
    <w:rsid w:val="00923827"/>
    <w:rsid w:val="00923AA3"/>
    <w:rsid w:val="009246BF"/>
    <w:rsid w:val="00924843"/>
    <w:rsid w:val="00924D0F"/>
    <w:rsid w:val="00924D30"/>
    <w:rsid w:val="00924D91"/>
    <w:rsid w:val="00926822"/>
    <w:rsid w:val="00926B5C"/>
    <w:rsid w:val="00927561"/>
    <w:rsid w:val="00927575"/>
    <w:rsid w:val="009277B6"/>
    <w:rsid w:val="0092780A"/>
    <w:rsid w:val="00927AFF"/>
    <w:rsid w:val="00927B0B"/>
    <w:rsid w:val="00927BDC"/>
    <w:rsid w:val="00927C39"/>
    <w:rsid w:val="00927C71"/>
    <w:rsid w:val="00927CFB"/>
    <w:rsid w:val="00927F8E"/>
    <w:rsid w:val="00927FEF"/>
    <w:rsid w:val="00930119"/>
    <w:rsid w:val="0093066F"/>
    <w:rsid w:val="0093075C"/>
    <w:rsid w:val="009309AE"/>
    <w:rsid w:val="00930CDA"/>
    <w:rsid w:val="00931103"/>
    <w:rsid w:val="00932C12"/>
    <w:rsid w:val="00933127"/>
    <w:rsid w:val="00933F9B"/>
    <w:rsid w:val="00934252"/>
    <w:rsid w:val="009343B1"/>
    <w:rsid w:val="00934706"/>
    <w:rsid w:val="00934B4D"/>
    <w:rsid w:val="00934DD8"/>
    <w:rsid w:val="009357CE"/>
    <w:rsid w:val="0093596D"/>
    <w:rsid w:val="009359A1"/>
    <w:rsid w:val="00935E64"/>
    <w:rsid w:val="00935F24"/>
    <w:rsid w:val="00936CFD"/>
    <w:rsid w:val="00936DEB"/>
    <w:rsid w:val="00936FA1"/>
    <w:rsid w:val="0093718A"/>
    <w:rsid w:val="00937243"/>
    <w:rsid w:val="009374AF"/>
    <w:rsid w:val="00937EB0"/>
    <w:rsid w:val="00937F95"/>
    <w:rsid w:val="00940326"/>
    <w:rsid w:val="00940E17"/>
    <w:rsid w:val="0094124F"/>
    <w:rsid w:val="00941752"/>
    <w:rsid w:val="009417B9"/>
    <w:rsid w:val="00941BF8"/>
    <w:rsid w:val="0094229B"/>
    <w:rsid w:val="009423D6"/>
    <w:rsid w:val="00942582"/>
    <w:rsid w:val="0094276C"/>
    <w:rsid w:val="00942FB8"/>
    <w:rsid w:val="00942FD1"/>
    <w:rsid w:val="00943A4C"/>
    <w:rsid w:val="00943B5F"/>
    <w:rsid w:val="00943C37"/>
    <w:rsid w:val="00943DB4"/>
    <w:rsid w:val="00943E1B"/>
    <w:rsid w:val="009440A5"/>
    <w:rsid w:val="00944188"/>
    <w:rsid w:val="009442FE"/>
    <w:rsid w:val="00944696"/>
    <w:rsid w:val="00944E12"/>
    <w:rsid w:val="00944E22"/>
    <w:rsid w:val="00944E9F"/>
    <w:rsid w:val="009451A3"/>
    <w:rsid w:val="00945449"/>
    <w:rsid w:val="00945546"/>
    <w:rsid w:val="009456D4"/>
    <w:rsid w:val="009457E8"/>
    <w:rsid w:val="00945EBA"/>
    <w:rsid w:val="009462EA"/>
    <w:rsid w:val="009465EE"/>
    <w:rsid w:val="00946685"/>
    <w:rsid w:val="009467D8"/>
    <w:rsid w:val="00946A94"/>
    <w:rsid w:val="00946E01"/>
    <w:rsid w:val="00947024"/>
    <w:rsid w:val="009471DF"/>
    <w:rsid w:val="00947465"/>
    <w:rsid w:val="00947E2E"/>
    <w:rsid w:val="00947EB1"/>
    <w:rsid w:val="00950964"/>
    <w:rsid w:val="00950A7C"/>
    <w:rsid w:val="00950C64"/>
    <w:rsid w:val="0095114C"/>
    <w:rsid w:val="009518E3"/>
    <w:rsid w:val="00951FFE"/>
    <w:rsid w:val="00952B67"/>
    <w:rsid w:val="00952F37"/>
    <w:rsid w:val="00952F6B"/>
    <w:rsid w:val="00953629"/>
    <w:rsid w:val="009536DA"/>
    <w:rsid w:val="00953A71"/>
    <w:rsid w:val="00953C1F"/>
    <w:rsid w:val="00953D0B"/>
    <w:rsid w:val="0095412C"/>
    <w:rsid w:val="00954922"/>
    <w:rsid w:val="00954B15"/>
    <w:rsid w:val="00954D95"/>
    <w:rsid w:val="00954E45"/>
    <w:rsid w:val="00955089"/>
    <w:rsid w:val="009552CA"/>
    <w:rsid w:val="00955639"/>
    <w:rsid w:val="0095593A"/>
    <w:rsid w:val="009559E4"/>
    <w:rsid w:val="00955BA7"/>
    <w:rsid w:val="00955D4B"/>
    <w:rsid w:val="00956352"/>
    <w:rsid w:val="0095678C"/>
    <w:rsid w:val="00956814"/>
    <w:rsid w:val="009568C6"/>
    <w:rsid w:val="0095699A"/>
    <w:rsid w:val="00956D8D"/>
    <w:rsid w:val="0095705E"/>
    <w:rsid w:val="00957084"/>
    <w:rsid w:val="0095708D"/>
    <w:rsid w:val="009576BC"/>
    <w:rsid w:val="009577FF"/>
    <w:rsid w:val="0095782E"/>
    <w:rsid w:val="009578D0"/>
    <w:rsid w:val="00957EC2"/>
    <w:rsid w:val="00960546"/>
    <w:rsid w:val="00960FE6"/>
    <w:rsid w:val="0096114F"/>
    <w:rsid w:val="009613F8"/>
    <w:rsid w:val="00961A21"/>
    <w:rsid w:val="00961C1D"/>
    <w:rsid w:val="00961EED"/>
    <w:rsid w:val="009620BE"/>
    <w:rsid w:val="009620E7"/>
    <w:rsid w:val="009622E2"/>
    <w:rsid w:val="0096232C"/>
    <w:rsid w:val="009626BC"/>
    <w:rsid w:val="00962978"/>
    <w:rsid w:val="00962FAD"/>
    <w:rsid w:val="0096301B"/>
    <w:rsid w:val="009631CB"/>
    <w:rsid w:val="009638D3"/>
    <w:rsid w:val="0096391F"/>
    <w:rsid w:val="00963AA8"/>
    <w:rsid w:val="00963E53"/>
    <w:rsid w:val="00964155"/>
    <w:rsid w:val="00964194"/>
    <w:rsid w:val="00964251"/>
    <w:rsid w:val="009647D6"/>
    <w:rsid w:val="0096488C"/>
    <w:rsid w:val="00964B81"/>
    <w:rsid w:val="00964B88"/>
    <w:rsid w:val="00965532"/>
    <w:rsid w:val="0096554F"/>
    <w:rsid w:val="009655AE"/>
    <w:rsid w:val="009665FC"/>
    <w:rsid w:val="009670F2"/>
    <w:rsid w:val="0096741F"/>
    <w:rsid w:val="0096753A"/>
    <w:rsid w:val="00967576"/>
    <w:rsid w:val="00967761"/>
    <w:rsid w:val="00967D34"/>
    <w:rsid w:val="00970046"/>
    <w:rsid w:val="009707A7"/>
    <w:rsid w:val="00970806"/>
    <w:rsid w:val="00971515"/>
    <w:rsid w:val="00971700"/>
    <w:rsid w:val="00971C5F"/>
    <w:rsid w:val="00971F54"/>
    <w:rsid w:val="009720FD"/>
    <w:rsid w:val="00972A25"/>
    <w:rsid w:val="00972B12"/>
    <w:rsid w:val="00972B37"/>
    <w:rsid w:val="00972CD9"/>
    <w:rsid w:val="00972DEF"/>
    <w:rsid w:val="00972E24"/>
    <w:rsid w:val="00972E2B"/>
    <w:rsid w:val="00973B76"/>
    <w:rsid w:val="00974041"/>
    <w:rsid w:val="00974232"/>
    <w:rsid w:val="00974958"/>
    <w:rsid w:val="009749D4"/>
    <w:rsid w:val="0097597C"/>
    <w:rsid w:val="00975A88"/>
    <w:rsid w:val="00975F87"/>
    <w:rsid w:val="00976270"/>
    <w:rsid w:val="009766EB"/>
    <w:rsid w:val="00976790"/>
    <w:rsid w:val="0097679A"/>
    <w:rsid w:val="009769D2"/>
    <w:rsid w:val="0097717A"/>
    <w:rsid w:val="00977414"/>
    <w:rsid w:val="00977444"/>
    <w:rsid w:val="00977960"/>
    <w:rsid w:val="00977B24"/>
    <w:rsid w:val="00977FA3"/>
    <w:rsid w:val="009803E5"/>
    <w:rsid w:val="00980551"/>
    <w:rsid w:val="009805F2"/>
    <w:rsid w:val="00980A38"/>
    <w:rsid w:val="0098106E"/>
    <w:rsid w:val="00981676"/>
    <w:rsid w:val="00981A93"/>
    <w:rsid w:val="009823EB"/>
    <w:rsid w:val="009825BC"/>
    <w:rsid w:val="00982BB9"/>
    <w:rsid w:val="00982BCB"/>
    <w:rsid w:val="00982C75"/>
    <w:rsid w:val="009831BD"/>
    <w:rsid w:val="00983851"/>
    <w:rsid w:val="00983B6F"/>
    <w:rsid w:val="00983D57"/>
    <w:rsid w:val="009841FD"/>
    <w:rsid w:val="00984307"/>
    <w:rsid w:val="009846C0"/>
    <w:rsid w:val="00984971"/>
    <w:rsid w:val="009856DC"/>
    <w:rsid w:val="00986119"/>
    <w:rsid w:val="00986130"/>
    <w:rsid w:val="0098662D"/>
    <w:rsid w:val="0098663B"/>
    <w:rsid w:val="00986B05"/>
    <w:rsid w:val="00986B6B"/>
    <w:rsid w:val="00986E4D"/>
    <w:rsid w:val="00986ECC"/>
    <w:rsid w:val="00987095"/>
    <w:rsid w:val="009872E6"/>
    <w:rsid w:val="009875FB"/>
    <w:rsid w:val="00987783"/>
    <w:rsid w:val="00987834"/>
    <w:rsid w:val="009879E9"/>
    <w:rsid w:val="00987ADC"/>
    <w:rsid w:val="00990B60"/>
    <w:rsid w:val="00990CE9"/>
    <w:rsid w:val="00990ED7"/>
    <w:rsid w:val="00991329"/>
    <w:rsid w:val="009913F0"/>
    <w:rsid w:val="0099164B"/>
    <w:rsid w:val="0099169A"/>
    <w:rsid w:val="0099180E"/>
    <w:rsid w:val="0099246F"/>
    <w:rsid w:val="00992B31"/>
    <w:rsid w:val="00992C62"/>
    <w:rsid w:val="00992E88"/>
    <w:rsid w:val="00993735"/>
    <w:rsid w:val="00993737"/>
    <w:rsid w:val="00993980"/>
    <w:rsid w:val="00993A7A"/>
    <w:rsid w:val="00993A9D"/>
    <w:rsid w:val="00993F1C"/>
    <w:rsid w:val="00994461"/>
    <w:rsid w:val="009949AD"/>
    <w:rsid w:val="00995051"/>
    <w:rsid w:val="00995116"/>
    <w:rsid w:val="0099516B"/>
    <w:rsid w:val="00995675"/>
    <w:rsid w:val="00995B44"/>
    <w:rsid w:val="009961CD"/>
    <w:rsid w:val="0099660F"/>
    <w:rsid w:val="00996829"/>
    <w:rsid w:val="00996DF1"/>
    <w:rsid w:val="00997586"/>
    <w:rsid w:val="0099776C"/>
    <w:rsid w:val="00997B48"/>
    <w:rsid w:val="009A0900"/>
    <w:rsid w:val="009A0946"/>
    <w:rsid w:val="009A0960"/>
    <w:rsid w:val="009A0C62"/>
    <w:rsid w:val="009A0CA3"/>
    <w:rsid w:val="009A157E"/>
    <w:rsid w:val="009A173E"/>
    <w:rsid w:val="009A1748"/>
    <w:rsid w:val="009A18BE"/>
    <w:rsid w:val="009A192A"/>
    <w:rsid w:val="009A1B3C"/>
    <w:rsid w:val="009A2028"/>
    <w:rsid w:val="009A2130"/>
    <w:rsid w:val="009A2256"/>
    <w:rsid w:val="009A236B"/>
    <w:rsid w:val="009A275C"/>
    <w:rsid w:val="009A292E"/>
    <w:rsid w:val="009A29CC"/>
    <w:rsid w:val="009A2A6A"/>
    <w:rsid w:val="009A2A98"/>
    <w:rsid w:val="009A2BA6"/>
    <w:rsid w:val="009A2D84"/>
    <w:rsid w:val="009A2F05"/>
    <w:rsid w:val="009A2F7B"/>
    <w:rsid w:val="009A32BF"/>
    <w:rsid w:val="009A3457"/>
    <w:rsid w:val="009A3513"/>
    <w:rsid w:val="009A36B7"/>
    <w:rsid w:val="009A3965"/>
    <w:rsid w:val="009A3A0B"/>
    <w:rsid w:val="009A3A66"/>
    <w:rsid w:val="009A3B36"/>
    <w:rsid w:val="009A4043"/>
    <w:rsid w:val="009A42F7"/>
    <w:rsid w:val="009A45B9"/>
    <w:rsid w:val="009A4884"/>
    <w:rsid w:val="009A4A34"/>
    <w:rsid w:val="009A4AA8"/>
    <w:rsid w:val="009A4E2F"/>
    <w:rsid w:val="009A53FF"/>
    <w:rsid w:val="009A57AF"/>
    <w:rsid w:val="009A5C83"/>
    <w:rsid w:val="009A5DB6"/>
    <w:rsid w:val="009A5DFC"/>
    <w:rsid w:val="009A5FB7"/>
    <w:rsid w:val="009A606F"/>
    <w:rsid w:val="009A664C"/>
    <w:rsid w:val="009A6CF5"/>
    <w:rsid w:val="009A6FC4"/>
    <w:rsid w:val="009A6FF8"/>
    <w:rsid w:val="009A744D"/>
    <w:rsid w:val="009A78B0"/>
    <w:rsid w:val="009A7927"/>
    <w:rsid w:val="009A7CC8"/>
    <w:rsid w:val="009B020D"/>
    <w:rsid w:val="009B02C6"/>
    <w:rsid w:val="009B03D0"/>
    <w:rsid w:val="009B03F1"/>
    <w:rsid w:val="009B04DD"/>
    <w:rsid w:val="009B0964"/>
    <w:rsid w:val="009B0B20"/>
    <w:rsid w:val="009B0E38"/>
    <w:rsid w:val="009B0FF7"/>
    <w:rsid w:val="009B15AA"/>
    <w:rsid w:val="009B1F59"/>
    <w:rsid w:val="009B224F"/>
    <w:rsid w:val="009B22F9"/>
    <w:rsid w:val="009B24F1"/>
    <w:rsid w:val="009B261B"/>
    <w:rsid w:val="009B274D"/>
    <w:rsid w:val="009B2B18"/>
    <w:rsid w:val="009B2B75"/>
    <w:rsid w:val="009B2DAD"/>
    <w:rsid w:val="009B30A7"/>
    <w:rsid w:val="009B359A"/>
    <w:rsid w:val="009B375D"/>
    <w:rsid w:val="009B37D9"/>
    <w:rsid w:val="009B3C0A"/>
    <w:rsid w:val="009B3E23"/>
    <w:rsid w:val="009B3F3E"/>
    <w:rsid w:val="009B465E"/>
    <w:rsid w:val="009B48D1"/>
    <w:rsid w:val="009B4C97"/>
    <w:rsid w:val="009B5107"/>
    <w:rsid w:val="009B569D"/>
    <w:rsid w:val="009B5A25"/>
    <w:rsid w:val="009B5B32"/>
    <w:rsid w:val="009B5CD3"/>
    <w:rsid w:val="009B5DF5"/>
    <w:rsid w:val="009B5F70"/>
    <w:rsid w:val="009B62C6"/>
    <w:rsid w:val="009B6C3E"/>
    <w:rsid w:val="009B6C75"/>
    <w:rsid w:val="009B6C92"/>
    <w:rsid w:val="009B6D3E"/>
    <w:rsid w:val="009B6E60"/>
    <w:rsid w:val="009B6EBD"/>
    <w:rsid w:val="009B6FFE"/>
    <w:rsid w:val="009B7048"/>
    <w:rsid w:val="009B725B"/>
    <w:rsid w:val="009C00B2"/>
    <w:rsid w:val="009C0250"/>
    <w:rsid w:val="009C03C2"/>
    <w:rsid w:val="009C0A02"/>
    <w:rsid w:val="009C0BC3"/>
    <w:rsid w:val="009C0F7C"/>
    <w:rsid w:val="009C108F"/>
    <w:rsid w:val="009C10DE"/>
    <w:rsid w:val="009C12AF"/>
    <w:rsid w:val="009C14F9"/>
    <w:rsid w:val="009C163B"/>
    <w:rsid w:val="009C209B"/>
    <w:rsid w:val="009C217C"/>
    <w:rsid w:val="009C234E"/>
    <w:rsid w:val="009C2493"/>
    <w:rsid w:val="009C25DD"/>
    <w:rsid w:val="009C2640"/>
    <w:rsid w:val="009C2A1E"/>
    <w:rsid w:val="009C2DC4"/>
    <w:rsid w:val="009C2E3E"/>
    <w:rsid w:val="009C3583"/>
    <w:rsid w:val="009C37F0"/>
    <w:rsid w:val="009C3C43"/>
    <w:rsid w:val="009C3FF8"/>
    <w:rsid w:val="009C4A9A"/>
    <w:rsid w:val="009C4BD5"/>
    <w:rsid w:val="009C52F4"/>
    <w:rsid w:val="009C5556"/>
    <w:rsid w:val="009C5877"/>
    <w:rsid w:val="009C59C4"/>
    <w:rsid w:val="009C620E"/>
    <w:rsid w:val="009C654B"/>
    <w:rsid w:val="009C65F7"/>
    <w:rsid w:val="009C6A37"/>
    <w:rsid w:val="009C6C9A"/>
    <w:rsid w:val="009C6D7F"/>
    <w:rsid w:val="009C6DBF"/>
    <w:rsid w:val="009C720C"/>
    <w:rsid w:val="009C7319"/>
    <w:rsid w:val="009C768E"/>
    <w:rsid w:val="009C76CA"/>
    <w:rsid w:val="009C76CE"/>
    <w:rsid w:val="009D0026"/>
    <w:rsid w:val="009D002F"/>
    <w:rsid w:val="009D01A1"/>
    <w:rsid w:val="009D02E8"/>
    <w:rsid w:val="009D0487"/>
    <w:rsid w:val="009D04AD"/>
    <w:rsid w:val="009D1538"/>
    <w:rsid w:val="009D1CF1"/>
    <w:rsid w:val="009D249F"/>
    <w:rsid w:val="009D293A"/>
    <w:rsid w:val="009D298F"/>
    <w:rsid w:val="009D30D3"/>
    <w:rsid w:val="009D3137"/>
    <w:rsid w:val="009D33E9"/>
    <w:rsid w:val="009D3F04"/>
    <w:rsid w:val="009D4250"/>
    <w:rsid w:val="009D434E"/>
    <w:rsid w:val="009D4686"/>
    <w:rsid w:val="009D46D1"/>
    <w:rsid w:val="009D4842"/>
    <w:rsid w:val="009D49B9"/>
    <w:rsid w:val="009D4B42"/>
    <w:rsid w:val="009D569F"/>
    <w:rsid w:val="009D5750"/>
    <w:rsid w:val="009D5916"/>
    <w:rsid w:val="009D5D17"/>
    <w:rsid w:val="009D610A"/>
    <w:rsid w:val="009D65F5"/>
    <w:rsid w:val="009D6662"/>
    <w:rsid w:val="009D6949"/>
    <w:rsid w:val="009D6E5C"/>
    <w:rsid w:val="009D7280"/>
    <w:rsid w:val="009D7542"/>
    <w:rsid w:val="009D7604"/>
    <w:rsid w:val="009D7747"/>
    <w:rsid w:val="009D7F83"/>
    <w:rsid w:val="009E02B5"/>
    <w:rsid w:val="009E06FF"/>
    <w:rsid w:val="009E09EF"/>
    <w:rsid w:val="009E0FC8"/>
    <w:rsid w:val="009E10B4"/>
    <w:rsid w:val="009E1689"/>
    <w:rsid w:val="009E1D3C"/>
    <w:rsid w:val="009E209B"/>
    <w:rsid w:val="009E226A"/>
    <w:rsid w:val="009E275D"/>
    <w:rsid w:val="009E2BF3"/>
    <w:rsid w:val="009E32A9"/>
    <w:rsid w:val="009E349A"/>
    <w:rsid w:val="009E3856"/>
    <w:rsid w:val="009E44FE"/>
    <w:rsid w:val="009E4BA1"/>
    <w:rsid w:val="009E4C2F"/>
    <w:rsid w:val="009E4D2B"/>
    <w:rsid w:val="009E4E4A"/>
    <w:rsid w:val="009E53FC"/>
    <w:rsid w:val="009E5684"/>
    <w:rsid w:val="009E5AA4"/>
    <w:rsid w:val="009E5E7C"/>
    <w:rsid w:val="009E5EC3"/>
    <w:rsid w:val="009E646A"/>
    <w:rsid w:val="009E66BD"/>
    <w:rsid w:val="009E692A"/>
    <w:rsid w:val="009E6B97"/>
    <w:rsid w:val="009E6D33"/>
    <w:rsid w:val="009E6DD3"/>
    <w:rsid w:val="009E6E49"/>
    <w:rsid w:val="009E745D"/>
    <w:rsid w:val="009E76FC"/>
    <w:rsid w:val="009E7720"/>
    <w:rsid w:val="009E78C6"/>
    <w:rsid w:val="009E7BB0"/>
    <w:rsid w:val="009E7D1F"/>
    <w:rsid w:val="009F0121"/>
    <w:rsid w:val="009F08CA"/>
    <w:rsid w:val="009F0C85"/>
    <w:rsid w:val="009F1BCB"/>
    <w:rsid w:val="009F1D70"/>
    <w:rsid w:val="009F2040"/>
    <w:rsid w:val="009F2136"/>
    <w:rsid w:val="009F23B2"/>
    <w:rsid w:val="009F306C"/>
    <w:rsid w:val="009F3289"/>
    <w:rsid w:val="009F353D"/>
    <w:rsid w:val="009F3967"/>
    <w:rsid w:val="009F3E84"/>
    <w:rsid w:val="009F4493"/>
    <w:rsid w:val="009F44E1"/>
    <w:rsid w:val="009F471A"/>
    <w:rsid w:val="009F498B"/>
    <w:rsid w:val="009F4A16"/>
    <w:rsid w:val="009F4B14"/>
    <w:rsid w:val="009F4B3C"/>
    <w:rsid w:val="009F4B46"/>
    <w:rsid w:val="009F4B51"/>
    <w:rsid w:val="009F4D28"/>
    <w:rsid w:val="009F5223"/>
    <w:rsid w:val="009F5407"/>
    <w:rsid w:val="009F59CB"/>
    <w:rsid w:val="009F60AE"/>
    <w:rsid w:val="009F6A47"/>
    <w:rsid w:val="009F6A58"/>
    <w:rsid w:val="009F6D11"/>
    <w:rsid w:val="009F7219"/>
    <w:rsid w:val="009F729F"/>
    <w:rsid w:val="009F76FA"/>
    <w:rsid w:val="009F7965"/>
    <w:rsid w:val="009F79AC"/>
    <w:rsid w:val="009F79B7"/>
    <w:rsid w:val="009F7EAA"/>
    <w:rsid w:val="009F7EAE"/>
    <w:rsid w:val="00A000AD"/>
    <w:rsid w:val="00A0021E"/>
    <w:rsid w:val="00A002C3"/>
    <w:rsid w:val="00A00D3C"/>
    <w:rsid w:val="00A00DC6"/>
    <w:rsid w:val="00A01159"/>
    <w:rsid w:val="00A0188F"/>
    <w:rsid w:val="00A01A2C"/>
    <w:rsid w:val="00A01B27"/>
    <w:rsid w:val="00A01BCA"/>
    <w:rsid w:val="00A01C1A"/>
    <w:rsid w:val="00A01F1E"/>
    <w:rsid w:val="00A01F23"/>
    <w:rsid w:val="00A0239F"/>
    <w:rsid w:val="00A025B5"/>
    <w:rsid w:val="00A02E9E"/>
    <w:rsid w:val="00A03736"/>
    <w:rsid w:val="00A03A92"/>
    <w:rsid w:val="00A03C32"/>
    <w:rsid w:val="00A03D5B"/>
    <w:rsid w:val="00A04156"/>
    <w:rsid w:val="00A041FE"/>
    <w:rsid w:val="00A04628"/>
    <w:rsid w:val="00A0478C"/>
    <w:rsid w:val="00A0483C"/>
    <w:rsid w:val="00A049ED"/>
    <w:rsid w:val="00A04C9E"/>
    <w:rsid w:val="00A04E6A"/>
    <w:rsid w:val="00A04F30"/>
    <w:rsid w:val="00A04F6F"/>
    <w:rsid w:val="00A0562B"/>
    <w:rsid w:val="00A05CB9"/>
    <w:rsid w:val="00A05D05"/>
    <w:rsid w:val="00A06431"/>
    <w:rsid w:val="00A06D38"/>
    <w:rsid w:val="00A06FE7"/>
    <w:rsid w:val="00A0705D"/>
    <w:rsid w:val="00A0717E"/>
    <w:rsid w:val="00A072EC"/>
    <w:rsid w:val="00A0766C"/>
    <w:rsid w:val="00A076B4"/>
    <w:rsid w:val="00A07AF7"/>
    <w:rsid w:val="00A07B72"/>
    <w:rsid w:val="00A07C88"/>
    <w:rsid w:val="00A101D0"/>
    <w:rsid w:val="00A104BD"/>
    <w:rsid w:val="00A10CF1"/>
    <w:rsid w:val="00A10E3B"/>
    <w:rsid w:val="00A10E54"/>
    <w:rsid w:val="00A112EF"/>
    <w:rsid w:val="00A1139F"/>
    <w:rsid w:val="00A1166D"/>
    <w:rsid w:val="00A1169F"/>
    <w:rsid w:val="00A11909"/>
    <w:rsid w:val="00A119FE"/>
    <w:rsid w:val="00A11B9B"/>
    <w:rsid w:val="00A11C69"/>
    <w:rsid w:val="00A11DE9"/>
    <w:rsid w:val="00A11F3F"/>
    <w:rsid w:val="00A11FE7"/>
    <w:rsid w:val="00A122FC"/>
    <w:rsid w:val="00A1232C"/>
    <w:rsid w:val="00A128BF"/>
    <w:rsid w:val="00A12BFC"/>
    <w:rsid w:val="00A12E83"/>
    <w:rsid w:val="00A12F42"/>
    <w:rsid w:val="00A12FB8"/>
    <w:rsid w:val="00A1314D"/>
    <w:rsid w:val="00A1333E"/>
    <w:rsid w:val="00A13B31"/>
    <w:rsid w:val="00A13C06"/>
    <w:rsid w:val="00A13ED2"/>
    <w:rsid w:val="00A13FE7"/>
    <w:rsid w:val="00A1402B"/>
    <w:rsid w:val="00A1409A"/>
    <w:rsid w:val="00A141B3"/>
    <w:rsid w:val="00A141E6"/>
    <w:rsid w:val="00A1422E"/>
    <w:rsid w:val="00A14337"/>
    <w:rsid w:val="00A1447D"/>
    <w:rsid w:val="00A147D1"/>
    <w:rsid w:val="00A14A30"/>
    <w:rsid w:val="00A14D3A"/>
    <w:rsid w:val="00A14FBD"/>
    <w:rsid w:val="00A15AA9"/>
    <w:rsid w:val="00A15D42"/>
    <w:rsid w:val="00A16129"/>
    <w:rsid w:val="00A16919"/>
    <w:rsid w:val="00A16930"/>
    <w:rsid w:val="00A16FCF"/>
    <w:rsid w:val="00A1791F"/>
    <w:rsid w:val="00A17D21"/>
    <w:rsid w:val="00A2019D"/>
    <w:rsid w:val="00A2054B"/>
    <w:rsid w:val="00A2091B"/>
    <w:rsid w:val="00A20AEE"/>
    <w:rsid w:val="00A20F2E"/>
    <w:rsid w:val="00A216BC"/>
    <w:rsid w:val="00A21700"/>
    <w:rsid w:val="00A21A16"/>
    <w:rsid w:val="00A21D35"/>
    <w:rsid w:val="00A221CC"/>
    <w:rsid w:val="00A2233E"/>
    <w:rsid w:val="00A2240E"/>
    <w:rsid w:val="00A228BD"/>
    <w:rsid w:val="00A22F98"/>
    <w:rsid w:val="00A22FA0"/>
    <w:rsid w:val="00A2313C"/>
    <w:rsid w:val="00A237B5"/>
    <w:rsid w:val="00A23C9C"/>
    <w:rsid w:val="00A247FB"/>
    <w:rsid w:val="00A24DD6"/>
    <w:rsid w:val="00A24DEB"/>
    <w:rsid w:val="00A24EE2"/>
    <w:rsid w:val="00A2510A"/>
    <w:rsid w:val="00A25420"/>
    <w:rsid w:val="00A2542B"/>
    <w:rsid w:val="00A254E7"/>
    <w:rsid w:val="00A2559D"/>
    <w:rsid w:val="00A265C6"/>
    <w:rsid w:val="00A266CB"/>
    <w:rsid w:val="00A26794"/>
    <w:rsid w:val="00A26C85"/>
    <w:rsid w:val="00A2718D"/>
    <w:rsid w:val="00A27394"/>
    <w:rsid w:val="00A274FA"/>
    <w:rsid w:val="00A27677"/>
    <w:rsid w:val="00A279B8"/>
    <w:rsid w:val="00A27A48"/>
    <w:rsid w:val="00A300A0"/>
    <w:rsid w:val="00A306FA"/>
    <w:rsid w:val="00A30784"/>
    <w:rsid w:val="00A308CD"/>
    <w:rsid w:val="00A30ADC"/>
    <w:rsid w:val="00A30BCD"/>
    <w:rsid w:val="00A30C06"/>
    <w:rsid w:val="00A30C44"/>
    <w:rsid w:val="00A30D71"/>
    <w:rsid w:val="00A30EEC"/>
    <w:rsid w:val="00A3184A"/>
    <w:rsid w:val="00A319DF"/>
    <w:rsid w:val="00A31ABA"/>
    <w:rsid w:val="00A3206B"/>
    <w:rsid w:val="00A32879"/>
    <w:rsid w:val="00A328AC"/>
    <w:rsid w:val="00A32A5F"/>
    <w:rsid w:val="00A32DC5"/>
    <w:rsid w:val="00A33062"/>
    <w:rsid w:val="00A330A1"/>
    <w:rsid w:val="00A33AE5"/>
    <w:rsid w:val="00A34130"/>
    <w:rsid w:val="00A34215"/>
    <w:rsid w:val="00A3434A"/>
    <w:rsid w:val="00A346D4"/>
    <w:rsid w:val="00A34E88"/>
    <w:rsid w:val="00A353B7"/>
    <w:rsid w:val="00A353D7"/>
    <w:rsid w:val="00A356F8"/>
    <w:rsid w:val="00A3579B"/>
    <w:rsid w:val="00A3581B"/>
    <w:rsid w:val="00A358CC"/>
    <w:rsid w:val="00A35A54"/>
    <w:rsid w:val="00A35ACD"/>
    <w:rsid w:val="00A35BB7"/>
    <w:rsid w:val="00A35DDB"/>
    <w:rsid w:val="00A36042"/>
    <w:rsid w:val="00A3678B"/>
    <w:rsid w:val="00A36D58"/>
    <w:rsid w:val="00A36DFB"/>
    <w:rsid w:val="00A3729E"/>
    <w:rsid w:val="00A373B7"/>
    <w:rsid w:val="00A3756E"/>
    <w:rsid w:val="00A375DA"/>
    <w:rsid w:val="00A37783"/>
    <w:rsid w:val="00A379E9"/>
    <w:rsid w:val="00A37B2F"/>
    <w:rsid w:val="00A37C58"/>
    <w:rsid w:val="00A37CAC"/>
    <w:rsid w:val="00A4018C"/>
    <w:rsid w:val="00A40205"/>
    <w:rsid w:val="00A4023D"/>
    <w:rsid w:val="00A4028B"/>
    <w:rsid w:val="00A40AA5"/>
    <w:rsid w:val="00A40B67"/>
    <w:rsid w:val="00A40CB0"/>
    <w:rsid w:val="00A40EDB"/>
    <w:rsid w:val="00A40EE2"/>
    <w:rsid w:val="00A40F24"/>
    <w:rsid w:val="00A411DC"/>
    <w:rsid w:val="00A4173B"/>
    <w:rsid w:val="00A41798"/>
    <w:rsid w:val="00A417C7"/>
    <w:rsid w:val="00A41833"/>
    <w:rsid w:val="00A41A16"/>
    <w:rsid w:val="00A41D6C"/>
    <w:rsid w:val="00A42272"/>
    <w:rsid w:val="00A424B1"/>
    <w:rsid w:val="00A436F2"/>
    <w:rsid w:val="00A438C4"/>
    <w:rsid w:val="00A43D9B"/>
    <w:rsid w:val="00A43EB1"/>
    <w:rsid w:val="00A43EC5"/>
    <w:rsid w:val="00A44307"/>
    <w:rsid w:val="00A44487"/>
    <w:rsid w:val="00A44529"/>
    <w:rsid w:val="00A445A5"/>
    <w:rsid w:val="00A4499E"/>
    <w:rsid w:val="00A44CC9"/>
    <w:rsid w:val="00A454DB"/>
    <w:rsid w:val="00A45610"/>
    <w:rsid w:val="00A4569A"/>
    <w:rsid w:val="00A4573E"/>
    <w:rsid w:val="00A457DC"/>
    <w:rsid w:val="00A45808"/>
    <w:rsid w:val="00A4593B"/>
    <w:rsid w:val="00A45944"/>
    <w:rsid w:val="00A45A02"/>
    <w:rsid w:val="00A45C38"/>
    <w:rsid w:val="00A45FE0"/>
    <w:rsid w:val="00A46098"/>
    <w:rsid w:val="00A4609C"/>
    <w:rsid w:val="00A46E94"/>
    <w:rsid w:val="00A47129"/>
    <w:rsid w:val="00A47434"/>
    <w:rsid w:val="00A4785F"/>
    <w:rsid w:val="00A479DB"/>
    <w:rsid w:val="00A47B84"/>
    <w:rsid w:val="00A5041E"/>
    <w:rsid w:val="00A50462"/>
    <w:rsid w:val="00A504F9"/>
    <w:rsid w:val="00A50B50"/>
    <w:rsid w:val="00A50F58"/>
    <w:rsid w:val="00A51189"/>
    <w:rsid w:val="00A51630"/>
    <w:rsid w:val="00A51BE3"/>
    <w:rsid w:val="00A51CE7"/>
    <w:rsid w:val="00A51F5D"/>
    <w:rsid w:val="00A51FAF"/>
    <w:rsid w:val="00A520BE"/>
    <w:rsid w:val="00A52528"/>
    <w:rsid w:val="00A5291A"/>
    <w:rsid w:val="00A52CE3"/>
    <w:rsid w:val="00A53230"/>
    <w:rsid w:val="00A53441"/>
    <w:rsid w:val="00A536B9"/>
    <w:rsid w:val="00A53733"/>
    <w:rsid w:val="00A53888"/>
    <w:rsid w:val="00A53A7F"/>
    <w:rsid w:val="00A53E59"/>
    <w:rsid w:val="00A53EBB"/>
    <w:rsid w:val="00A5439D"/>
    <w:rsid w:val="00A54531"/>
    <w:rsid w:val="00A5479A"/>
    <w:rsid w:val="00A54907"/>
    <w:rsid w:val="00A54B3F"/>
    <w:rsid w:val="00A54BAA"/>
    <w:rsid w:val="00A54E50"/>
    <w:rsid w:val="00A54E51"/>
    <w:rsid w:val="00A54E95"/>
    <w:rsid w:val="00A54F86"/>
    <w:rsid w:val="00A54F9B"/>
    <w:rsid w:val="00A55114"/>
    <w:rsid w:val="00A55280"/>
    <w:rsid w:val="00A55ACD"/>
    <w:rsid w:val="00A55B71"/>
    <w:rsid w:val="00A55C89"/>
    <w:rsid w:val="00A55DB2"/>
    <w:rsid w:val="00A55E97"/>
    <w:rsid w:val="00A55EB6"/>
    <w:rsid w:val="00A55F1A"/>
    <w:rsid w:val="00A56315"/>
    <w:rsid w:val="00A5633B"/>
    <w:rsid w:val="00A567D6"/>
    <w:rsid w:val="00A56917"/>
    <w:rsid w:val="00A56F25"/>
    <w:rsid w:val="00A5751B"/>
    <w:rsid w:val="00A577B9"/>
    <w:rsid w:val="00A57848"/>
    <w:rsid w:val="00A57856"/>
    <w:rsid w:val="00A5B48B"/>
    <w:rsid w:val="00A600FF"/>
    <w:rsid w:val="00A60114"/>
    <w:rsid w:val="00A60313"/>
    <w:rsid w:val="00A60923"/>
    <w:rsid w:val="00A60933"/>
    <w:rsid w:val="00A60D42"/>
    <w:rsid w:val="00A60D5A"/>
    <w:rsid w:val="00A61B85"/>
    <w:rsid w:val="00A61D68"/>
    <w:rsid w:val="00A61DBB"/>
    <w:rsid w:val="00A61EE6"/>
    <w:rsid w:val="00A62028"/>
    <w:rsid w:val="00A620A1"/>
    <w:rsid w:val="00A6253B"/>
    <w:rsid w:val="00A62633"/>
    <w:rsid w:val="00A62937"/>
    <w:rsid w:val="00A63761"/>
    <w:rsid w:val="00A63916"/>
    <w:rsid w:val="00A648C3"/>
    <w:rsid w:val="00A648FB"/>
    <w:rsid w:val="00A64FD6"/>
    <w:rsid w:val="00A656B7"/>
    <w:rsid w:val="00A65725"/>
    <w:rsid w:val="00A6578B"/>
    <w:rsid w:val="00A65EA7"/>
    <w:rsid w:val="00A65FC0"/>
    <w:rsid w:val="00A66290"/>
    <w:rsid w:val="00A666BE"/>
    <w:rsid w:val="00A666D3"/>
    <w:rsid w:val="00A6699B"/>
    <w:rsid w:val="00A669CE"/>
    <w:rsid w:val="00A66EF9"/>
    <w:rsid w:val="00A67139"/>
    <w:rsid w:val="00A672C0"/>
    <w:rsid w:val="00A6735D"/>
    <w:rsid w:val="00A67622"/>
    <w:rsid w:val="00A67811"/>
    <w:rsid w:val="00A6789C"/>
    <w:rsid w:val="00A67D0C"/>
    <w:rsid w:val="00A710B3"/>
    <w:rsid w:val="00A7118D"/>
    <w:rsid w:val="00A720C9"/>
    <w:rsid w:val="00A72791"/>
    <w:rsid w:val="00A72ABE"/>
    <w:rsid w:val="00A72C74"/>
    <w:rsid w:val="00A72E1E"/>
    <w:rsid w:val="00A72EAF"/>
    <w:rsid w:val="00A72EB8"/>
    <w:rsid w:val="00A7367C"/>
    <w:rsid w:val="00A73797"/>
    <w:rsid w:val="00A73B0F"/>
    <w:rsid w:val="00A73C70"/>
    <w:rsid w:val="00A7408A"/>
    <w:rsid w:val="00A740BE"/>
    <w:rsid w:val="00A7439D"/>
    <w:rsid w:val="00A743D0"/>
    <w:rsid w:val="00A7507F"/>
    <w:rsid w:val="00A752A4"/>
    <w:rsid w:val="00A75462"/>
    <w:rsid w:val="00A75BCA"/>
    <w:rsid w:val="00A75CF9"/>
    <w:rsid w:val="00A75F1F"/>
    <w:rsid w:val="00A76434"/>
    <w:rsid w:val="00A76569"/>
    <w:rsid w:val="00A76852"/>
    <w:rsid w:val="00A76A1C"/>
    <w:rsid w:val="00A76B57"/>
    <w:rsid w:val="00A76D92"/>
    <w:rsid w:val="00A76E75"/>
    <w:rsid w:val="00A7701B"/>
    <w:rsid w:val="00A77211"/>
    <w:rsid w:val="00A773C5"/>
    <w:rsid w:val="00A774DF"/>
    <w:rsid w:val="00A77679"/>
    <w:rsid w:val="00A7796D"/>
    <w:rsid w:val="00A77AF9"/>
    <w:rsid w:val="00A77C37"/>
    <w:rsid w:val="00A77CDD"/>
    <w:rsid w:val="00A802AC"/>
    <w:rsid w:val="00A804B7"/>
    <w:rsid w:val="00A81B9B"/>
    <w:rsid w:val="00A81D5C"/>
    <w:rsid w:val="00A81E30"/>
    <w:rsid w:val="00A81E3A"/>
    <w:rsid w:val="00A825B8"/>
    <w:rsid w:val="00A828BE"/>
    <w:rsid w:val="00A82CFE"/>
    <w:rsid w:val="00A835F7"/>
    <w:rsid w:val="00A83F5D"/>
    <w:rsid w:val="00A844A4"/>
    <w:rsid w:val="00A84634"/>
    <w:rsid w:val="00A846CC"/>
    <w:rsid w:val="00A84A3F"/>
    <w:rsid w:val="00A850C6"/>
    <w:rsid w:val="00A852FE"/>
    <w:rsid w:val="00A85884"/>
    <w:rsid w:val="00A85FCF"/>
    <w:rsid w:val="00A86009"/>
    <w:rsid w:val="00A860A9"/>
    <w:rsid w:val="00A8610C"/>
    <w:rsid w:val="00A862A0"/>
    <w:rsid w:val="00A86437"/>
    <w:rsid w:val="00A868C9"/>
    <w:rsid w:val="00A86B7E"/>
    <w:rsid w:val="00A870E2"/>
    <w:rsid w:val="00A87157"/>
    <w:rsid w:val="00A87473"/>
    <w:rsid w:val="00A876B4"/>
    <w:rsid w:val="00A878CC"/>
    <w:rsid w:val="00A87EC9"/>
    <w:rsid w:val="00A90149"/>
    <w:rsid w:val="00A9029D"/>
    <w:rsid w:val="00A903BF"/>
    <w:rsid w:val="00A90545"/>
    <w:rsid w:val="00A90DBC"/>
    <w:rsid w:val="00A90DC5"/>
    <w:rsid w:val="00A9148A"/>
    <w:rsid w:val="00A914F3"/>
    <w:rsid w:val="00A91648"/>
    <w:rsid w:val="00A9171D"/>
    <w:rsid w:val="00A91880"/>
    <w:rsid w:val="00A91C7A"/>
    <w:rsid w:val="00A92174"/>
    <w:rsid w:val="00A921BE"/>
    <w:rsid w:val="00A9246D"/>
    <w:rsid w:val="00A92799"/>
    <w:rsid w:val="00A92A58"/>
    <w:rsid w:val="00A92B7A"/>
    <w:rsid w:val="00A92B81"/>
    <w:rsid w:val="00A93606"/>
    <w:rsid w:val="00A93FDE"/>
    <w:rsid w:val="00A940F4"/>
    <w:rsid w:val="00A940F9"/>
    <w:rsid w:val="00A9472D"/>
    <w:rsid w:val="00A948FD"/>
    <w:rsid w:val="00A94DFD"/>
    <w:rsid w:val="00A9502E"/>
    <w:rsid w:val="00A95297"/>
    <w:rsid w:val="00A95C7B"/>
    <w:rsid w:val="00A95C85"/>
    <w:rsid w:val="00A9606C"/>
    <w:rsid w:val="00A96304"/>
    <w:rsid w:val="00A96399"/>
    <w:rsid w:val="00A964C1"/>
    <w:rsid w:val="00A96580"/>
    <w:rsid w:val="00A966C8"/>
    <w:rsid w:val="00A96DB7"/>
    <w:rsid w:val="00A97C57"/>
    <w:rsid w:val="00AA005E"/>
    <w:rsid w:val="00AA0117"/>
    <w:rsid w:val="00AA02F6"/>
    <w:rsid w:val="00AA046E"/>
    <w:rsid w:val="00AA063D"/>
    <w:rsid w:val="00AA06C8"/>
    <w:rsid w:val="00AA06F7"/>
    <w:rsid w:val="00AA0815"/>
    <w:rsid w:val="00AA0832"/>
    <w:rsid w:val="00AA09E1"/>
    <w:rsid w:val="00AA0A9F"/>
    <w:rsid w:val="00AA0AAB"/>
    <w:rsid w:val="00AA1259"/>
    <w:rsid w:val="00AA1506"/>
    <w:rsid w:val="00AA15FA"/>
    <w:rsid w:val="00AA19E0"/>
    <w:rsid w:val="00AA1BE4"/>
    <w:rsid w:val="00AA1CCC"/>
    <w:rsid w:val="00AA1D4F"/>
    <w:rsid w:val="00AA1D61"/>
    <w:rsid w:val="00AA2462"/>
    <w:rsid w:val="00AA2571"/>
    <w:rsid w:val="00AA2DCE"/>
    <w:rsid w:val="00AA2E0B"/>
    <w:rsid w:val="00AA3042"/>
    <w:rsid w:val="00AA32BB"/>
    <w:rsid w:val="00AA3474"/>
    <w:rsid w:val="00AA365D"/>
    <w:rsid w:val="00AA372B"/>
    <w:rsid w:val="00AA3941"/>
    <w:rsid w:val="00AA3ED1"/>
    <w:rsid w:val="00AA4089"/>
    <w:rsid w:val="00AA4481"/>
    <w:rsid w:val="00AA451F"/>
    <w:rsid w:val="00AA4760"/>
    <w:rsid w:val="00AA49D7"/>
    <w:rsid w:val="00AA4A49"/>
    <w:rsid w:val="00AA4CFD"/>
    <w:rsid w:val="00AA5527"/>
    <w:rsid w:val="00AA56CC"/>
    <w:rsid w:val="00AA5D32"/>
    <w:rsid w:val="00AA5D49"/>
    <w:rsid w:val="00AA5EE0"/>
    <w:rsid w:val="00AA5FB7"/>
    <w:rsid w:val="00AA620A"/>
    <w:rsid w:val="00AA6633"/>
    <w:rsid w:val="00AA67F5"/>
    <w:rsid w:val="00AA6BC3"/>
    <w:rsid w:val="00AA755D"/>
    <w:rsid w:val="00AA7999"/>
    <w:rsid w:val="00AA7EFA"/>
    <w:rsid w:val="00AB043E"/>
    <w:rsid w:val="00AB0714"/>
    <w:rsid w:val="00AB0835"/>
    <w:rsid w:val="00AB0BDD"/>
    <w:rsid w:val="00AB0D97"/>
    <w:rsid w:val="00AB12C8"/>
    <w:rsid w:val="00AB12CC"/>
    <w:rsid w:val="00AB1501"/>
    <w:rsid w:val="00AB2014"/>
    <w:rsid w:val="00AB2177"/>
    <w:rsid w:val="00AB21B4"/>
    <w:rsid w:val="00AB21CD"/>
    <w:rsid w:val="00AB21F4"/>
    <w:rsid w:val="00AB28DB"/>
    <w:rsid w:val="00AB2E0A"/>
    <w:rsid w:val="00AB30E6"/>
    <w:rsid w:val="00AB344D"/>
    <w:rsid w:val="00AB350D"/>
    <w:rsid w:val="00AB35A2"/>
    <w:rsid w:val="00AB3628"/>
    <w:rsid w:val="00AB367C"/>
    <w:rsid w:val="00AB397C"/>
    <w:rsid w:val="00AB3BAD"/>
    <w:rsid w:val="00AB3C7C"/>
    <w:rsid w:val="00AB3E71"/>
    <w:rsid w:val="00AB40D2"/>
    <w:rsid w:val="00AB454F"/>
    <w:rsid w:val="00AB490D"/>
    <w:rsid w:val="00AB4B17"/>
    <w:rsid w:val="00AB4CB3"/>
    <w:rsid w:val="00AB4E9F"/>
    <w:rsid w:val="00AB5174"/>
    <w:rsid w:val="00AB5F55"/>
    <w:rsid w:val="00AB6685"/>
    <w:rsid w:val="00AB682F"/>
    <w:rsid w:val="00AB6850"/>
    <w:rsid w:val="00AB6F09"/>
    <w:rsid w:val="00AB7BD6"/>
    <w:rsid w:val="00AB7CC7"/>
    <w:rsid w:val="00AC06C5"/>
    <w:rsid w:val="00AC08A4"/>
    <w:rsid w:val="00AC0D66"/>
    <w:rsid w:val="00AC0E29"/>
    <w:rsid w:val="00AC0E84"/>
    <w:rsid w:val="00AC11E4"/>
    <w:rsid w:val="00AC13B4"/>
    <w:rsid w:val="00AC13FF"/>
    <w:rsid w:val="00AC15B8"/>
    <w:rsid w:val="00AC1891"/>
    <w:rsid w:val="00AC1D7C"/>
    <w:rsid w:val="00AC2509"/>
    <w:rsid w:val="00AC2C67"/>
    <w:rsid w:val="00AC306A"/>
    <w:rsid w:val="00AC345C"/>
    <w:rsid w:val="00AC36C2"/>
    <w:rsid w:val="00AC3A4A"/>
    <w:rsid w:val="00AC3D77"/>
    <w:rsid w:val="00AC414B"/>
    <w:rsid w:val="00AC41B8"/>
    <w:rsid w:val="00AC4724"/>
    <w:rsid w:val="00AC48B9"/>
    <w:rsid w:val="00AC4A95"/>
    <w:rsid w:val="00AC4D1D"/>
    <w:rsid w:val="00AC55AC"/>
    <w:rsid w:val="00AC60EE"/>
    <w:rsid w:val="00AC63C4"/>
    <w:rsid w:val="00AC667D"/>
    <w:rsid w:val="00AC67DD"/>
    <w:rsid w:val="00AC68D5"/>
    <w:rsid w:val="00AC6D5B"/>
    <w:rsid w:val="00AC706A"/>
    <w:rsid w:val="00AC70AC"/>
    <w:rsid w:val="00AC7332"/>
    <w:rsid w:val="00AC7C97"/>
    <w:rsid w:val="00AC7E8B"/>
    <w:rsid w:val="00AC7EC2"/>
    <w:rsid w:val="00AD0374"/>
    <w:rsid w:val="00AD06D7"/>
    <w:rsid w:val="00AD0720"/>
    <w:rsid w:val="00AD085C"/>
    <w:rsid w:val="00AD1391"/>
    <w:rsid w:val="00AD1401"/>
    <w:rsid w:val="00AD19D8"/>
    <w:rsid w:val="00AD20C7"/>
    <w:rsid w:val="00AD233E"/>
    <w:rsid w:val="00AD24AE"/>
    <w:rsid w:val="00AD2ADD"/>
    <w:rsid w:val="00AD2F05"/>
    <w:rsid w:val="00AD31A6"/>
    <w:rsid w:val="00AD3366"/>
    <w:rsid w:val="00AD3415"/>
    <w:rsid w:val="00AD344F"/>
    <w:rsid w:val="00AD3869"/>
    <w:rsid w:val="00AD3909"/>
    <w:rsid w:val="00AD3B82"/>
    <w:rsid w:val="00AD3CA7"/>
    <w:rsid w:val="00AD4419"/>
    <w:rsid w:val="00AD48B1"/>
    <w:rsid w:val="00AD4CA1"/>
    <w:rsid w:val="00AD4D82"/>
    <w:rsid w:val="00AD54F2"/>
    <w:rsid w:val="00AD5524"/>
    <w:rsid w:val="00AD554B"/>
    <w:rsid w:val="00AD5B7D"/>
    <w:rsid w:val="00AD5BFC"/>
    <w:rsid w:val="00AD5D38"/>
    <w:rsid w:val="00AD657D"/>
    <w:rsid w:val="00AD65CD"/>
    <w:rsid w:val="00AD661C"/>
    <w:rsid w:val="00AD6DCD"/>
    <w:rsid w:val="00AD72E0"/>
    <w:rsid w:val="00AD74A1"/>
    <w:rsid w:val="00AD7535"/>
    <w:rsid w:val="00AD768B"/>
    <w:rsid w:val="00AD76F9"/>
    <w:rsid w:val="00AD7905"/>
    <w:rsid w:val="00AE03E7"/>
    <w:rsid w:val="00AE0A75"/>
    <w:rsid w:val="00AE0B1B"/>
    <w:rsid w:val="00AE1106"/>
    <w:rsid w:val="00AE172C"/>
    <w:rsid w:val="00AE1BA7"/>
    <w:rsid w:val="00AE1DD7"/>
    <w:rsid w:val="00AE1E3F"/>
    <w:rsid w:val="00AE1FBE"/>
    <w:rsid w:val="00AE204D"/>
    <w:rsid w:val="00AE248F"/>
    <w:rsid w:val="00AE259B"/>
    <w:rsid w:val="00AE300A"/>
    <w:rsid w:val="00AE36CC"/>
    <w:rsid w:val="00AE3C7D"/>
    <w:rsid w:val="00AE3DDE"/>
    <w:rsid w:val="00AE42E3"/>
    <w:rsid w:val="00AE4550"/>
    <w:rsid w:val="00AE4D03"/>
    <w:rsid w:val="00AE583A"/>
    <w:rsid w:val="00AE5A52"/>
    <w:rsid w:val="00AE5EA6"/>
    <w:rsid w:val="00AE6A19"/>
    <w:rsid w:val="00AE70DF"/>
    <w:rsid w:val="00AE743F"/>
    <w:rsid w:val="00AE77AB"/>
    <w:rsid w:val="00AE7A83"/>
    <w:rsid w:val="00AE7B60"/>
    <w:rsid w:val="00AE7CDC"/>
    <w:rsid w:val="00AE7D03"/>
    <w:rsid w:val="00AE7E5C"/>
    <w:rsid w:val="00AE7F4E"/>
    <w:rsid w:val="00AE7F9E"/>
    <w:rsid w:val="00AF00D2"/>
    <w:rsid w:val="00AF068F"/>
    <w:rsid w:val="00AF0703"/>
    <w:rsid w:val="00AF0766"/>
    <w:rsid w:val="00AF0AB0"/>
    <w:rsid w:val="00AF0BF4"/>
    <w:rsid w:val="00AF0C40"/>
    <w:rsid w:val="00AF100F"/>
    <w:rsid w:val="00AF102A"/>
    <w:rsid w:val="00AF1092"/>
    <w:rsid w:val="00AF126E"/>
    <w:rsid w:val="00AF1368"/>
    <w:rsid w:val="00AF14D7"/>
    <w:rsid w:val="00AF19F8"/>
    <w:rsid w:val="00AF1B48"/>
    <w:rsid w:val="00AF1E9A"/>
    <w:rsid w:val="00AF1F8E"/>
    <w:rsid w:val="00AF21F9"/>
    <w:rsid w:val="00AF2422"/>
    <w:rsid w:val="00AF29D7"/>
    <w:rsid w:val="00AF2BE6"/>
    <w:rsid w:val="00AF2DBE"/>
    <w:rsid w:val="00AF2DC0"/>
    <w:rsid w:val="00AF3868"/>
    <w:rsid w:val="00AF38D4"/>
    <w:rsid w:val="00AF3A35"/>
    <w:rsid w:val="00AF3C7B"/>
    <w:rsid w:val="00AF3D7F"/>
    <w:rsid w:val="00AF41FD"/>
    <w:rsid w:val="00AF435E"/>
    <w:rsid w:val="00AF492D"/>
    <w:rsid w:val="00AF49D6"/>
    <w:rsid w:val="00AF4CCC"/>
    <w:rsid w:val="00AF4D3D"/>
    <w:rsid w:val="00AF4DD2"/>
    <w:rsid w:val="00AF4E4B"/>
    <w:rsid w:val="00AF4F44"/>
    <w:rsid w:val="00AF53F8"/>
    <w:rsid w:val="00AF5F28"/>
    <w:rsid w:val="00AF6519"/>
    <w:rsid w:val="00AF68D1"/>
    <w:rsid w:val="00AF69C1"/>
    <w:rsid w:val="00AF69C2"/>
    <w:rsid w:val="00AF69D4"/>
    <w:rsid w:val="00AF6D0A"/>
    <w:rsid w:val="00AF6FA2"/>
    <w:rsid w:val="00AF70E7"/>
    <w:rsid w:val="00AF72C1"/>
    <w:rsid w:val="00AF72D5"/>
    <w:rsid w:val="00AF7544"/>
    <w:rsid w:val="00AF75F5"/>
    <w:rsid w:val="00AF7A6A"/>
    <w:rsid w:val="00AF7B38"/>
    <w:rsid w:val="00AF7F9C"/>
    <w:rsid w:val="00AF7FE3"/>
    <w:rsid w:val="00B00183"/>
    <w:rsid w:val="00B001F2"/>
    <w:rsid w:val="00B00400"/>
    <w:rsid w:val="00B00678"/>
    <w:rsid w:val="00B00738"/>
    <w:rsid w:val="00B0084B"/>
    <w:rsid w:val="00B0094D"/>
    <w:rsid w:val="00B00981"/>
    <w:rsid w:val="00B00A74"/>
    <w:rsid w:val="00B00B25"/>
    <w:rsid w:val="00B00C61"/>
    <w:rsid w:val="00B00F94"/>
    <w:rsid w:val="00B011B2"/>
    <w:rsid w:val="00B01296"/>
    <w:rsid w:val="00B0143F"/>
    <w:rsid w:val="00B01914"/>
    <w:rsid w:val="00B0199D"/>
    <w:rsid w:val="00B01A5A"/>
    <w:rsid w:val="00B01C3A"/>
    <w:rsid w:val="00B01C5D"/>
    <w:rsid w:val="00B01F66"/>
    <w:rsid w:val="00B0200A"/>
    <w:rsid w:val="00B023F1"/>
    <w:rsid w:val="00B028F3"/>
    <w:rsid w:val="00B02B1C"/>
    <w:rsid w:val="00B02D38"/>
    <w:rsid w:val="00B02DFE"/>
    <w:rsid w:val="00B0356A"/>
    <w:rsid w:val="00B0356D"/>
    <w:rsid w:val="00B035EB"/>
    <w:rsid w:val="00B036BC"/>
    <w:rsid w:val="00B03CA7"/>
    <w:rsid w:val="00B0427A"/>
    <w:rsid w:val="00B045C4"/>
    <w:rsid w:val="00B04E6F"/>
    <w:rsid w:val="00B05577"/>
    <w:rsid w:val="00B05624"/>
    <w:rsid w:val="00B05709"/>
    <w:rsid w:val="00B059E6"/>
    <w:rsid w:val="00B059E9"/>
    <w:rsid w:val="00B05C46"/>
    <w:rsid w:val="00B05F49"/>
    <w:rsid w:val="00B06DD4"/>
    <w:rsid w:val="00B06E92"/>
    <w:rsid w:val="00B06FE4"/>
    <w:rsid w:val="00B073FD"/>
    <w:rsid w:val="00B07809"/>
    <w:rsid w:val="00B07B35"/>
    <w:rsid w:val="00B07BBB"/>
    <w:rsid w:val="00B07F5D"/>
    <w:rsid w:val="00B1012D"/>
    <w:rsid w:val="00B103C8"/>
    <w:rsid w:val="00B10C33"/>
    <w:rsid w:val="00B10D8A"/>
    <w:rsid w:val="00B1122C"/>
    <w:rsid w:val="00B114F2"/>
    <w:rsid w:val="00B115B5"/>
    <w:rsid w:val="00B119AD"/>
    <w:rsid w:val="00B11C44"/>
    <w:rsid w:val="00B11D73"/>
    <w:rsid w:val="00B11D9F"/>
    <w:rsid w:val="00B11FAB"/>
    <w:rsid w:val="00B11FD6"/>
    <w:rsid w:val="00B124E7"/>
    <w:rsid w:val="00B12907"/>
    <w:rsid w:val="00B129A8"/>
    <w:rsid w:val="00B12A8D"/>
    <w:rsid w:val="00B12B70"/>
    <w:rsid w:val="00B12FC4"/>
    <w:rsid w:val="00B12FF4"/>
    <w:rsid w:val="00B13039"/>
    <w:rsid w:val="00B130B4"/>
    <w:rsid w:val="00B13253"/>
    <w:rsid w:val="00B132B2"/>
    <w:rsid w:val="00B132F3"/>
    <w:rsid w:val="00B1355A"/>
    <w:rsid w:val="00B13656"/>
    <w:rsid w:val="00B13F4A"/>
    <w:rsid w:val="00B143C5"/>
    <w:rsid w:val="00B14A04"/>
    <w:rsid w:val="00B14A4A"/>
    <w:rsid w:val="00B1520B"/>
    <w:rsid w:val="00B15591"/>
    <w:rsid w:val="00B15B11"/>
    <w:rsid w:val="00B15C17"/>
    <w:rsid w:val="00B15CC4"/>
    <w:rsid w:val="00B15D4C"/>
    <w:rsid w:val="00B1615B"/>
    <w:rsid w:val="00B161C1"/>
    <w:rsid w:val="00B1677A"/>
    <w:rsid w:val="00B167E8"/>
    <w:rsid w:val="00B16EAB"/>
    <w:rsid w:val="00B16EF4"/>
    <w:rsid w:val="00B17151"/>
    <w:rsid w:val="00B1761A"/>
    <w:rsid w:val="00B1788E"/>
    <w:rsid w:val="00B17AF5"/>
    <w:rsid w:val="00B17C40"/>
    <w:rsid w:val="00B20144"/>
    <w:rsid w:val="00B20312"/>
    <w:rsid w:val="00B20342"/>
    <w:rsid w:val="00B20C13"/>
    <w:rsid w:val="00B20CED"/>
    <w:rsid w:val="00B20FD2"/>
    <w:rsid w:val="00B2116C"/>
    <w:rsid w:val="00B211D0"/>
    <w:rsid w:val="00B21277"/>
    <w:rsid w:val="00B2175A"/>
    <w:rsid w:val="00B2177B"/>
    <w:rsid w:val="00B21B60"/>
    <w:rsid w:val="00B21BE1"/>
    <w:rsid w:val="00B21FAB"/>
    <w:rsid w:val="00B22124"/>
    <w:rsid w:val="00B225D2"/>
    <w:rsid w:val="00B23347"/>
    <w:rsid w:val="00B23B86"/>
    <w:rsid w:val="00B23D3F"/>
    <w:rsid w:val="00B23E38"/>
    <w:rsid w:val="00B24415"/>
    <w:rsid w:val="00B244DE"/>
    <w:rsid w:val="00B244DF"/>
    <w:rsid w:val="00B244FE"/>
    <w:rsid w:val="00B24659"/>
    <w:rsid w:val="00B24AE1"/>
    <w:rsid w:val="00B25101"/>
    <w:rsid w:val="00B2518A"/>
    <w:rsid w:val="00B25561"/>
    <w:rsid w:val="00B257BD"/>
    <w:rsid w:val="00B2586E"/>
    <w:rsid w:val="00B25A3E"/>
    <w:rsid w:val="00B25AFF"/>
    <w:rsid w:val="00B25DC1"/>
    <w:rsid w:val="00B26100"/>
    <w:rsid w:val="00B26152"/>
    <w:rsid w:val="00B269D5"/>
    <w:rsid w:val="00B26A5F"/>
    <w:rsid w:val="00B26D59"/>
    <w:rsid w:val="00B2710B"/>
    <w:rsid w:val="00B27456"/>
    <w:rsid w:val="00B27532"/>
    <w:rsid w:val="00B2766B"/>
    <w:rsid w:val="00B278BA"/>
    <w:rsid w:val="00B27B12"/>
    <w:rsid w:val="00B27F69"/>
    <w:rsid w:val="00B30019"/>
    <w:rsid w:val="00B3004F"/>
    <w:rsid w:val="00B30157"/>
    <w:rsid w:val="00B30A6D"/>
    <w:rsid w:val="00B30B27"/>
    <w:rsid w:val="00B30E1E"/>
    <w:rsid w:val="00B30E38"/>
    <w:rsid w:val="00B31488"/>
    <w:rsid w:val="00B31CA3"/>
    <w:rsid w:val="00B31CE1"/>
    <w:rsid w:val="00B31F50"/>
    <w:rsid w:val="00B322C5"/>
    <w:rsid w:val="00B32471"/>
    <w:rsid w:val="00B327AF"/>
    <w:rsid w:val="00B3285E"/>
    <w:rsid w:val="00B32892"/>
    <w:rsid w:val="00B328A0"/>
    <w:rsid w:val="00B328F6"/>
    <w:rsid w:val="00B32E95"/>
    <w:rsid w:val="00B32EBB"/>
    <w:rsid w:val="00B32FC0"/>
    <w:rsid w:val="00B33355"/>
    <w:rsid w:val="00B33753"/>
    <w:rsid w:val="00B337CD"/>
    <w:rsid w:val="00B33AC5"/>
    <w:rsid w:val="00B33BA7"/>
    <w:rsid w:val="00B33EFA"/>
    <w:rsid w:val="00B34027"/>
    <w:rsid w:val="00B3428B"/>
    <w:rsid w:val="00B342C3"/>
    <w:rsid w:val="00B345E4"/>
    <w:rsid w:val="00B34623"/>
    <w:rsid w:val="00B34661"/>
    <w:rsid w:val="00B34BE0"/>
    <w:rsid w:val="00B34DAE"/>
    <w:rsid w:val="00B3553B"/>
    <w:rsid w:val="00B35599"/>
    <w:rsid w:val="00B35F0E"/>
    <w:rsid w:val="00B3637D"/>
    <w:rsid w:val="00B36542"/>
    <w:rsid w:val="00B36BCB"/>
    <w:rsid w:val="00B36DB6"/>
    <w:rsid w:val="00B3705C"/>
    <w:rsid w:val="00B373A3"/>
    <w:rsid w:val="00B373F8"/>
    <w:rsid w:val="00B3751A"/>
    <w:rsid w:val="00B376BB"/>
    <w:rsid w:val="00B37902"/>
    <w:rsid w:val="00B37B30"/>
    <w:rsid w:val="00B403C2"/>
    <w:rsid w:val="00B40946"/>
    <w:rsid w:val="00B40AA7"/>
    <w:rsid w:val="00B40BC7"/>
    <w:rsid w:val="00B40CD4"/>
    <w:rsid w:val="00B413C4"/>
    <w:rsid w:val="00B41775"/>
    <w:rsid w:val="00B41D7F"/>
    <w:rsid w:val="00B41F59"/>
    <w:rsid w:val="00B420B4"/>
    <w:rsid w:val="00B423CA"/>
    <w:rsid w:val="00B42517"/>
    <w:rsid w:val="00B42BB1"/>
    <w:rsid w:val="00B42D86"/>
    <w:rsid w:val="00B42DC6"/>
    <w:rsid w:val="00B42E32"/>
    <w:rsid w:val="00B42F97"/>
    <w:rsid w:val="00B430C0"/>
    <w:rsid w:val="00B43949"/>
    <w:rsid w:val="00B4394E"/>
    <w:rsid w:val="00B43ABF"/>
    <w:rsid w:val="00B43DA9"/>
    <w:rsid w:val="00B43EBF"/>
    <w:rsid w:val="00B43FAF"/>
    <w:rsid w:val="00B4402C"/>
    <w:rsid w:val="00B442B4"/>
    <w:rsid w:val="00B44452"/>
    <w:rsid w:val="00B444F5"/>
    <w:rsid w:val="00B448EF"/>
    <w:rsid w:val="00B44F81"/>
    <w:rsid w:val="00B452E0"/>
    <w:rsid w:val="00B45408"/>
    <w:rsid w:val="00B454E2"/>
    <w:rsid w:val="00B456A4"/>
    <w:rsid w:val="00B45741"/>
    <w:rsid w:val="00B45E11"/>
    <w:rsid w:val="00B46106"/>
    <w:rsid w:val="00B46460"/>
    <w:rsid w:val="00B464F9"/>
    <w:rsid w:val="00B46889"/>
    <w:rsid w:val="00B469A3"/>
    <w:rsid w:val="00B46B2F"/>
    <w:rsid w:val="00B46BC9"/>
    <w:rsid w:val="00B46DA0"/>
    <w:rsid w:val="00B46E36"/>
    <w:rsid w:val="00B4748C"/>
    <w:rsid w:val="00B47A2A"/>
    <w:rsid w:val="00B47A39"/>
    <w:rsid w:val="00B5011A"/>
    <w:rsid w:val="00B504B8"/>
    <w:rsid w:val="00B50814"/>
    <w:rsid w:val="00B50FBA"/>
    <w:rsid w:val="00B510AB"/>
    <w:rsid w:val="00B514C2"/>
    <w:rsid w:val="00B5154E"/>
    <w:rsid w:val="00B5161C"/>
    <w:rsid w:val="00B516A2"/>
    <w:rsid w:val="00B51702"/>
    <w:rsid w:val="00B51725"/>
    <w:rsid w:val="00B51798"/>
    <w:rsid w:val="00B51BA5"/>
    <w:rsid w:val="00B51C1F"/>
    <w:rsid w:val="00B51CD7"/>
    <w:rsid w:val="00B51FBA"/>
    <w:rsid w:val="00B52101"/>
    <w:rsid w:val="00B5232F"/>
    <w:rsid w:val="00B52435"/>
    <w:rsid w:val="00B52586"/>
    <w:rsid w:val="00B52B43"/>
    <w:rsid w:val="00B52BE6"/>
    <w:rsid w:val="00B53051"/>
    <w:rsid w:val="00B537FC"/>
    <w:rsid w:val="00B53992"/>
    <w:rsid w:val="00B539BF"/>
    <w:rsid w:val="00B540DC"/>
    <w:rsid w:val="00B541F1"/>
    <w:rsid w:val="00B544C8"/>
    <w:rsid w:val="00B54E61"/>
    <w:rsid w:val="00B55198"/>
    <w:rsid w:val="00B5526B"/>
    <w:rsid w:val="00B5553F"/>
    <w:rsid w:val="00B5583C"/>
    <w:rsid w:val="00B55BC6"/>
    <w:rsid w:val="00B55FAF"/>
    <w:rsid w:val="00B562F5"/>
    <w:rsid w:val="00B565D0"/>
    <w:rsid w:val="00B565E3"/>
    <w:rsid w:val="00B56961"/>
    <w:rsid w:val="00B56A2B"/>
    <w:rsid w:val="00B56C8C"/>
    <w:rsid w:val="00B5716E"/>
    <w:rsid w:val="00B57196"/>
    <w:rsid w:val="00B573AF"/>
    <w:rsid w:val="00B57691"/>
    <w:rsid w:val="00B57779"/>
    <w:rsid w:val="00B5789B"/>
    <w:rsid w:val="00B578BC"/>
    <w:rsid w:val="00B57A5A"/>
    <w:rsid w:val="00B57E0C"/>
    <w:rsid w:val="00B57EE1"/>
    <w:rsid w:val="00B57F7B"/>
    <w:rsid w:val="00B605D1"/>
    <w:rsid w:val="00B60626"/>
    <w:rsid w:val="00B6071F"/>
    <w:rsid w:val="00B60C50"/>
    <w:rsid w:val="00B60D6E"/>
    <w:rsid w:val="00B61505"/>
    <w:rsid w:val="00B6155B"/>
    <w:rsid w:val="00B61BC6"/>
    <w:rsid w:val="00B61C61"/>
    <w:rsid w:val="00B61CE1"/>
    <w:rsid w:val="00B61FDC"/>
    <w:rsid w:val="00B62191"/>
    <w:rsid w:val="00B6292A"/>
    <w:rsid w:val="00B62D95"/>
    <w:rsid w:val="00B631F1"/>
    <w:rsid w:val="00B6380B"/>
    <w:rsid w:val="00B6381E"/>
    <w:rsid w:val="00B63986"/>
    <w:rsid w:val="00B63CC3"/>
    <w:rsid w:val="00B64065"/>
    <w:rsid w:val="00B640EB"/>
    <w:rsid w:val="00B641E7"/>
    <w:rsid w:val="00B64271"/>
    <w:rsid w:val="00B64453"/>
    <w:rsid w:val="00B64E82"/>
    <w:rsid w:val="00B651A3"/>
    <w:rsid w:val="00B656DE"/>
    <w:rsid w:val="00B656FB"/>
    <w:rsid w:val="00B659D6"/>
    <w:rsid w:val="00B66359"/>
    <w:rsid w:val="00B666D7"/>
    <w:rsid w:val="00B668D7"/>
    <w:rsid w:val="00B66A07"/>
    <w:rsid w:val="00B66D6A"/>
    <w:rsid w:val="00B676E6"/>
    <w:rsid w:val="00B678BE"/>
    <w:rsid w:val="00B6799E"/>
    <w:rsid w:val="00B67C41"/>
    <w:rsid w:val="00B67D27"/>
    <w:rsid w:val="00B70149"/>
    <w:rsid w:val="00B702FF"/>
    <w:rsid w:val="00B703EC"/>
    <w:rsid w:val="00B7055C"/>
    <w:rsid w:val="00B70655"/>
    <w:rsid w:val="00B7074A"/>
    <w:rsid w:val="00B7075C"/>
    <w:rsid w:val="00B7080E"/>
    <w:rsid w:val="00B70A0D"/>
    <w:rsid w:val="00B70A7A"/>
    <w:rsid w:val="00B70CD2"/>
    <w:rsid w:val="00B715AC"/>
    <w:rsid w:val="00B71815"/>
    <w:rsid w:val="00B71A70"/>
    <w:rsid w:val="00B71A82"/>
    <w:rsid w:val="00B71FF2"/>
    <w:rsid w:val="00B7223F"/>
    <w:rsid w:val="00B7254F"/>
    <w:rsid w:val="00B727B2"/>
    <w:rsid w:val="00B72BF4"/>
    <w:rsid w:val="00B72DC5"/>
    <w:rsid w:val="00B72E5F"/>
    <w:rsid w:val="00B731DB"/>
    <w:rsid w:val="00B73435"/>
    <w:rsid w:val="00B73B74"/>
    <w:rsid w:val="00B73B96"/>
    <w:rsid w:val="00B742B3"/>
    <w:rsid w:val="00B749D5"/>
    <w:rsid w:val="00B74B42"/>
    <w:rsid w:val="00B74D32"/>
    <w:rsid w:val="00B74FAE"/>
    <w:rsid w:val="00B751D7"/>
    <w:rsid w:val="00B751EB"/>
    <w:rsid w:val="00B75840"/>
    <w:rsid w:val="00B75A2A"/>
    <w:rsid w:val="00B75BEA"/>
    <w:rsid w:val="00B75E1A"/>
    <w:rsid w:val="00B764E5"/>
    <w:rsid w:val="00B7686A"/>
    <w:rsid w:val="00B76D56"/>
    <w:rsid w:val="00B76D5E"/>
    <w:rsid w:val="00B76FA4"/>
    <w:rsid w:val="00B770C0"/>
    <w:rsid w:val="00B770E8"/>
    <w:rsid w:val="00B77396"/>
    <w:rsid w:val="00B77549"/>
    <w:rsid w:val="00B776DD"/>
    <w:rsid w:val="00B7782F"/>
    <w:rsid w:val="00B779C5"/>
    <w:rsid w:val="00B77BD4"/>
    <w:rsid w:val="00B77C75"/>
    <w:rsid w:val="00B77CD8"/>
    <w:rsid w:val="00B80275"/>
    <w:rsid w:val="00B8035D"/>
    <w:rsid w:val="00B80B1F"/>
    <w:rsid w:val="00B80CEF"/>
    <w:rsid w:val="00B81087"/>
    <w:rsid w:val="00B8109A"/>
    <w:rsid w:val="00B8113A"/>
    <w:rsid w:val="00B813A2"/>
    <w:rsid w:val="00B81457"/>
    <w:rsid w:val="00B8174C"/>
    <w:rsid w:val="00B81D6E"/>
    <w:rsid w:val="00B82326"/>
    <w:rsid w:val="00B8276E"/>
    <w:rsid w:val="00B828C6"/>
    <w:rsid w:val="00B828E7"/>
    <w:rsid w:val="00B82B83"/>
    <w:rsid w:val="00B82B85"/>
    <w:rsid w:val="00B82E3F"/>
    <w:rsid w:val="00B834B4"/>
    <w:rsid w:val="00B839FF"/>
    <w:rsid w:val="00B83D2E"/>
    <w:rsid w:val="00B83E9C"/>
    <w:rsid w:val="00B83ED7"/>
    <w:rsid w:val="00B83FB1"/>
    <w:rsid w:val="00B84102"/>
    <w:rsid w:val="00B844A4"/>
    <w:rsid w:val="00B84770"/>
    <w:rsid w:val="00B84840"/>
    <w:rsid w:val="00B853AE"/>
    <w:rsid w:val="00B85453"/>
    <w:rsid w:val="00B85E1F"/>
    <w:rsid w:val="00B860B4"/>
    <w:rsid w:val="00B86815"/>
    <w:rsid w:val="00B86A1A"/>
    <w:rsid w:val="00B86B7E"/>
    <w:rsid w:val="00B86B7F"/>
    <w:rsid w:val="00B86E3C"/>
    <w:rsid w:val="00B87422"/>
    <w:rsid w:val="00B879D9"/>
    <w:rsid w:val="00B87B17"/>
    <w:rsid w:val="00B87B1D"/>
    <w:rsid w:val="00B87BE9"/>
    <w:rsid w:val="00B87F25"/>
    <w:rsid w:val="00B90251"/>
    <w:rsid w:val="00B908DE"/>
    <w:rsid w:val="00B908EF"/>
    <w:rsid w:val="00B90BC1"/>
    <w:rsid w:val="00B90C94"/>
    <w:rsid w:val="00B90DCA"/>
    <w:rsid w:val="00B90F8F"/>
    <w:rsid w:val="00B91297"/>
    <w:rsid w:val="00B91788"/>
    <w:rsid w:val="00B92269"/>
    <w:rsid w:val="00B92528"/>
    <w:rsid w:val="00B926CA"/>
    <w:rsid w:val="00B92F60"/>
    <w:rsid w:val="00B9317E"/>
    <w:rsid w:val="00B931CE"/>
    <w:rsid w:val="00B93335"/>
    <w:rsid w:val="00B933FC"/>
    <w:rsid w:val="00B93663"/>
    <w:rsid w:val="00B93FA3"/>
    <w:rsid w:val="00B945F3"/>
    <w:rsid w:val="00B948C9"/>
    <w:rsid w:val="00B94D96"/>
    <w:rsid w:val="00B95150"/>
    <w:rsid w:val="00B951EC"/>
    <w:rsid w:val="00B953B3"/>
    <w:rsid w:val="00B95B07"/>
    <w:rsid w:val="00B9621B"/>
    <w:rsid w:val="00B962B0"/>
    <w:rsid w:val="00B9631A"/>
    <w:rsid w:val="00B968E3"/>
    <w:rsid w:val="00B9718E"/>
    <w:rsid w:val="00B97278"/>
    <w:rsid w:val="00B97300"/>
    <w:rsid w:val="00B975E0"/>
    <w:rsid w:val="00B97998"/>
    <w:rsid w:val="00B979AD"/>
    <w:rsid w:val="00B97A83"/>
    <w:rsid w:val="00BA0522"/>
    <w:rsid w:val="00BA05C1"/>
    <w:rsid w:val="00BA0CEE"/>
    <w:rsid w:val="00BA0D5C"/>
    <w:rsid w:val="00BA0DFE"/>
    <w:rsid w:val="00BA1471"/>
    <w:rsid w:val="00BA15C4"/>
    <w:rsid w:val="00BA168D"/>
    <w:rsid w:val="00BA1945"/>
    <w:rsid w:val="00BA1A51"/>
    <w:rsid w:val="00BA1D58"/>
    <w:rsid w:val="00BA1F8E"/>
    <w:rsid w:val="00BA2278"/>
    <w:rsid w:val="00BA2FF8"/>
    <w:rsid w:val="00BA3413"/>
    <w:rsid w:val="00BA3A53"/>
    <w:rsid w:val="00BA3B22"/>
    <w:rsid w:val="00BA3BA8"/>
    <w:rsid w:val="00BA3E5F"/>
    <w:rsid w:val="00BA40B8"/>
    <w:rsid w:val="00BA420E"/>
    <w:rsid w:val="00BA449B"/>
    <w:rsid w:val="00BA45A5"/>
    <w:rsid w:val="00BA4C56"/>
    <w:rsid w:val="00BA4CBA"/>
    <w:rsid w:val="00BA4FF3"/>
    <w:rsid w:val="00BA5252"/>
    <w:rsid w:val="00BA529D"/>
    <w:rsid w:val="00BA5A07"/>
    <w:rsid w:val="00BA5EA1"/>
    <w:rsid w:val="00BA6A67"/>
    <w:rsid w:val="00BA6D3B"/>
    <w:rsid w:val="00BA7268"/>
    <w:rsid w:val="00BA73C9"/>
    <w:rsid w:val="00BA75ED"/>
    <w:rsid w:val="00BA76F3"/>
    <w:rsid w:val="00BA7722"/>
    <w:rsid w:val="00BA7AB8"/>
    <w:rsid w:val="00BA7E19"/>
    <w:rsid w:val="00BA7FED"/>
    <w:rsid w:val="00BB0AD9"/>
    <w:rsid w:val="00BB0E2D"/>
    <w:rsid w:val="00BB0FAF"/>
    <w:rsid w:val="00BB1137"/>
    <w:rsid w:val="00BB14B3"/>
    <w:rsid w:val="00BB175A"/>
    <w:rsid w:val="00BB18C2"/>
    <w:rsid w:val="00BB18FF"/>
    <w:rsid w:val="00BB19DB"/>
    <w:rsid w:val="00BB1C93"/>
    <w:rsid w:val="00BB243F"/>
    <w:rsid w:val="00BB2E4E"/>
    <w:rsid w:val="00BB3533"/>
    <w:rsid w:val="00BB38DF"/>
    <w:rsid w:val="00BB39B3"/>
    <w:rsid w:val="00BB3D1E"/>
    <w:rsid w:val="00BB4042"/>
    <w:rsid w:val="00BB412B"/>
    <w:rsid w:val="00BB4171"/>
    <w:rsid w:val="00BB4410"/>
    <w:rsid w:val="00BB474E"/>
    <w:rsid w:val="00BB50A7"/>
    <w:rsid w:val="00BB513D"/>
    <w:rsid w:val="00BB588A"/>
    <w:rsid w:val="00BB5EE3"/>
    <w:rsid w:val="00BB5F5B"/>
    <w:rsid w:val="00BB621B"/>
    <w:rsid w:val="00BB6485"/>
    <w:rsid w:val="00BB6507"/>
    <w:rsid w:val="00BB6571"/>
    <w:rsid w:val="00BB6627"/>
    <w:rsid w:val="00BB6698"/>
    <w:rsid w:val="00BB6729"/>
    <w:rsid w:val="00BB6A5A"/>
    <w:rsid w:val="00BB6C0D"/>
    <w:rsid w:val="00BB6EB4"/>
    <w:rsid w:val="00BB70BD"/>
    <w:rsid w:val="00BB72FB"/>
    <w:rsid w:val="00BB737F"/>
    <w:rsid w:val="00BB7635"/>
    <w:rsid w:val="00BB7666"/>
    <w:rsid w:val="00BB7C13"/>
    <w:rsid w:val="00BB7DB0"/>
    <w:rsid w:val="00BC049B"/>
    <w:rsid w:val="00BC085E"/>
    <w:rsid w:val="00BC0D06"/>
    <w:rsid w:val="00BC0E68"/>
    <w:rsid w:val="00BC0FD6"/>
    <w:rsid w:val="00BC1736"/>
    <w:rsid w:val="00BC1D5A"/>
    <w:rsid w:val="00BC2C2C"/>
    <w:rsid w:val="00BC35DC"/>
    <w:rsid w:val="00BC3619"/>
    <w:rsid w:val="00BC366D"/>
    <w:rsid w:val="00BC3AA5"/>
    <w:rsid w:val="00BC3AC7"/>
    <w:rsid w:val="00BC3CED"/>
    <w:rsid w:val="00BC4662"/>
    <w:rsid w:val="00BC4AB5"/>
    <w:rsid w:val="00BC4B1A"/>
    <w:rsid w:val="00BC4DD7"/>
    <w:rsid w:val="00BC51AC"/>
    <w:rsid w:val="00BC6535"/>
    <w:rsid w:val="00BC65CE"/>
    <w:rsid w:val="00BC6CF8"/>
    <w:rsid w:val="00BC6E6F"/>
    <w:rsid w:val="00BC6FF2"/>
    <w:rsid w:val="00BC7440"/>
    <w:rsid w:val="00BC7567"/>
    <w:rsid w:val="00BC7781"/>
    <w:rsid w:val="00BC77F3"/>
    <w:rsid w:val="00BC78C6"/>
    <w:rsid w:val="00BD02D6"/>
    <w:rsid w:val="00BD034F"/>
    <w:rsid w:val="00BD03B4"/>
    <w:rsid w:val="00BD042D"/>
    <w:rsid w:val="00BD054B"/>
    <w:rsid w:val="00BD07A3"/>
    <w:rsid w:val="00BD0AC7"/>
    <w:rsid w:val="00BD0E22"/>
    <w:rsid w:val="00BD0EEB"/>
    <w:rsid w:val="00BD0F8C"/>
    <w:rsid w:val="00BD12BB"/>
    <w:rsid w:val="00BD1535"/>
    <w:rsid w:val="00BD153F"/>
    <w:rsid w:val="00BD180A"/>
    <w:rsid w:val="00BD1D67"/>
    <w:rsid w:val="00BD2181"/>
    <w:rsid w:val="00BD2868"/>
    <w:rsid w:val="00BD2A8F"/>
    <w:rsid w:val="00BD2C39"/>
    <w:rsid w:val="00BD2DFA"/>
    <w:rsid w:val="00BD2EAB"/>
    <w:rsid w:val="00BD319B"/>
    <w:rsid w:val="00BD326B"/>
    <w:rsid w:val="00BD349D"/>
    <w:rsid w:val="00BD34BB"/>
    <w:rsid w:val="00BD37C1"/>
    <w:rsid w:val="00BD3AB5"/>
    <w:rsid w:val="00BD446B"/>
    <w:rsid w:val="00BD4579"/>
    <w:rsid w:val="00BD45F9"/>
    <w:rsid w:val="00BD4610"/>
    <w:rsid w:val="00BD471D"/>
    <w:rsid w:val="00BD4A51"/>
    <w:rsid w:val="00BD4A76"/>
    <w:rsid w:val="00BD4B63"/>
    <w:rsid w:val="00BD5038"/>
    <w:rsid w:val="00BD514E"/>
    <w:rsid w:val="00BD52D6"/>
    <w:rsid w:val="00BD56AA"/>
    <w:rsid w:val="00BD578F"/>
    <w:rsid w:val="00BD5CFB"/>
    <w:rsid w:val="00BD5D3B"/>
    <w:rsid w:val="00BD614C"/>
    <w:rsid w:val="00BD660C"/>
    <w:rsid w:val="00BD67DE"/>
    <w:rsid w:val="00BD6A29"/>
    <w:rsid w:val="00BD7041"/>
    <w:rsid w:val="00BD7526"/>
    <w:rsid w:val="00BD7964"/>
    <w:rsid w:val="00BD7BE2"/>
    <w:rsid w:val="00BE009B"/>
    <w:rsid w:val="00BE01B9"/>
    <w:rsid w:val="00BE02B7"/>
    <w:rsid w:val="00BE07F6"/>
    <w:rsid w:val="00BE0963"/>
    <w:rsid w:val="00BE0980"/>
    <w:rsid w:val="00BE0A26"/>
    <w:rsid w:val="00BE0CB4"/>
    <w:rsid w:val="00BE0EE0"/>
    <w:rsid w:val="00BE113F"/>
    <w:rsid w:val="00BE11F4"/>
    <w:rsid w:val="00BE1787"/>
    <w:rsid w:val="00BE1BD6"/>
    <w:rsid w:val="00BE1C02"/>
    <w:rsid w:val="00BE1D26"/>
    <w:rsid w:val="00BE22CF"/>
    <w:rsid w:val="00BE269D"/>
    <w:rsid w:val="00BE2BDA"/>
    <w:rsid w:val="00BE3140"/>
    <w:rsid w:val="00BE34AE"/>
    <w:rsid w:val="00BE359F"/>
    <w:rsid w:val="00BE3733"/>
    <w:rsid w:val="00BE3902"/>
    <w:rsid w:val="00BE3B1B"/>
    <w:rsid w:val="00BE3B98"/>
    <w:rsid w:val="00BE3EE5"/>
    <w:rsid w:val="00BE4B72"/>
    <w:rsid w:val="00BE4CC3"/>
    <w:rsid w:val="00BE4F9A"/>
    <w:rsid w:val="00BE500A"/>
    <w:rsid w:val="00BE5085"/>
    <w:rsid w:val="00BE525A"/>
    <w:rsid w:val="00BE5763"/>
    <w:rsid w:val="00BE5ACA"/>
    <w:rsid w:val="00BE6021"/>
    <w:rsid w:val="00BE658F"/>
    <w:rsid w:val="00BE67D5"/>
    <w:rsid w:val="00BE6FC9"/>
    <w:rsid w:val="00BE706E"/>
    <w:rsid w:val="00BE7186"/>
    <w:rsid w:val="00BE74ED"/>
    <w:rsid w:val="00BE78AE"/>
    <w:rsid w:val="00BE7C1E"/>
    <w:rsid w:val="00BE7D8F"/>
    <w:rsid w:val="00BE7F4E"/>
    <w:rsid w:val="00BF00A4"/>
    <w:rsid w:val="00BF0253"/>
    <w:rsid w:val="00BF040F"/>
    <w:rsid w:val="00BF0438"/>
    <w:rsid w:val="00BF07AF"/>
    <w:rsid w:val="00BF0C6D"/>
    <w:rsid w:val="00BF0DFD"/>
    <w:rsid w:val="00BF1014"/>
    <w:rsid w:val="00BF1172"/>
    <w:rsid w:val="00BF1380"/>
    <w:rsid w:val="00BF1611"/>
    <w:rsid w:val="00BF1680"/>
    <w:rsid w:val="00BF19C2"/>
    <w:rsid w:val="00BF28F0"/>
    <w:rsid w:val="00BF2914"/>
    <w:rsid w:val="00BF2FCE"/>
    <w:rsid w:val="00BF3886"/>
    <w:rsid w:val="00BF448D"/>
    <w:rsid w:val="00BF44E2"/>
    <w:rsid w:val="00BF48A3"/>
    <w:rsid w:val="00BF4C6A"/>
    <w:rsid w:val="00BF50B8"/>
    <w:rsid w:val="00BF55B5"/>
    <w:rsid w:val="00BF55F8"/>
    <w:rsid w:val="00BF595B"/>
    <w:rsid w:val="00BF5ECF"/>
    <w:rsid w:val="00BF6929"/>
    <w:rsid w:val="00BF6C4F"/>
    <w:rsid w:val="00BF6DB9"/>
    <w:rsid w:val="00BF6E25"/>
    <w:rsid w:val="00BF7341"/>
    <w:rsid w:val="00BF7597"/>
    <w:rsid w:val="00BF7A7B"/>
    <w:rsid w:val="00BF7ABA"/>
    <w:rsid w:val="00BF7C61"/>
    <w:rsid w:val="00C0015C"/>
    <w:rsid w:val="00C002AA"/>
    <w:rsid w:val="00C004D3"/>
    <w:rsid w:val="00C005AE"/>
    <w:rsid w:val="00C00688"/>
    <w:rsid w:val="00C00E09"/>
    <w:rsid w:val="00C00EF5"/>
    <w:rsid w:val="00C011FB"/>
    <w:rsid w:val="00C014FF"/>
    <w:rsid w:val="00C01584"/>
    <w:rsid w:val="00C02221"/>
    <w:rsid w:val="00C027C5"/>
    <w:rsid w:val="00C032B6"/>
    <w:rsid w:val="00C033D5"/>
    <w:rsid w:val="00C033E1"/>
    <w:rsid w:val="00C03BA7"/>
    <w:rsid w:val="00C03FB8"/>
    <w:rsid w:val="00C04209"/>
    <w:rsid w:val="00C04712"/>
    <w:rsid w:val="00C04841"/>
    <w:rsid w:val="00C04A0C"/>
    <w:rsid w:val="00C04C9C"/>
    <w:rsid w:val="00C0525D"/>
    <w:rsid w:val="00C0539A"/>
    <w:rsid w:val="00C05A3D"/>
    <w:rsid w:val="00C05AD2"/>
    <w:rsid w:val="00C05B29"/>
    <w:rsid w:val="00C06088"/>
    <w:rsid w:val="00C061BC"/>
    <w:rsid w:val="00C0623D"/>
    <w:rsid w:val="00C0697A"/>
    <w:rsid w:val="00C06ABF"/>
    <w:rsid w:val="00C06D84"/>
    <w:rsid w:val="00C06E96"/>
    <w:rsid w:val="00C071DF"/>
    <w:rsid w:val="00C07E15"/>
    <w:rsid w:val="00C07EE1"/>
    <w:rsid w:val="00C1010E"/>
    <w:rsid w:val="00C1016A"/>
    <w:rsid w:val="00C10256"/>
    <w:rsid w:val="00C10272"/>
    <w:rsid w:val="00C103E9"/>
    <w:rsid w:val="00C10575"/>
    <w:rsid w:val="00C10629"/>
    <w:rsid w:val="00C109A2"/>
    <w:rsid w:val="00C10AB2"/>
    <w:rsid w:val="00C10B23"/>
    <w:rsid w:val="00C1133E"/>
    <w:rsid w:val="00C11489"/>
    <w:rsid w:val="00C11586"/>
    <w:rsid w:val="00C1251D"/>
    <w:rsid w:val="00C12655"/>
    <w:rsid w:val="00C129ED"/>
    <w:rsid w:val="00C12BB6"/>
    <w:rsid w:val="00C130B2"/>
    <w:rsid w:val="00C1366A"/>
    <w:rsid w:val="00C1375A"/>
    <w:rsid w:val="00C13A98"/>
    <w:rsid w:val="00C13C9C"/>
    <w:rsid w:val="00C143B7"/>
    <w:rsid w:val="00C1467A"/>
    <w:rsid w:val="00C14F68"/>
    <w:rsid w:val="00C14FD1"/>
    <w:rsid w:val="00C15D0D"/>
    <w:rsid w:val="00C15D43"/>
    <w:rsid w:val="00C16038"/>
    <w:rsid w:val="00C163FE"/>
    <w:rsid w:val="00C16586"/>
    <w:rsid w:val="00C16C87"/>
    <w:rsid w:val="00C1798D"/>
    <w:rsid w:val="00C17B1F"/>
    <w:rsid w:val="00C17C63"/>
    <w:rsid w:val="00C20113"/>
    <w:rsid w:val="00C2044A"/>
    <w:rsid w:val="00C20AB8"/>
    <w:rsid w:val="00C20C32"/>
    <w:rsid w:val="00C20DE0"/>
    <w:rsid w:val="00C21359"/>
    <w:rsid w:val="00C2135C"/>
    <w:rsid w:val="00C2136D"/>
    <w:rsid w:val="00C213EE"/>
    <w:rsid w:val="00C214D8"/>
    <w:rsid w:val="00C214EF"/>
    <w:rsid w:val="00C2150A"/>
    <w:rsid w:val="00C21672"/>
    <w:rsid w:val="00C2167A"/>
    <w:rsid w:val="00C21D30"/>
    <w:rsid w:val="00C21E3F"/>
    <w:rsid w:val="00C21FCE"/>
    <w:rsid w:val="00C22232"/>
    <w:rsid w:val="00C22790"/>
    <w:rsid w:val="00C227E0"/>
    <w:rsid w:val="00C227F0"/>
    <w:rsid w:val="00C22836"/>
    <w:rsid w:val="00C23310"/>
    <w:rsid w:val="00C23436"/>
    <w:rsid w:val="00C23E60"/>
    <w:rsid w:val="00C23E61"/>
    <w:rsid w:val="00C2414A"/>
    <w:rsid w:val="00C24276"/>
    <w:rsid w:val="00C245B2"/>
    <w:rsid w:val="00C24806"/>
    <w:rsid w:val="00C2486E"/>
    <w:rsid w:val="00C24905"/>
    <w:rsid w:val="00C24C0E"/>
    <w:rsid w:val="00C253CD"/>
    <w:rsid w:val="00C25CF0"/>
    <w:rsid w:val="00C2647C"/>
    <w:rsid w:val="00C26540"/>
    <w:rsid w:val="00C26B15"/>
    <w:rsid w:val="00C272E3"/>
    <w:rsid w:val="00C2753A"/>
    <w:rsid w:val="00C278F8"/>
    <w:rsid w:val="00C2791F"/>
    <w:rsid w:val="00C279D5"/>
    <w:rsid w:val="00C27C13"/>
    <w:rsid w:val="00C27C15"/>
    <w:rsid w:val="00C27D35"/>
    <w:rsid w:val="00C30053"/>
    <w:rsid w:val="00C30417"/>
    <w:rsid w:val="00C3045F"/>
    <w:rsid w:val="00C30979"/>
    <w:rsid w:val="00C30B3E"/>
    <w:rsid w:val="00C30BB2"/>
    <w:rsid w:val="00C31521"/>
    <w:rsid w:val="00C31560"/>
    <w:rsid w:val="00C3182B"/>
    <w:rsid w:val="00C31965"/>
    <w:rsid w:val="00C31A9A"/>
    <w:rsid w:val="00C31E9E"/>
    <w:rsid w:val="00C32374"/>
    <w:rsid w:val="00C323AC"/>
    <w:rsid w:val="00C32425"/>
    <w:rsid w:val="00C32857"/>
    <w:rsid w:val="00C32AF6"/>
    <w:rsid w:val="00C32BD4"/>
    <w:rsid w:val="00C32E40"/>
    <w:rsid w:val="00C331E3"/>
    <w:rsid w:val="00C337F4"/>
    <w:rsid w:val="00C33C30"/>
    <w:rsid w:val="00C33D0A"/>
    <w:rsid w:val="00C33F8C"/>
    <w:rsid w:val="00C3421B"/>
    <w:rsid w:val="00C344DD"/>
    <w:rsid w:val="00C34B4B"/>
    <w:rsid w:val="00C34C9D"/>
    <w:rsid w:val="00C34CE9"/>
    <w:rsid w:val="00C34E29"/>
    <w:rsid w:val="00C34E4D"/>
    <w:rsid w:val="00C34F16"/>
    <w:rsid w:val="00C351C1"/>
    <w:rsid w:val="00C355ED"/>
    <w:rsid w:val="00C35973"/>
    <w:rsid w:val="00C35F77"/>
    <w:rsid w:val="00C361AE"/>
    <w:rsid w:val="00C36981"/>
    <w:rsid w:val="00C36A2A"/>
    <w:rsid w:val="00C36E6A"/>
    <w:rsid w:val="00C37002"/>
    <w:rsid w:val="00C3712B"/>
    <w:rsid w:val="00C3779D"/>
    <w:rsid w:val="00C37BF1"/>
    <w:rsid w:val="00C37C02"/>
    <w:rsid w:val="00C37E1B"/>
    <w:rsid w:val="00C40453"/>
    <w:rsid w:val="00C4096A"/>
    <w:rsid w:val="00C40C58"/>
    <w:rsid w:val="00C41354"/>
    <w:rsid w:val="00C413A4"/>
    <w:rsid w:val="00C4151B"/>
    <w:rsid w:val="00C41715"/>
    <w:rsid w:val="00C421D8"/>
    <w:rsid w:val="00C422BA"/>
    <w:rsid w:val="00C4234B"/>
    <w:rsid w:val="00C423D7"/>
    <w:rsid w:val="00C42CD4"/>
    <w:rsid w:val="00C42E09"/>
    <w:rsid w:val="00C42E93"/>
    <w:rsid w:val="00C4328B"/>
    <w:rsid w:val="00C43467"/>
    <w:rsid w:val="00C441B0"/>
    <w:rsid w:val="00C44353"/>
    <w:rsid w:val="00C44992"/>
    <w:rsid w:val="00C44C9B"/>
    <w:rsid w:val="00C44C9D"/>
    <w:rsid w:val="00C45199"/>
    <w:rsid w:val="00C45250"/>
    <w:rsid w:val="00C45257"/>
    <w:rsid w:val="00C456FD"/>
    <w:rsid w:val="00C45741"/>
    <w:rsid w:val="00C459D2"/>
    <w:rsid w:val="00C45B94"/>
    <w:rsid w:val="00C45F82"/>
    <w:rsid w:val="00C46106"/>
    <w:rsid w:val="00C46205"/>
    <w:rsid w:val="00C462E6"/>
    <w:rsid w:val="00C46BDC"/>
    <w:rsid w:val="00C46FAC"/>
    <w:rsid w:val="00C470FE"/>
    <w:rsid w:val="00C4722F"/>
    <w:rsid w:val="00C47368"/>
    <w:rsid w:val="00C4755E"/>
    <w:rsid w:val="00C47C2E"/>
    <w:rsid w:val="00C50429"/>
    <w:rsid w:val="00C506A8"/>
    <w:rsid w:val="00C50846"/>
    <w:rsid w:val="00C5092D"/>
    <w:rsid w:val="00C50CF1"/>
    <w:rsid w:val="00C50F61"/>
    <w:rsid w:val="00C5111A"/>
    <w:rsid w:val="00C512F6"/>
    <w:rsid w:val="00C5154E"/>
    <w:rsid w:val="00C51B62"/>
    <w:rsid w:val="00C51E31"/>
    <w:rsid w:val="00C51EF3"/>
    <w:rsid w:val="00C51F62"/>
    <w:rsid w:val="00C52201"/>
    <w:rsid w:val="00C523CA"/>
    <w:rsid w:val="00C524A5"/>
    <w:rsid w:val="00C525BB"/>
    <w:rsid w:val="00C52782"/>
    <w:rsid w:val="00C52A51"/>
    <w:rsid w:val="00C52CC8"/>
    <w:rsid w:val="00C52D1C"/>
    <w:rsid w:val="00C52D1F"/>
    <w:rsid w:val="00C536FF"/>
    <w:rsid w:val="00C5381B"/>
    <w:rsid w:val="00C53E5E"/>
    <w:rsid w:val="00C53E72"/>
    <w:rsid w:val="00C543FB"/>
    <w:rsid w:val="00C546D8"/>
    <w:rsid w:val="00C54824"/>
    <w:rsid w:val="00C548C4"/>
    <w:rsid w:val="00C54A57"/>
    <w:rsid w:val="00C54BDC"/>
    <w:rsid w:val="00C54FB7"/>
    <w:rsid w:val="00C55231"/>
    <w:rsid w:val="00C552B7"/>
    <w:rsid w:val="00C55398"/>
    <w:rsid w:val="00C558AC"/>
    <w:rsid w:val="00C55C36"/>
    <w:rsid w:val="00C55F5A"/>
    <w:rsid w:val="00C565F3"/>
    <w:rsid w:val="00C56787"/>
    <w:rsid w:val="00C5696F"/>
    <w:rsid w:val="00C5698F"/>
    <w:rsid w:val="00C56B8B"/>
    <w:rsid w:val="00C56E7A"/>
    <w:rsid w:val="00C57316"/>
    <w:rsid w:val="00C573E1"/>
    <w:rsid w:val="00C57CF3"/>
    <w:rsid w:val="00C57D95"/>
    <w:rsid w:val="00C60318"/>
    <w:rsid w:val="00C609B5"/>
    <w:rsid w:val="00C60A45"/>
    <w:rsid w:val="00C60D9A"/>
    <w:rsid w:val="00C61498"/>
    <w:rsid w:val="00C61ED2"/>
    <w:rsid w:val="00C62581"/>
    <w:rsid w:val="00C626BB"/>
    <w:rsid w:val="00C626D7"/>
    <w:rsid w:val="00C62793"/>
    <w:rsid w:val="00C63193"/>
    <w:rsid w:val="00C636AA"/>
    <w:rsid w:val="00C63731"/>
    <w:rsid w:val="00C6377E"/>
    <w:rsid w:val="00C63C81"/>
    <w:rsid w:val="00C63DB4"/>
    <w:rsid w:val="00C64446"/>
    <w:rsid w:val="00C64938"/>
    <w:rsid w:val="00C64D23"/>
    <w:rsid w:val="00C64E1B"/>
    <w:rsid w:val="00C65061"/>
    <w:rsid w:val="00C650EE"/>
    <w:rsid w:val="00C65323"/>
    <w:rsid w:val="00C655F2"/>
    <w:rsid w:val="00C65E05"/>
    <w:rsid w:val="00C66290"/>
    <w:rsid w:val="00C66338"/>
    <w:rsid w:val="00C66416"/>
    <w:rsid w:val="00C667B6"/>
    <w:rsid w:val="00C66FD0"/>
    <w:rsid w:val="00C670D2"/>
    <w:rsid w:val="00C6737E"/>
    <w:rsid w:val="00C673A5"/>
    <w:rsid w:val="00C6794B"/>
    <w:rsid w:val="00C679EB"/>
    <w:rsid w:val="00C67CC1"/>
    <w:rsid w:val="00C70788"/>
    <w:rsid w:val="00C715D3"/>
    <w:rsid w:val="00C7176A"/>
    <w:rsid w:val="00C71988"/>
    <w:rsid w:val="00C72231"/>
    <w:rsid w:val="00C7261F"/>
    <w:rsid w:val="00C72668"/>
    <w:rsid w:val="00C72A63"/>
    <w:rsid w:val="00C72B0B"/>
    <w:rsid w:val="00C72E4A"/>
    <w:rsid w:val="00C7308F"/>
    <w:rsid w:val="00C73335"/>
    <w:rsid w:val="00C734BD"/>
    <w:rsid w:val="00C735BB"/>
    <w:rsid w:val="00C73639"/>
    <w:rsid w:val="00C73882"/>
    <w:rsid w:val="00C74119"/>
    <w:rsid w:val="00C7417B"/>
    <w:rsid w:val="00C74359"/>
    <w:rsid w:val="00C74609"/>
    <w:rsid w:val="00C74796"/>
    <w:rsid w:val="00C7494C"/>
    <w:rsid w:val="00C749A6"/>
    <w:rsid w:val="00C74B87"/>
    <w:rsid w:val="00C75A15"/>
    <w:rsid w:val="00C75BE5"/>
    <w:rsid w:val="00C7663A"/>
    <w:rsid w:val="00C76FB6"/>
    <w:rsid w:val="00C77466"/>
    <w:rsid w:val="00C774E5"/>
    <w:rsid w:val="00C778B5"/>
    <w:rsid w:val="00C77B60"/>
    <w:rsid w:val="00C77C58"/>
    <w:rsid w:val="00C77EBB"/>
    <w:rsid w:val="00C80153"/>
    <w:rsid w:val="00C80183"/>
    <w:rsid w:val="00C80EEF"/>
    <w:rsid w:val="00C81083"/>
    <w:rsid w:val="00C811BC"/>
    <w:rsid w:val="00C811FE"/>
    <w:rsid w:val="00C817A5"/>
    <w:rsid w:val="00C81843"/>
    <w:rsid w:val="00C81AA5"/>
    <w:rsid w:val="00C81F9C"/>
    <w:rsid w:val="00C827A0"/>
    <w:rsid w:val="00C8296F"/>
    <w:rsid w:val="00C82D5D"/>
    <w:rsid w:val="00C82F7D"/>
    <w:rsid w:val="00C83704"/>
    <w:rsid w:val="00C83F48"/>
    <w:rsid w:val="00C843D9"/>
    <w:rsid w:val="00C84439"/>
    <w:rsid w:val="00C84778"/>
    <w:rsid w:val="00C848DA"/>
    <w:rsid w:val="00C84EA8"/>
    <w:rsid w:val="00C84EEC"/>
    <w:rsid w:val="00C85099"/>
    <w:rsid w:val="00C85729"/>
    <w:rsid w:val="00C85864"/>
    <w:rsid w:val="00C85F9D"/>
    <w:rsid w:val="00C861B1"/>
    <w:rsid w:val="00C865E6"/>
    <w:rsid w:val="00C86744"/>
    <w:rsid w:val="00C868A5"/>
    <w:rsid w:val="00C86BEE"/>
    <w:rsid w:val="00C86C15"/>
    <w:rsid w:val="00C87194"/>
    <w:rsid w:val="00C87321"/>
    <w:rsid w:val="00C873AA"/>
    <w:rsid w:val="00C87B1B"/>
    <w:rsid w:val="00C90410"/>
    <w:rsid w:val="00C90741"/>
    <w:rsid w:val="00C90983"/>
    <w:rsid w:val="00C917BD"/>
    <w:rsid w:val="00C917C0"/>
    <w:rsid w:val="00C91A18"/>
    <w:rsid w:val="00C91AE6"/>
    <w:rsid w:val="00C91FBF"/>
    <w:rsid w:val="00C92309"/>
    <w:rsid w:val="00C9236A"/>
    <w:rsid w:val="00C9295B"/>
    <w:rsid w:val="00C92D97"/>
    <w:rsid w:val="00C93599"/>
    <w:rsid w:val="00C937DB"/>
    <w:rsid w:val="00C93CBE"/>
    <w:rsid w:val="00C93D76"/>
    <w:rsid w:val="00C942A3"/>
    <w:rsid w:val="00C9492A"/>
    <w:rsid w:val="00C94A3C"/>
    <w:rsid w:val="00C94BF4"/>
    <w:rsid w:val="00C94C84"/>
    <w:rsid w:val="00C94F3F"/>
    <w:rsid w:val="00C9507A"/>
    <w:rsid w:val="00C95212"/>
    <w:rsid w:val="00C957CF"/>
    <w:rsid w:val="00C958CA"/>
    <w:rsid w:val="00C95C00"/>
    <w:rsid w:val="00C95C79"/>
    <w:rsid w:val="00C96171"/>
    <w:rsid w:val="00C961EF"/>
    <w:rsid w:val="00C96508"/>
    <w:rsid w:val="00C96B24"/>
    <w:rsid w:val="00C96C5A"/>
    <w:rsid w:val="00C96FC9"/>
    <w:rsid w:val="00C97041"/>
    <w:rsid w:val="00C9741E"/>
    <w:rsid w:val="00C9787B"/>
    <w:rsid w:val="00C97901"/>
    <w:rsid w:val="00C97C6F"/>
    <w:rsid w:val="00C97D17"/>
    <w:rsid w:val="00C97E00"/>
    <w:rsid w:val="00C97E26"/>
    <w:rsid w:val="00CA00ED"/>
    <w:rsid w:val="00CA049D"/>
    <w:rsid w:val="00CA0A66"/>
    <w:rsid w:val="00CA0E88"/>
    <w:rsid w:val="00CA1049"/>
    <w:rsid w:val="00CA1221"/>
    <w:rsid w:val="00CA1343"/>
    <w:rsid w:val="00CA1400"/>
    <w:rsid w:val="00CA1488"/>
    <w:rsid w:val="00CA15AE"/>
    <w:rsid w:val="00CA1A7D"/>
    <w:rsid w:val="00CA1AA2"/>
    <w:rsid w:val="00CA1D54"/>
    <w:rsid w:val="00CA1E01"/>
    <w:rsid w:val="00CA20AC"/>
    <w:rsid w:val="00CA21EB"/>
    <w:rsid w:val="00CA2438"/>
    <w:rsid w:val="00CA3070"/>
    <w:rsid w:val="00CA3308"/>
    <w:rsid w:val="00CA331D"/>
    <w:rsid w:val="00CA3D48"/>
    <w:rsid w:val="00CA409D"/>
    <w:rsid w:val="00CA4491"/>
    <w:rsid w:val="00CA45D8"/>
    <w:rsid w:val="00CA4B3E"/>
    <w:rsid w:val="00CA4B63"/>
    <w:rsid w:val="00CA4D8E"/>
    <w:rsid w:val="00CA5276"/>
    <w:rsid w:val="00CA54AA"/>
    <w:rsid w:val="00CA5689"/>
    <w:rsid w:val="00CA5754"/>
    <w:rsid w:val="00CA5A01"/>
    <w:rsid w:val="00CA5ACA"/>
    <w:rsid w:val="00CA5D11"/>
    <w:rsid w:val="00CA5EFD"/>
    <w:rsid w:val="00CA5FD7"/>
    <w:rsid w:val="00CA5FE1"/>
    <w:rsid w:val="00CA637E"/>
    <w:rsid w:val="00CA6781"/>
    <w:rsid w:val="00CA6887"/>
    <w:rsid w:val="00CA68B1"/>
    <w:rsid w:val="00CA6BEA"/>
    <w:rsid w:val="00CA6C16"/>
    <w:rsid w:val="00CA72E3"/>
    <w:rsid w:val="00CA7424"/>
    <w:rsid w:val="00CA7BDB"/>
    <w:rsid w:val="00CA7C60"/>
    <w:rsid w:val="00CA7EB0"/>
    <w:rsid w:val="00CA7F11"/>
    <w:rsid w:val="00CB04AE"/>
    <w:rsid w:val="00CB0563"/>
    <w:rsid w:val="00CB0AED"/>
    <w:rsid w:val="00CB0BEE"/>
    <w:rsid w:val="00CB0D28"/>
    <w:rsid w:val="00CB0EF8"/>
    <w:rsid w:val="00CB1047"/>
    <w:rsid w:val="00CB126D"/>
    <w:rsid w:val="00CB1686"/>
    <w:rsid w:val="00CB1E3F"/>
    <w:rsid w:val="00CB20BA"/>
    <w:rsid w:val="00CB2B13"/>
    <w:rsid w:val="00CB2CA5"/>
    <w:rsid w:val="00CB2D5C"/>
    <w:rsid w:val="00CB341F"/>
    <w:rsid w:val="00CB3690"/>
    <w:rsid w:val="00CB44BF"/>
    <w:rsid w:val="00CB45DA"/>
    <w:rsid w:val="00CB4AD0"/>
    <w:rsid w:val="00CB552D"/>
    <w:rsid w:val="00CB572A"/>
    <w:rsid w:val="00CB5E2C"/>
    <w:rsid w:val="00CB62F8"/>
    <w:rsid w:val="00CB631A"/>
    <w:rsid w:val="00CB653E"/>
    <w:rsid w:val="00CB6783"/>
    <w:rsid w:val="00CB6B5C"/>
    <w:rsid w:val="00CB7151"/>
    <w:rsid w:val="00CB7993"/>
    <w:rsid w:val="00CB7998"/>
    <w:rsid w:val="00CB7B4C"/>
    <w:rsid w:val="00CC084F"/>
    <w:rsid w:val="00CC0C00"/>
    <w:rsid w:val="00CC0D2A"/>
    <w:rsid w:val="00CC0E75"/>
    <w:rsid w:val="00CC0F27"/>
    <w:rsid w:val="00CC10AF"/>
    <w:rsid w:val="00CC10FB"/>
    <w:rsid w:val="00CC111F"/>
    <w:rsid w:val="00CC15A0"/>
    <w:rsid w:val="00CC21FA"/>
    <w:rsid w:val="00CC240D"/>
    <w:rsid w:val="00CC2515"/>
    <w:rsid w:val="00CC25F4"/>
    <w:rsid w:val="00CC2676"/>
    <w:rsid w:val="00CC2823"/>
    <w:rsid w:val="00CC2873"/>
    <w:rsid w:val="00CC2986"/>
    <w:rsid w:val="00CC29DE"/>
    <w:rsid w:val="00CC3187"/>
    <w:rsid w:val="00CC38C3"/>
    <w:rsid w:val="00CC3ADE"/>
    <w:rsid w:val="00CC41B1"/>
    <w:rsid w:val="00CC4226"/>
    <w:rsid w:val="00CC44F5"/>
    <w:rsid w:val="00CC48BA"/>
    <w:rsid w:val="00CC4DCB"/>
    <w:rsid w:val="00CC4EEC"/>
    <w:rsid w:val="00CC4F30"/>
    <w:rsid w:val="00CC5445"/>
    <w:rsid w:val="00CC58FC"/>
    <w:rsid w:val="00CC625D"/>
    <w:rsid w:val="00CC62C3"/>
    <w:rsid w:val="00CC6402"/>
    <w:rsid w:val="00CC64AC"/>
    <w:rsid w:val="00CC65EA"/>
    <w:rsid w:val="00CC68AA"/>
    <w:rsid w:val="00CC6BA7"/>
    <w:rsid w:val="00CC6D78"/>
    <w:rsid w:val="00CC744E"/>
    <w:rsid w:val="00CC7526"/>
    <w:rsid w:val="00CC794E"/>
    <w:rsid w:val="00CD000F"/>
    <w:rsid w:val="00CD01AB"/>
    <w:rsid w:val="00CD0C5C"/>
    <w:rsid w:val="00CD0D84"/>
    <w:rsid w:val="00CD0DFE"/>
    <w:rsid w:val="00CD0FA7"/>
    <w:rsid w:val="00CD14E1"/>
    <w:rsid w:val="00CD15F9"/>
    <w:rsid w:val="00CD1646"/>
    <w:rsid w:val="00CD16F9"/>
    <w:rsid w:val="00CD19A6"/>
    <w:rsid w:val="00CD1C26"/>
    <w:rsid w:val="00CD1E92"/>
    <w:rsid w:val="00CD29D5"/>
    <w:rsid w:val="00CD2A4D"/>
    <w:rsid w:val="00CD33A2"/>
    <w:rsid w:val="00CD33F8"/>
    <w:rsid w:val="00CD3B27"/>
    <w:rsid w:val="00CD3BA5"/>
    <w:rsid w:val="00CD3C5F"/>
    <w:rsid w:val="00CD4AE4"/>
    <w:rsid w:val="00CD5193"/>
    <w:rsid w:val="00CD56F0"/>
    <w:rsid w:val="00CD5ECA"/>
    <w:rsid w:val="00CD5F17"/>
    <w:rsid w:val="00CD60E4"/>
    <w:rsid w:val="00CD61A5"/>
    <w:rsid w:val="00CD63E8"/>
    <w:rsid w:val="00CD653E"/>
    <w:rsid w:val="00CD69D1"/>
    <w:rsid w:val="00CD6B29"/>
    <w:rsid w:val="00CD6D7E"/>
    <w:rsid w:val="00CD716C"/>
    <w:rsid w:val="00CD7FB3"/>
    <w:rsid w:val="00CE027B"/>
    <w:rsid w:val="00CE0357"/>
    <w:rsid w:val="00CE0803"/>
    <w:rsid w:val="00CE0ABE"/>
    <w:rsid w:val="00CE0E33"/>
    <w:rsid w:val="00CE0FF2"/>
    <w:rsid w:val="00CE137F"/>
    <w:rsid w:val="00CE172A"/>
    <w:rsid w:val="00CE1F39"/>
    <w:rsid w:val="00CE20DF"/>
    <w:rsid w:val="00CE239A"/>
    <w:rsid w:val="00CE23B7"/>
    <w:rsid w:val="00CE245F"/>
    <w:rsid w:val="00CE254A"/>
    <w:rsid w:val="00CE2BAA"/>
    <w:rsid w:val="00CE33AD"/>
    <w:rsid w:val="00CE3625"/>
    <w:rsid w:val="00CE3877"/>
    <w:rsid w:val="00CE40CE"/>
    <w:rsid w:val="00CE47C1"/>
    <w:rsid w:val="00CE480D"/>
    <w:rsid w:val="00CE5326"/>
    <w:rsid w:val="00CE563A"/>
    <w:rsid w:val="00CE56EA"/>
    <w:rsid w:val="00CE5E1A"/>
    <w:rsid w:val="00CE5E78"/>
    <w:rsid w:val="00CE632C"/>
    <w:rsid w:val="00CE63C1"/>
    <w:rsid w:val="00CE6A12"/>
    <w:rsid w:val="00CE6C55"/>
    <w:rsid w:val="00CE6DE0"/>
    <w:rsid w:val="00CE73E7"/>
    <w:rsid w:val="00CE759F"/>
    <w:rsid w:val="00CE7684"/>
    <w:rsid w:val="00CE76C7"/>
    <w:rsid w:val="00CE79BF"/>
    <w:rsid w:val="00CE7DA9"/>
    <w:rsid w:val="00CE7EFD"/>
    <w:rsid w:val="00CF012C"/>
    <w:rsid w:val="00CF0496"/>
    <w:rsid w:val="00CF0569"/>
    <w:rsid w:val="00CF06C0"/>
    <w:rsid w:val="00CF0C17"/>
    <w:rsid w:val="00CF0D8C"/>
    <w:rsid w:val="00CF0E91"/>
    <w:rsid w:val="00CF1095"/>
    <w:rsid w:val="00CF11E6"/>
    <w:rsid w:val="00CF17BE"/>
    <w:rsid w:val="00CF18C1"/>
    <w:rsid w:val="00CF1A2F"/>
    <w:rsid w:val="00CF1DC5"/>
    <w:rsid w:val="00CF25F8"/>
    <w:rsid w:val="00CF2C18"/>
    <w:rsid w:val="00CF2EB8"/>
    <w:rsid w:val="00CF3597"/>
    <w:rsid w:val="00CF38D3"/>
    <w:rsid w:val="00CF39A8"/>
    <w:rsid w:val="00CF3A84"/>
    <w:rsid w:val="00CF3C26"/>
    <w:rsid w:val="00CF3F6B"/>
    <w:rsid w:val="00CF41D8"/>
    <w:rsid w:val="00CF41EA"/>
    <w:rsid w:val="00CF43F8"/>
    <w:rsid w:val="00CF470F"/>
    <w:rsid w:val="00CF47EE"/>
    <w:rsid w:val="00CF5633"/>
    <w:rsid w:val="00CF5AA0"/>
    <w:rsid w:val="00CF6668"/>
    <w:rsid w:val="00CF6674"/>
    <w:rsid w:val="00CF691C"/>
    <w:rsid w:val="00CF69B5"/>
    <w:rsid w:val="00CF69C7"/>
    <w:rsid w:val="00CF6C86"/>
    <w:rsid w:val="00CF6D8A"/>
    <w:rsid w:val="00CF712D"/>
    <w:rsid w:val="00CF7281"/>
    <w:rsid w:val="00CF7870"/>
    <w:rsid w:val="00CF7B60"/>
    <w:rsid w:val="00CF7BCF"/>
    <w:rsid w:val="00CF7DFC"/>
    <w:rsid w:val="00D00647"/>
    <w:rsid w:val="00D00BF3"/>
    <w:rsid w:val="00D00E2F"/>
    <w:rsid w:val="00D01C6E"/>
    <w:rsid w:val="00D01CB5"/>
    <w:rsid w:val="00D01F78"/>
    <w:rsid w:val="00D02115"/>
    <w:rsid w:val="00D022D4"/>
    <w:rsid w:val="00D02C4A"/>
    <w:rsid w:val="00D02D73"/>
    <w:rsid w:val="00D02E5E"/>
    <w:rsid w:val="00D0334A"/>
    <w:rsid w:val="00D03719"/>
    <w:rsid w:val="00D03DC0"/>
    <w:rsid w:val="00D03FC7"/>
    <w:rsid w:val="00D04529"/>
    <w:rsid w:val="00D04543"/>
    <w:rsid w:val="00D04632"/>
    <w:rsid w:val="00D04A8F"/>
    <w:rsid w:val="00D04BC3"/>
    <w:rsid w:val="00D04C17"/>
    <w:rsid w:val="00D05609"/>
    <w:rsid w:val="00D0577E"/>
    <w:rsid w:val="00D05971"/>
    <w:rsid w:val="00D05F0F"/>
    <w:rsid w:val="00D05FC7"/>
    <w:rsid w:val="00D063DE"/>
    <w:rsid w:val="00D06460"/>
    <w:rsid w:val="00D06877"/>
    <w:rsid w:val="00D069D4"/>
    <w:rsid w:val="00D06B36"/>
    <w:rsid w:val="00D06D71"/>
    <w:rsid w:val="00D06E49"/>
    <w:rsid w:val="00D07134"/>
    <w:rsid w:val="00D07276"/>
    <w:rsid w:val="00D07571"/>
    <w:rsid w:val="00D07A40"/>
    <w:rsid w:val="00D07AE9"/>
    <w:rsid w:val="00D07B72"/>
    <w:rsid w:val="00D07D91"/>
    <w:rsid w:val="00D07F57"/>
    <w:rsid w:val="00D10139"/>
    <w:rsid w:val="00D10184"/>
    <w:rsid w:val="00D1067D"/>
    <w:rsid w:val="00D108BE"/>
    <w:rsid w:val="00D11424"/>
    <w:rsid w:val="00D117C8"/>
    <w:rsid w:val="00D119BE"/>
    <w:rsid w:val="00D1218D"/>
    <w:rsid w:val="00D125A5"/>
    <w:rsid w:val="00D12772"/>
    <w:rsid w:val="00D12AE9"/>
    <w:rsid w:val="00D12C58"/>
    <w:rsid w:val="00D12D84"/>
    <w:rsid w:val="00D12F1D"/>
    <w:rsid w:val="00D13149"/>
    <w:rsid w:val="00D133F2"/>
    <w:rsid w:val="00D13549"/>
    <w:rsid w:val="00D136DC"/>
    <w:rsid w:val="00D13868"/>
    <w:rsid w:val="00D13916"/>
    <w:rsid w:val="00D13D59"/>
    <w:rsid w:val="00D13D73"/>
    <w:rsid w:val="00D13EE6"/>
    <w:rsid w:val="00D140B4"/>
    <w:rsid w:val="00D14206"/>
    <w:rsid w:val="00D14330"/>
    <w:rsid w:val="00D14A0E"/>
    <w:rsid w:val="00D14C00"/>
    <w:rsid w:val="00D15685"/>
    <w:rsid w:val="00D156CF"/>
    <w:rsid w:val="00D15952"/>
    <w:rsid w:val="00D15A9E"/>
    <w:rsid w:val="00D15B8A"/>
    <w:rsid w:val="00D15D58"/>
    <w:rsid w:val="00D16063"/>
    <w:rsid w:val="00D16556"/>
    <w:rsid w:val="00D16BF5"/>
    <w:rsid w:val="00D16C57"/>
    <w:rsid w:val="00D16FBD"/>
    <w:rsid w:val="00D17560"/>
    <w:rsid w:val="00D17660"/>
    <w:rsid w:val="00D17A3A"/>
    <w:rsid w:val="00D17A7B"/>
    <w:rsid w:val="00D17D18"/>
    <w:rsid w:val="00D17F11"/>
    <w:rsid w:val="00D17FA4"/>
    <w:rsid w:val="00D2002E"/>
    <w:rsid w:val="00D201D3"/>
    <w:rsid w:val="00D202BF"/>
    <w:rsid w:val="00D20D5B"/>
    <w:rsid w:val="00D20E11"/>
    <w:rsid w:val="00D20EE3"/>
    <w:rsid w:val="00D20F02"/>
    <w:rsid w:val="00D2132E"/>
    <w:rsid w:val="00D21EDE"/>
    <w:rsid w:val="00D222CE"/>
    <w:rsid w:val="00D224EA"/>
    <w:rsid w:val="00D227FD"/>
    <w:rsid w:val="00D23B9D"/>
    <w:rsid w:val="00D24239"/>
    <w:rsid w:val="00D249EE"/>
    <w:rsid w:val="00D24D9A"/>
    <w:rsid w:val="00D24FAD"/>
    <w:rsid w:val="00D251AA"/>
    <w:rsid w:val="00D251C1"/>
    <w:rsid w:val="00D25658"/>
    <w:rsid w:val="00D25C50"/>
    <w:rsid w:val="00D25E33"/>
    <w:rsid w:val="00D26757"/>
    <w:rsid w:val="00D267F6"/>
    <w:rsid w:val="00D269F0"/>
    <w:rsid w:val="00D26A74"/>
    <w:rsid w:val="00D2702F"/>
    <w:rsid w:val="00D2711B"/>
    <w:rsid w:val="00D273BE"/>
    <w:rsid w:val="00D27569"/>
    <w:rsid w:val="00D27862"/>
    <w:rsid w:val="00D27AE2"/>
    <w:rsid w:val="00D27D90"/>
    <w:rsid w:val="00D27DDF"/>
    <w:rsid w:val="00D27F8C"/>
    <w:rsid w:val="00D300C5"/>
    <w:rsid w:val="00D301A8"/>
    <w:rsid w:val="00D308B7"/>
    <w:rsid w:val="00D309E1"/>
    <w:rsid w:val="00D30E2B"/>
    <w:rsid w:val="00D30F9D"/>
    <w:rsid w:val="00D311E2"/>
    <w:rsid w:val="00D3125E"/>
    <w:rsid w:val="00D3164F"/>
    <w:rsid w:val="00D316E5"/>
    <w:rsid w:val="00D319E3"/>
    <w:rsid w:val="00D31A2C"/>
    <w:rsid w:val="00D31B8D"/>
    <w:rsid w:val="00D31C20"/>
    <w:rsid w:val="00D31D84"/>
    <w:rsid w:val="00D32645"/>
    <w:rsid w:val="00D32B0D"/>
    <w:rsid w:val="00D32F19"/>
    <w:rsid w:val="00D33644"/>
    <w:rsid w:val="00D3369D"/>
    <w:rsid w:val="00D33842"/>
    <w:rsid w:val="00D339F7"/>
    <w:rsid w:val="00D345DB"/>
    <w:rsid w:val="00D34E17"/>
    <w:rsid w:val="00D3582F"/>
    <w:rsid w:val="00D35DCC"/>
    <w:rsid w:val="00D363BE"/>
    <w:rsid w:val="00D364A6"/>
    <w:rsid w:val="00D3667B"/>
    <w:rsid w:val="00D367E8"/>
    <w:rsid w:val="00D368E7"/>
    <w:rsid w:val="00D36D1B"/>
    <w:rsid w:val="00D36E51"/>
    <w:rsid w:val="00D3717A"/>
    <w:rsid w:val="00D371D1"/>
    <w:rsid w:val="00D374CD"/>
    <w:rsid w:val="00D37750"/>
    <w:rsid w:val="00D37AB8"/>
    <w:rsid w:val="00D37AB9"/>
    <w:rsid w:val="00D37AFF"/>
    <w:rsid w:val="00D37D5D"/>
    <w:rsid w:val="00D37DAE"/>
    <w:rsid w:val="00D37EF6"/>
    <w:rsid w:val="00D37EFD"/>
    <w:rsid w:val="00D40B3A"/>
    <w:rsid w:val="00D40C96"/>
    <w:rsid w:val="00D40DDF"/>
    <w:rsid w:val="00D411F8"/>
    <w:rsid w:val="00D4139B"/>
    <w:rsid w:val="00D415A0"/>
    <w:rsid w:val="00D4165F"/>
    <w:rsid w:val="00D41F5E"/>
    <w:rsid w:val="00D41F6F"/>
    <w:rsid w:val="00D423E6"/>
    <w:rsid w:val="00D430C6"/>
    <w:rsid w:val="00D4316F"/>
    <w:rsid w:val="00D43D16"/>
    <w:rsid w:val="00D440DF"/>
    <w:rsid w:val="00D44158"/>
    <w:rsid w:val="00D44534"/>
    <w:rsid w:val="00D44B16"/>
    <w:rsid w:val="00D450B2"/>
    <w:rsid w:val="00D45525"/>
    <w:rsid w:val="00D456F9"/>
    <w:rsid w:val="00D45707"/>
    <w:rsid w:val="00D4596C"/>
    <w:rsid w:val="00D45D30"/>
    <w:rsid w:val="00D4611A"/>
    <w:rsid w:val="00D467FE"/>
    <w:rsid w:val="00D46995"/>
    <w:rsid w:val="00D46ABF"/>
    <w:rsid w:val="00D4732E"/>
    <w:rsid w:val="00D47840"/>
    <w:rsid w:val="00D478E7"/>
    <w:rsid w:val="00D47C93"/>
    <w:rsid w:val="00D47E29"/>
    <w:rsid w:val="00D47F80"/>
    <w:rsid w:val="00D50691"/>
    <w:rsid w:val="00D508C9"/>
    <w:rsid w:val="00D50B5B"/>
    <w:rsid w:val="00D50CD8"/>
    <w:rsid w:val="00D5126E"/>
    <w:rsid w:val="00D5243E"/>
    <w:rsid w:val="00D5249A"/>
    <w:rsid w:val="00D5283D"/>
    <w:rsid w:val="00D528BE"/>
    <w:rsid w:val="00D528CC"/>
    <w:rsid w:val="00D52E9C"/>
    <w:rsid w:val="00D537ED"/>
    <w:rsid w:val="00D53B17"/>
    <w:rsid w:val="00D53BF3"/>
    <w:rsid w:val="00D53F3F"/>
    <w:rsid w:val="00D54440"/>
    <w:rsid w:val="00D54A87"/>
    <w:rsid w:val="00D54B51"/>
    <w:rsid w:val="00D54E72"/>
    <w:rsid w:val="00D54F09"/>
    <w:rsid w:val="00D55602"/>
    <w:rsid w:val="00D556E1"/>
    <w:rsid w:val="00D558D2"/>
    <w:rsid w:val="00D558FF"/>
    <w:rsid w:val="00D55907"/>
    <w:rsid w:val="00D5590E"/>
    <w:rsid w:val="00D55B3C"/>
    <w:rsid w:val="00D563E3"/>
    <w:rsid w:val="00D564C6"/>
    <w:rsid w:val="00D56651"/>
    <w:rsid w:val="00D56D9F"/>
    <w:rsid w:val="00D56F6D"/>
    <w:rsid w:val="00D57BB9"/>
    <w:rsid w:val="00D57D8E"/>
    <w:rsid w:val="00D57E03"/>
    <w:rsid w:val="00D6001F"/>
    <w:rsid w:val="00D60577"/>
    <w:rsid w:val="00D61219"/>
    <w:rsid w:val="00D61424"/>
    <w:rsid w:val="00D627DB"/>
    <w:rsid w:val="00D6289B"/>
    <w:rsid w:val="00D62994"/>
    <w:rsid w:val="00D62ED4"/>
    <w:rsid w:val="00D63135"/>
    <w:rsid w:val="00D63216"/>
    <w:rsid w:val="00D63262"/>
    <w:rsid w:val="00D63571"/>
    <w:rsid w:val="00D63BC4"/>
    <w:rsid w:val="00D63F14"/>
    <w:rsid w:val="00D6450A"/>
    <w:rsid w:val="00D6487A"/>
    <w:rsid w:val="00D649CB"/>
    <w:rsid w:val="00D64C93"/>
    <w:rsid w:val="00D64D17"/>
    <w:rsid w:val="00D6544C"/>
    <w:rsid w:val="00D654F8"/>
    <w:rsid w:val="00D65967"/>
    <w:rsid w:val="00D65B07"/>
    <w:rsid w:val="00D65C41"/>
    <w:rsid w:val="00D661C6"/>
    <w:rsid w:val="00D66250"/>
    <w:rsid w:val="00D66C9E"/>
    <w:rsid w:val="00D66FCA"/>
    <w:rsid w:val="00D675B9"/>
    <w:rsid w:val="00D677D1"/>
    <w:rsid w:val="00D67ECA"/>
    <w:rsid w:val="00D70298"/>
    <w:rsid w:val="00D70336"/>
    <w:rsid w:val="00D70357"/>
    <w:rsid w:val="00D7042A"/>
    <w:rsid w:val="00D70550"/>
    <w:rsid w:val="00D705EA"/>
    <w:rsid w:val="00D70E9C"/>
    <w:rsid w:val="00D7151C"/>
    <w:rsid w:val="00D71A5C"/>
    <w:rsid w:val="00D71AC1"/>
    <w:rsid w:val="00D71B0D"/>
    <w:rsid w:val="00D72012"/>
    <w:rsid w:val="00D72022"/>
    <w:rsid w:val="00D7220F"/>
    <w:rsid w:val="00D72465"/>
    <w:rsid w:val="00D7279F"/>
    <w:rsid w:val="00D72A84"/>
    <w:rsid w:val="00D72C52"/>
    <w:rsid w:val="00D72E7B"/>
    <w:rsid w:val="00D72ED7"/>
    <w:rsid w:val="00D731AB"/>
    <w:rsid w:val="00D73282"/>
    <w:rsid w:val="00D735E3"/>
    <w:rsid w:val="00D7368C"/>
    <w:rsid w:val="00D73896"/>
    <w:rsid w:val="00D73C59"/>
    <w:rsid w:val="00D73C6A"/>
    <w:rsid w:val="00D73FAA"/>
    <w:rsid w:val="00D7402F"/>
    <w:rsid w:val="00D74112"/>
    <w:rsid w:val="00D7416D"/>
    <w:rsid w:val="00D74290"/>
    <w:rsid w:val="00D74803"/>
    <w:rsid w:val="00D74813"/>
    <w:rsid w:val="00D749F6"/>
    <w:rsid w:val="00D74ACC"/>
    <w:rsid w:val="00D74F5C"/>
    <w:rsid w:val="00D74F8D"/>
    <w:rsid w:val="00D75494"/>
    <w:rsid w:val="00D7549B"/>
    <w:rsid w:val="00D7672D"/>
    <w:rsid w:val="00D76732"/>
    <w:rsid w:val="00D76752"/>
    <w:rsid w:val="00D769E2"/>
    <w:rsid w:val="00D76A6A"/>
    <w:rsid w:val="00D76BF4"/>
    <w:rsid w:val="00D76C2B"/>
    <w:rsid w:val="00D76D17"/>
    <w:rsid w:val="00D76FCA"/>
    <w:rsid w:val="00D7709A"/>
    <w:rsid w:val="00D771E1"/>
    <w:rsid w:val="00D77282"/>
    <w:rsid w:val="00D77383"/>
    <w:rsid w:val="00D775BA"/>
    <w:rsid w:val="00D779FE"/>
    <w:rsid w:val="00D77E94"/>
    <w:rsid w:val="00D7E3D9"/>
    <w:rsid w:val="00D80258"/>
    <w:rsid w:val="00D80302"/>
    <w:rsid w:val="00D806B6"/>
    <w:rsid w:val="00D80B83"/>
    <w:rsid w:val="00D80D62"/>
    <w:rsid w:val="00D80D6A"/>
    <w:rsid w:val="00D80FB2"/>
    <w:rsid w:val="00D81757"/>
    <w:rsid w:val="00D81C77"/>
    <w:rsid w:val="00D81F0F"/>
    <w:rsid w:val="00D82182"/>
    <w:rsid w:val="00D82259"/>
    <w:rsid w:val="00D822C0"/>
    <w:rsid w:val="00D823D2"/>
    <w:rsid w:val="00D82555"/>
    <w:rsid w:val="00D827C8"/>
    <w:rsid w:val="00D83CA8"/>
    <w:rsid w:val="00D83D38"/>
    <w:rsid w:val="00D84189"/>
    <w:rsid w:val="00D84315"/>
    <w:rsid w:val="00D84B84"/>
    <w:rsid w:val="00D84C91"/>
    <w:rsid w:val="00D855F7"/>
    <w:rsid w:val="00D8633D"/>
    <w:rsid w:val="00D86345"/>
    <w:rsid w:val="00D8655F"/>
    <w:rsid w:val="00D86ACF"/>
    <w:rsid w:val="00D870B0"/>
    <w:rsid w:val="00D873E1"/>
    <w:rsid w:val="00D87929"/>
    <w:rsid w:val="00D87C1D"/>
    <w:rsid w:val="00D904DC"/>
    <w:rsid w:val="00D905D5"/>
    <w:rsid w:val="00D9062D"/>
    <w:rsid w:val="00D90ADF"/>
    <w:rsid w:val="00D90B11"/>
    <w:rsid w:val="00D90C4D"/>
    <w:rsid w:val="00D90C9C"/>
    <w:rsid w:val="00D90CF2"/>
    <w:rsid w:val="00D90CFF"/>
    <w:rsid w:val="00D90EDE"/>
    <w:rsid w:val="00D90F40"/>
    <w:rsid w:val="00D910DC"/>
    <w:rsid w:val="00D91961"/>
    <w:rsid w:val="00D91B6C"/>
    <w:rsid w:val="00D9204A"/>
    <w:rsid w:val="00D9205E"/>
    <w:rsid w:val="00D921C5"/>
    <w:rsid w:val="00D924FC"/>
    <w:rsid w:val="00D92CD2"/>
    <w:rsid w:val="00D93A90"/>
    <w:rsid w:val="00D940CE"/>
    <w:rsid w:val="00D941EB"/>
    <w:rsid w:val="00D95097"/>
    <w:rsid w:val="00D9525B"/>
    <w:rsid w:val="00D95961"/>
    <w:rsid w:val="00D95C89"/>
    <w:rsid w:val="00D95DA0"/>
    <w:rsid w:val="00D9626D"/>
    <w:rsid w:val="00D964A5"/>
    <w:rsid w:val="00D964D8"/>
    <w:rsid w:val="00D967B2"/>
    <w:rsid w:val="00D96A2D"/>
    <w:rsid w:val="00D96B83"/>
    <w:rsid w:val="00D96C5E"/>
    <w:rsid w:val="00D97133"/>
    <w:rsid w:val="00D974EB"/>
    <w:rsid w:val="00D97AF0"/>
    <w:rsid w:val="00D97B6D"/>
    <w:rsid w:val="00D97F44"/>
    <w:rsid w:val="00DA020D"/>
    <w:rsid w:val="00DA04E0"/>
    <w:rsid w:val="00DA075D"/>
    <w:rsid w:val="00DA1525"/>
    <w:rsid w:val="00DA168A"/>
    <w:rsid w:val="00DA1A82"/>
    <w:rsid w:val="00DA1C3C"/>
    <w:rsid w:val="00DA20F5"/>
    <w:rsid w:val="00DA222F"/>
    <w:rsid w:val="00DA26ED"/>
    <w:rsid w:val="00DA290F"/>
    <w:rsid w:val="00DA3292"/>
    <w:rsid w:val="00DA32BA"/>
    <w:rsid w:val="00DA34F5"/>
    <w:rsid w:val="00DA35F3"/>
    <w:rsid w:val="00DA3C88"/>
    <w:rsid w:val="00DA3CF5"/>
    <w:rsid w:val="00DA3D9E"/>
    <w:rsid w:val="00DA4457"/>
    <w:rsid w:val="00DA46B8"/>
    <w:rsid w:val="00DA47B2"/>
    <w:rsid w:val="00DA52B0"/>
    <w:rsid w:val="00DA53C2"/>
    <w:rsid w:val="00DA562D"/>
    <w:rsid w:val="00DA5A6A"/>
    <w:rsid w:val="00DA5CE3"/>
    <w:rsid w:val="00DA5F15"/>
    <w:rsid w:val="00DA674E"/>
    <w:rsid w:val="00DA6930"/>
    <w:rsid w:val="00DA6B56"/>
    <w:rsid w:val="00DA6C7F"/>
    <w:rsid w:val="00DA6D03"/>
    <w:rsid w:val="00DA6E17"/>
    <w:rsid w:val="00DA6FC4"/>
    <w:rsid w:val="00DA7E4A"/>
    <w:rsid w:val="00DB0039"/>
    <w:rsid w:val="00DB02BE"/>
    <w:rsid w:val="00DB06CE"/>
    <w:rsid w:val="00DB08AC"/>
    <w:rsid w:val="00DB0A2E"/>
    <w:rsid w:val="00DB0AA3"/>
    <w:rsid w:val="00DB0CED"/>
    <w:rsid w:val="00DB129A"/>
    <w:rsid w:val="00DB1729"/>
    <w:rsid w:val="00DB19CB"/>
    <w:rsid w:val="00DB1B44"/>
    <w:rsid w:val="00DB1D7D"/>
    <w:rsid w:val="00DB1EBF"/>
    <w:rsid w:val="00DB21D5"/>
    <w:rsid w:val="00DB243F"/>
    <w:rsid w:val="00DB2958"/>
    <w:rsid w:val="00DB2A28"/>
    <w:rsid w:val="00DB2AC4"/>
    <w:rsid w:val="00DB334E"/>
    <w:rsid w:val="00DB354E"/>
    <w:rsid w:val="00DB3910"/>
    <w:rsid w:val="00DB3968"/>
    <w:rsid w:val="00DB3A63"/>
    <w:rsid w:val="00DB3CEC"/>
    <w:rsid w:val="00DB3CF5"/>
    <w:rsid w:val="00DB430A"/>
    <w:rsid w:val="00DB4324"/>
    <w:rsid w:val="00DB4635"/>
    <w:rsid w:val="00DB46EC"/>
    <w:rsid w:val="00DB4A10"/>
    <w:rsid w:val="00DB4A7F"/>
    <w:rsid w:val="00DB4D3A"/>
    <w:rsid w:val="00DB4ECC"/>
    <w:rsid w:val="00DB501C"/>
    <w:rsid w:val="00DB5188"/>
    <w:rsid w:val="00DB5A3C"/>
    <w:rsid w:val="00DB5D35"/>
    <w:rsid w:val="00DB66BD"/>
    <w:rsid w:val="00DB6931"/>
    <w:rsid w:val="00DB6A2F"/>
    <w:rsid w:val="00DB6B7D"/>
    <w:rsid w:val="00DB6E6E"/>
    <w:rsid w:val="00DB7067"/>
    <w:rsid w:val="00DB707B"/>
    <w:rsid w:val="00DB713C"/>
    <w:rsid w:val="00DB773F"/>
    <w:rsid w:val="00DB7B89"/>
    <w:rsid w:val="00DB7C25"/>
    <w:rsid w:val="00DB7CE4"/>
    <w:rsid w:val="00DB7D2B"/>
    <w:rsid w:val="00DC03FE"/>
    <w:rsid w:val="00DC0A5C"/>
    <w:rsid w:val="00DC11B2"/>
    <w:rsid w:val="00DC131D"/>
    <w:rsid w:val="00DC14EB"/>
    <w:rsid w:val="00DC15AC"/>
    <w:rsid w:val="00DC1682"/>
    <w:rsid w:val="00DC17AD"/>
    <w:rsid w:val="00DC19FF"/>
    <w:rsid w:val="00DC1BF3"/>
    <w:rsid w:val="00DC1CDD"/>
    <w:rsid w:val="00DC1D03"/>
    <w:rsid w:val="00DC205C"/>
    <w:rsid w:val="00DC23D4"/>
    <w:rsid w:val="00DC267E"/>
    <w:rsid w:val="00DC2829"/>
    <w:rsid w:val="00DC2D68"/>
    <w:rsid w:val="00DC2E29"/>
    <w:rsid w:val="00DC314E"/>
    <w:rsid w:val="00DC3209"/>
    <w:rsid w:val="00DC335B"/>
    <w:rsid w:val="00DC35D7"/>
    <w:rsid w:val="00DC3820"/>
    <w:rsid w:val="00DC395C"/>
    <w:rsid w:val="00DC3C36"/>
    <w:rsid w:val="00DC439F"/>
    <w:rsid w:val="00DC48E2"/>
    <w:rsid w:val="00DC5099"/>
    <w:rsid w:val="00DC51A2"/>
    <w:rsid w:val="00DC52CE"/>
    <w:rsid w:val="00DC57F3"/>
    <w:rsid w:val="00DC5870"/>
    <w:rsid w:val="00DC5897"/>
    <w:rsid w:val="00DC6176"/>
    <w:rsid w:val="00DC61EA"/>
    <w:rsid w:val="00DC6283"/>
    <w:rsid w:val="00DC62FE"/>
    <w:rsid w:val="00DC6761"/>
    <w:rsid w:val="00DC6933"/>
    <w:rsid w:val="00DC6BA4"/>
    <w:rsid w:val="00DC6C6D"/>
    <w:rsid w:val="00DC6F53"/>
    <w:rsid w:val="00DC721C"/>
    <w:rsid w:val="00DC7568"/>
    <w:rsid w:val="00DC7574"/>
    <w:rsid w:val="00DC7840"/>
    <w:rsid w:val="00DC7AC7"/>
    <w:rsid w:val="00DC7B0A"/>
    <w:rsid w:val="00DC7C84"/>
    <w:rsid w:val="00DC7D6B"/>
    <w:rsid w:val="00DD02CE"/>
    <w:rsid w:val="00DD074A"/>
    <w:rsid w:val="00DD0AA8"/>
    <w:rsid w:val="00DD1324"/>
    <w:rsid w:val="00DD15CC"/>
    <w:rsid w:val="00DD1721"/>
    <w:rsid w:val="00DD17F7"/>
    <w:rsid w:val="00DD1D0C"/>
    <w:rsid w:val="00DD1D7E"/>
    <w:rsid w:val="00DD1E76"/>
    <w:rsid w:val="00DD2159"/>
    <w:rsid w:val="00DD24E7"/>
    <w:rsid w:val="00DD29FC"/>
    <w:rsid w:val="00DD2DE6"/>
    <w:rsid w:val="00DD3052"/>
    <w:rsid w:val="00DD3605"/>
    <w:rsid w:val="00DD3E81"/>
    <w:rsid w:val="00DD3EF1"/>
    <w:rsid w:val="00DD468C"/>
    <w:rsid w:val="00DD48ED"/>
    <w:rsid w:val="00DD4AC5"/>
    <w:rsid w:val="00DD4B21"/>
    <w:rsid w:val="00DD4BB5"/>
    <w:rsid w:val="00DD4C42"/>
    <w:rsid w:val="00DD4D1A"/>
    <w:rsid w:val="00DD4E1B"/>
    <w:rsid w:val="00DD52A3"/>
    <w:rsid w:val="00DD54D3"/>
    <w:rsid w:val="00DD55A4"/>
    <w:rsid w:val="00DD590D"/>
    <w:rsid w:val="00DD5960"/>
    <w:rsid w:val="00DD5C45"/>
    <w:rsid w:val="00DD5F67"/>
    <w:rsid w:val="00DD60EC"/>
    <w:rsid w:val="00DD63BB"/>
    <w:rsid w:val="00DD6578"/>
    <w:rsid w:val="00DD6D7E"/>
    <w:rsid w:val="00DD7775"/>
    <w:rsid w:val="00DD77B4"/>
    <w:rsid w:val="00DD7DAA"/>
    <w:rsid w:val="00DD7EB8"/>
    <w:rsid w:val="00DE016A"/>
    <w:rsid w:val="00DE05D7"/>
    <w:rsid w:val="00DE0A03"/>
    <w:rsid w:val="00DE0BA9"/>
    <w:rsid w:val="00DE1474"/>
    <w:rsid w:val="00DE147A"/>
    <w:rsid w:val="00DE1983"/>
    <w:rsid w:val="00DE1A8E"/>
    <w:rsid w:val="00DE1C1C"/>
    <w:rsid w:val="00DE1FCC"/>
    <w:rsid w:val="00DE2029"/>
    <w:rsid w:val="00DE25D6"/>
    <w:rsid w:val="00DE29B2"/>
    <w:rsid w:val="00DE2E25"/>
    <w:rsid w:val="00DE3131"/>
    <w:rsid w:val="00DE31E6"/>
    <w:rsid w:val="00DE32FF"/>
    <w:rsid w:val="00DE34FB"/>
    <w:rsid w:val="00DE3859"/>
    <w:rsid w:val="00DE3F23"/>
    <w:rsid w:val="00DE523D"/>
    <w:rsid w:val="00DE546E"/>
    <w:rsid w:val="00DE5492"/>
    <w:rsid w:val="00DE57E3"/>
    <w:rsid w:val="00DE6A26"/>
    <w:rsid w:val="00DE6C7C"/>
    <w:rsid w:val="00DE6D94"/>
    <w:rsid w:val="00DE6E59"/>
    <w:rsid w:val="00DE7123"/>
    <w:rsid w:val="00DE71CE"/>
    <w:rsid w:val="00DE777B"/>
    <w:rsid w:val="00DE79D1"/>
    <w:rsid w:val="00DE7A66"/>
    <w:rsid w:val="00DE7AAA"/>
    <w:rsid w:val="00DE7ACA"/>
    <w:rsid w:val="00DE7B45"/>
    <w:rsid w:val="00DF004C"/>
    <w:rsid w:val="00DF0142"/>
    <w:rsid w:val="00DF0272"/>
    <w:rsid w:val="00DF029A"/>
    <w:rsid w:val="00DF120C"/>
    <w:rsid w:val="00DF1A54"/>
    <w:rsid w:val="00DF1CEE"/>
    <w:rsid w:val="00DF1F91"/>
    <w:rsid w:val="00DF253D"/>
    <w:rsid w:val="00DF25AD"/>
    <w:rsid w:val="00DF25B5"/>
    <w:rsid w:val="00DF2998"/>
    <w:rsid w:val="00DF2B49"/>
    <w:rsid w:val="00DF308B"/>
    <w:rsid w:val="00DF3D55"/>
    <w:rsid w:val="00DF3EF7"/>
    <w:rsid w:val="00DF3F54"/>
    <w:rsid w:val="00DF405E"/>
    <w:rsid w:val="00DF41DF"/>
    <w:rsid w:val="00DF4C7F"/>
    <w:rsid w:val="00DF4FE4"/>
    <w:rsid w:val="00DF5265"/>
    <w:rsid w:val="00DF5B19"/>
    <w:rsid w:val="00DF5D42"/>
    <w:rsid w:val="00DF6042"/>
    <w:rsid w:val="00DF6E1F"/>
    <w:rsid w:val="00DF7689"/>
    <w:rsid w:val="00DF7D90"/>
    <w:rsid w:val="00E00532"/>
    <w:rsid w:val="00E0055B"/>
    <w:rsid w:val="00E018A8"/>
    <w:rsid w:val="00E01A27"/>
    <w:rsid w:val="00E01C01"/>
    <w:rsid w:val="00E01CBF"/>
    <w:rsid w:val="00E01D94"/>
    <w:rsid w:val="00E020E8"/>
    <w:rsid w:val="00E02144"/>
    <w:rsid w:val="00E021CD"/>
    <w:rsid w:val="00E026A2"/>
    <w:rsid w:val="00E0297C"/>
    <w:rsid w:val="00E02999"/>
    <w:rsid w:val="00E02D37"/>
    <w:rsid w:val="00E0358C"/>
    <w:rsid w:val="00E03B8B"/>
    <w:rsid w:val="00E03DBC"/>
    <w:rsid w:val="00E040A3"/>
    <w:rsid w:val="00E042E9"/>
    <w:rsid w:val="00E044D3"/>
    <w:rsid w:val="00E04C5C"/>
    <w:rsid w:val="00E04DC2"/>
    <w:rsid w:val="00E05057"/>
    <w:rsid w:val="00E052D4"/>
    <w:rsid w:val="00E05F3A"/>
    <w:rsid w:val="00E061B9"/>
    <w:rsid w:val="00E068CC"/>
    <w:rsid w:val="00E06AAA"/>
    <w:rsid w:val="00E070C0"/>
    <w:rsid w:val="00E0713D"/>
    <w:rsid w:val="00E0786D"/>
    <w:rsid w:val="00E078B2"/>
    <w:rsid w:val="00E07A2E"/>
    <w:rsid w:val="00E1045B"/>
    <w:rsid w:val="00E10674"/>
    <w:rsid w:val="00E10DB8"/>
    <w:rsid w:val="00E10F15"/>
    <w:rsid w:val="00E11181"/>
    <w:rsid w:val="00E11384"/>
    <w:rsid w:val="00E114EA"/>
    <w:rsid w:val="00E11665"/>
    <w:rsid w:val="00E117BC"/>
    <w:rsid w:val="00E1181E"/>
    <w:rsid w:val="00E1183C"/>
    <w:rsid w:val="00E124E2"/>
    <w:rsid w:val="00E129E2"/>
    <w:rsid w:val="00E12C1B"/>
    <w:rsid w:val="00E12F79"/>
    <w:rsid w:val="00E135D4"/>
    <w:rsid w:val="00E1382C"/>
    <w:rsid w:val="00E13A6A"/>
    <w:rsid w:val="00E13AB0"/>
    <w:rsid w:val="00E13AC2"/>
    <w:rsid w:val="00E13B9D"/>
    <w:rsid w:val="00E1417A"/>
    <w:rsid w:val="00E143C0"/>
    <w:rsid w:val="00E1456F"/>
    <w:rsid w:val="00E147FC"/>
    <w:rsid w:val="00E14891"/>
    <w:rsid w:val="00E14D39"/>
    <w:rsid w:val="00E1521E"/>
    <w:rsid w:val="00E15257"/>
    <w:rsid w:val="00E1538A"/>
    <w:rsid w:val="00E1539A"/>
    <w:rsid w:val="00E15495"/>
    <w:rsid w:val="00E157EB"/>
    <w:rsid w:val="00E15A98"/>
    <w:rsid w:val="00E15D51"/>
    <w:rsid w:val="00E1631E"/>
    <w:rsid w:val="00E16AE3"/>
    <w:rsid w:val="00E16C1D"/>
    <w:rsid w:val="00E16CEC"/>
    <w:rsid w:val="00E16F6D"/>
    <w:rsid w:val="00E16FE4"/>
    <w:rsid w:val="00E170F5"/>
    <w:rsid w:val="00E173E7"/>
    <w:rsid w:val="00E179F6"/>
    <w:rsid w:val="00E17B1E"/>
    <w:rsid w:val="00E17BA5"/>
    <w:rsid w:val="00E17D16"/>
    <w:rsid w:val="00E200D0"/>
    <w:rsid w:val="00E202C0"/>
    <w:rsid w:val="00E203AA"/>
    <w:rsid w:val="00E204C5"/>
    <w:rsid w:val="00E2069F"/>
    <w:rsid w:val="00E21035"/>
    <w:rsid w:val="00E21325"/>
    <w:rsid w:val="00E21653"/>
    <w:rsid w:val="00E216AA"/>
    <w:rsid w:val="00E218CD"/>
    <w:rsid w:val="00E2192B"/>
    <w:rsid w:val="00E219F0"/>
    <w:rsid w:val="00E21FBD"/>
    <w:rsid w:val="00E220A3"/>
    <w:rsid w:val="00E226EB"/>
    <w:rsid w:val="00E2281E"/>
    <w:rsid w:val="00E22BC9"/>
    <w:rsid w:val="00E22C39"/>
    <w:rsid w:val="00E22C8F"/>
    <w:rsid w:val="00E23048"/>
    <w:rsid w:val="00E233DF"/>
    <w:rsid w:val="00E237CB"/>
    <w:rsid w:val="00E238C2"/>
    <w:rsid w:val="00E23A9C"/>
    <w:rsid w:val="00E23B86"/>
    <w:rsid w:val="00E23C76"/>
    <w:rsid w:val="00E23F6A"/>
    <w:rsid w:val="00E241BC"/>
    <w:rsid w:val="00E24260"/>
    <w:rsid w:val="00E2434C"/>
    <w:rsid w:val="00E24863"/>
    <w:rsid w:val="00E2497D"/>
    <w:rsid w:val="00E24B5C"/>
    <w:rsid w:val="00E250D0"/>
    <w:rsid w:val="00E25238"/>
    <w:rsid w:val="00E2538F"/>
    <w:rsid w:val="00E25444"/>
    <w:rsid w:val="00E25529"/>
    <w:rsid w:val="00E2586A"/>
    <w:rsid w:val="00E2642F"/>
    <w:rsid w:val="00E2730A"/>
    <w:rsid w:val="00E27508"/>
    <w:rsid w:val="00E27E92"/>
    <w:rsid w:val="00E301A2"/>
    <w:rsid w:val="00E305BA"/>
    <w:rsid w:val="00E30D4C"/>
    <w:rsid w:val="00E30DC9"/>
    <w:rsid w:val="00E317CA"/>
    <w:rsid w:val="00E31B8A"/>
    <w:rsid w:val="00E320A5"/>
    <w:rsid w:val="00E321AA"/>
    <w:rsid w:val="00E3224A"/>
    <w:rsid w:val="00E32419"/>
    <w:rsid w:val="00E32740"/>
    <w:rsid w:val="00E328A3"/>
    <w:rsid w:val="00E32B6B"/>
    <w:rsid w:val="00E32E3D"/>
    <w:rsid w:val="00E33766"/>
    <w:rsid w:val="00E340CB"/>
    <w:rsid w:val="00E342C6"/>
    <w:rsid w:val="00E3432B"/>
    <w:rsid w:val="00E34364"/>
    <w:rsid w:val="00E345AC"/>
    <w:rsid w:val="00E3480B"/>
    <w:rsid w:val="00E34C9D"/>
    <w:rsid w:val="00E34F90"/>
    <w:rsid w:val="00E35BAA"/>
    <w:rsid w:val="00E35F81"/>
    <w:rsid w:val="00E362DA"/>
    <w:rsid w:val="00E36334"/>
    <w:rsid w:val="00E3640D"/>
    <w:rsid w:val="00E36ED0"/>
    <w:rsid w:val="00E3708E"/>
    <w:rsid w:val="00E372EF"/>
    <w:rsid w:val="00E37989"/>
    <w:rsid w:val="00E400CD"/>
    <w:rsid w:val="00E40125"/>
    <w:rsid w:val="00E410EB"/>
    <w:rsid w:val="00E41287"/>
    <w:rsid w:val="00E41425"/>
    <w:rsid w:val="00E41477"/>
    <w:rsid w:val="00E41551"/>
    <w:rsid w:val="00E419DD"/>
    <w:rsid w:val="00E41A13"/>
    <w:rsid w:val="00E41CA1"/>
    <w:rsid w:val="00E41EDF"/>
    <w:rsid w:val="00E41FD9"/>
    <w:rsid w:val="00E42141"/>
    <w:rsid w:val="00E42247"/>
    <w:rsid w:val="00E42850"/>
    <w:rsid w:val="00E42A3F"/>
    <w:rsid w:val="00E42D9F"/>
    <w:rsid w:val="00E4304D"/>
    <w:rsid w:val="00E43196"/>
    <w:rsid w:val="00E432AF"/>
    <w:rsid w:val="00E432D3"/>
    <w:rsid w:val="00E43656"/>
    <w:rsid w:val="00E43B8F"/>
    <w:rsid w:val="00E44203"/>
    <w:rsid w:val="00E44777"/>
    <w:rsid w:val="00E453F9"/>
    <w:rsid w:val="00E45450"/>
    <w:rsid w:val="00E45477"/>
    <w:rsid w:val="00E45A72"/>
    <w:rsid w:val="00E45F11"/>
    <w:rsid w:val="00E46039"/>
    <w:rsid w:val="00E460FE"/>
    <w:rsid w:val="00E463D7"/>
    <w:rsid w:val="00E464AB"/>
    <w:rsid w:val="00E464E3"/>
    <w:rsid w:val="00E46615"/>
    <w:rsid w:val="00E4678E"/>
    <w:rsid w:val="00E46874"/>
    <w:rsid w:val="00E46A3D"/>
    <w:rsid w:val="00E46A5C"/>
    <w:rsid w:val="00E46AE2"/>
    <w:rsid w:val="00E46B0A"/>
    <w:rsid w:val="00E47930"/>
    <w:rsid w:val="00E47992"/>
    <w:rsid w:val="00E47AA2"/>
    <w:rsid w:val="00E47C3A"/>
    <w:rsid w:val="00E47F73"/>
    <w:rsid w:val="00E50206"/>
    <w:rsid w:val="00E50434"/>
    <w:rsid w:val="00E50DF4"/>
    <w:rsid w:val="00E5120C"/>
    <w:rsid w:val="00E51251"/>
    <w:rsid w:val="00E51519"/>
    <w:rsid w:val="00E51AB5"/>
    <w:rsid w:val="00E51EA9"/>
    <w:rsid w:val="00E51F90"/>
    <w:rsid w:val="00E520CA"/>
    <w:rsid w:val="00E521E8"/>
    <w:rsid w:val="00E5252A"/>
    <w:rsid w:val="00E529D4"/>
    <w:rsid w:val="00E52C23"/>
    <w:rsid w:val="00E52D07"/>
    <w:rsid w:val="00E52F7A"/>
    <w:rsid w:val="00E5374D"/>
    <w:rsid w:val="00E53D34"/>
    <w:rsid w:val="00E53F88"/>
    <w:rsid w:val="00E53FE2"/>
    <w:rsid w:val="00E545D6"/>
    <w:rsid w:val="00E548E8"/>
    <w:rsid w:val="00E54953"/>
    <w:rsid w:val="00E553C5"/>
    <w:rsid w:val="00E55636"/>
    <w:rsid w:val="00E556CD"/>
    <w:rsid w:val="00E55950"/>
    <w:rsid w:val="00E55AA2"/>
    <w:rsid w:val="00E55BE9"/>
    <w:rsid w:val="00E567C1"/>
    <w:rsid w:val="00E569DC"/>
    <w:rsid w:val="00E56D22"/>
    <w:rsid w:val="00E56F02"/>
    <w:rsid w:val="00E570EA"/>
    <w:rsid w:val="00E5779F"/>
    <w:rsid w:val="00E57A05"/>
    <w:rsid w:val="00E57CDA"/>
    <w:rsid w:val="00E57FEF"/>
    <w:rsid w:val="00E6019E"/>
    <w:rsid w:val="00E6023C"/>
    <w:rsid w:val="00E6023F"/>
    <w:rsid w:val="00E6050C"/>
    <w:rsid w:val="00E60595"/>
    <w:rsid w:val="00E60D48"/>
    <w:rsid w:val="00E60E09"/>
    <w:rsid w:val="00E61862"/>
    <w:rsid w:val="00E61945"/>
    <w:rsid w:val="00E61C40"/>
    <w:rsid w:val="00E627E3"/>
    <w:rsid w:val="00E6293A"/>
    <w:rsid w:val="00E62B3D"/>
    <w:rsid w:val="00E62E6F"/>
    <w:rsid w:val="00E62EEC"/>
    <w:rsid w:val="00E632AC"/>
    <w:rsid w:val="00E633C2"/>
    <w:rsid w:val="00E6393C"/>
    <w:rsid w:val="00E639D0"/>
    <w:rsid w:val="00E639EC"/>
    <w:rsid w:val="00E63C34"/>
    <w:rsid w:val="00E63DEB"/>
    <w:rsid w:val="00E6420F"/>
    <w:rsid w:val="00E648D9"/>
    <w:rsid w:val="00E64D80"/>
    <w:rsid w:val="00E65064"/>
    <w:rsid w:val="00E652B2"/>
    <w:rsid w:val="00E65725"/>
    <w:rsid w:val="00E65BCA"/>
    <w:rsid w:val="00E65DF3"/>
    <w:rsid w:val="00E66544"/>
    <w:rsid w:val="00E66858"/>
    <w:rsid w:val="00E66F39"/>
    <w:rsid w:val="00E67017"/>
    <w:rsid w:val="00E6780C"/>
    <w:rsid w:val="00E6B7EB"/>
    <w:rsid w:val="00E70057"/>
    <w:rsid w:val="00E701E7"/>
    <w:rsid w:val="00E70979"/>
    <w:rsid w:val="00E70A52"/>
    <w:rsid w:val="00E70D4F"/>
    <w:rsid w:val="00E70D9E"/>
    <w:rsid w:val="00E710F1"/>
    <w:rsid w:val="00E7127B"/>
    <w:rsid w:val="00E71B4E"/>
    <w:rsid w:val="00E726F1"/>
    <w:rsid w:val="00E72B01"/>
    <w:rsid w:val="00E72E3C"/>
    <w:rsid w:val="00E72F10"/>
    <w:rsid w:val="00E72F5A"/>
    <w:rsid w:val="00E732DE"/>
    <w:rsid w:val="00E73523"/>
    <w:rsid w:val="00E736A0"/>
    <w:rsid w:val="00E73704"/>
    <w:rsid w:val="00E73B6A"/>
    <w:rsid w:val="00E74AC5"/>
    <w:rsid w:val="00E74C89"/>
    <w:rsid w:val="00E7507F"/>
    <w:rsid w:val="00E75111"/>
    <w:rsid w:val="00E752D4"/>
    <w:rsid w:val="00E75D9C"/>
    <w:rsid w:val="00E75F54"/>
    <w:rsid w:val="00E76741"/>
    <w:rsid w:val="00E7696E"/>
    <w:rsid w:val="00E76B7B"/>
    <w:rsid w:val="00E76F77"/>
    <w:rsid w:val="00E7738E"/>
    <w:rsid w:val="00E77AEB"/>
    <w:rsid w:val="00E77C12"/>
    <w:rsid w:val="00E77E24"/>
    <w:rsid w:val="00E800F0"/>
    <w:rsid w:val="00E803A2"/>
    <w:rsid w:val="00E80449"/>
    <w:rsid w:val="00E804C7"/>
    <w:rsid w:val="00E808DF"/>
    <w:rsid w:val="00E8099D"/>
    <w:rsid w:val="00E80CB3"/>
    <w:rsid w:val="00E81017"/>
    <w:rsid w:val="00E8152B"/>
    <w:rsid w:val="00E8159C"/>
    <w:rsid w:val="00E81EDD"/>
    <w:rsid w:val="00E82020"/>
    <w:rsid w:val="00E823D4"/>
    <w:rsid w:val="00E829F9"/>
    <w:rsid w:val="00E82B47"/>
    <w:rsid w:val="00E82F09"/>
    <w:rsid w:val="00E8329C"/>
    <w:rsid w:val="00E8346C"/>
    <w:rsid w:val="00E83DAB"/>
    <w:rsid w:val="00E84222"/>
    <w:rsid w:val="00E845D0"/>
    <w:rsid w:val="00E84969"/>
    <w:rsid w:val="00E84BB8"/>
    <w:rsid w:val="00E84C03"/>
    <w:rsid w:val="00E851A8"/>
    <w:rsid w:val="00E851DE"/>
    <w:rsid w:val="00E855AF"/>
    <w:rsid w:val="00E857FC"/>
    <w:rsid w:val="00E8598D"/>
    <w:rsid w:val="00E85CEA"/>
    <w:rsid w:val="00E86389"/>
    <w:rsid w:val="00E86673"/>
    <w:rsid w:val="00E86B47"/>
    <w:rsid w:val="00E875B8"/>
    <w:rsid w:val="00E877B1"/>
    <w:rsid w:val="00E87A6D"/>
    <w:rsid w:val="00E87B7A"/>
    <w:rsid w:val="00E87E84"/>
    <w:rsid w:val="00E87F78"/>
    <w:rsid w:val="00E902FC"/>
    <w:rsid w:val="00E90329"/>
    <w:rsid w:val="00E90DE4"/>
    <w:rsid w:val="00E90F1C"/>
    <w:rsid w:val="00E90F6D"/>
    <w:rsid w:val="00E912D8"/>
    <w:rsid w:val="00E91833"/>
    <w:rsid w:val="00E91928"/>
    <w:rsid w:val="00E91A05"/>
    <w:rsid w:val="00E91D40"/>
    <w:rsid w:val="00E91FBD"/>
    <w:rsid w:val="00E92042"/>
    <w:rsid w:val="00E920FB"/>
    <w:rsid w:val="00E923A3"/>
    <w:rsid w:val="00E923D9"/>
    <w:rsid w:val="00E924A6"/>
    <w:rsid w:val="00E92BF0"/>
    <w:rsid w:val="00E9361F"/>
    <w:rsid w:val="00E93808"/>
    <w:rsid w:val="00E93D68"/>
    <w:rsid w:val="00E93DCA"/>
    <w:rsid w:val="00E94319"/>
    <w:rsid w:val="00E9468D"/>
    <w:rsid w:val="00E948F0"/>
    <w:rsid w:val="00E94E94"/>
    <w:rsid w:val="00E9520E"/>
    <w:rsid w:val="00E956BC"/>
    <w:rsid w:val="00E95708"/>
    <w:rsid w:val="00E958F7"/>
    <w:rsid w:val="00E959F2"/>
    <w:rsid w:val="00E96167"/>
    <w:rsid w:val="00E9634F"/>
    <w:rsid w:val="00E966BE"/>
    <w:rsid w:val="00E96A89"/>
    <w:rsid w:val="00E96B2F"/>
    <w:rsid w:val="00E96CAB"/>
    <w:rsid w:val="00E96CF0"/>
    <w:rsid w:val="00E97742"/>
    <w:rsid w:val="00EA02DD"/>
    <w:rsid w:val="00EA049F"/>
    <w:rsid w:val="00EA04CD"/>
    <w:rsid w:val="00EA05ED"/>
    <w:rsid w:val="00EA0945"/>
    <w:rsid w:val="00EA0C36"/>
    <w:rsid w:val="00EA0F51"/>
    <w:rsid w:val="00EA112B"/>
    <w:rsid w:val="00EA11DE"/>
    <w:rsid w:val="00EA175E"/>
    <w:rsid w:val="00EA180B"/>
    <w:rsid w:val="00EA18B9"/>
    <w:rsid w:val="00EA1D8D"/>
    <w:rsid w:val="00EA1DD2"/>
    <w:rsid w:val="00EA230E"/>
    <w:rsid w:val="00EA23CE"/>
    <w:rsid w:val="00EA2556"/>
    <w:rsid w:val="00EA2870"/>
    <w:rsid w:val="00EA299F"/>
    <w:rsid w:val="00EA2CFC"/>
    <w:rsid w:val="00EA2D8D"/>
    <w:rsid w:val="00EA3116"/>
    <w:rsid w:val="00EA322C"/>
    <w:rsid w:val="00EA33FF"/>
    <w:rsid w:val="00EA349E"/>
    <w:rsid w:val="00EA37B0"/>
    <w:rsid w:val="00EA3AC9"/>
    <w:rsid w:val="00EA3B9F"/>
    <w:rsid w:val="00EA41CA"/>
    <w:rsid w:val="00EA4431"/>
    <w:rsid w:val="00EA4B43"/>
    <w:rsid w:val="00EA4C76"/>
    <w:rsid w:val="00EA4F81"/>
    <w:rsid w:val="00EA55AF"/>
    <w:rsid w:val="00EA5919"/>
    <w:rsid w:val="00EA5C6A"/>
    <w:rsid w:val="00EA61ED"/>
    <w:rsid w:val="00EA6421"/>
    <w:rsid w:val="00EA6456"/>
    <w:rsid w:val="00EA6588"/>
    <w:rsid w:val="00EA6F66"/>
    <w:rsid w:val="00EA7131"/>
    <w:rsid w:val="00EA7B5B"/>
    <w:rsid w:val="00EA7F3E"/>
    <w:rsid w:val="00EB07D8"/>
    <w:rsid w:val="00EB086B"/>
    <w:rsid w:val="00EB0C02"/>
    <w:rsid w:val="00EB0E0A"/>
    <w:rsid w:val="00EB10A7"/>
    <w:rsid w:val="00EB10F1"/>
    <w:rsid w:val="00EB11E1"/>
    <w:rsid w:val="00EB1530"/>
    <w:rsid w:val="00EB17B0"/>
    <w:rsid w:val="00EB1836"/>
    <w:rsid w:val="00EB2242"/>
    <w:rsid w:val="00EB23F9"/>
    <w:rsid w:val="00EB28AC"/>
    <w:rsid w:val="00EB2959"/>
    <w:rsid w:val="00EB2AAD"/>
    <w:rsid w:val="00EB331B"/>
    <w:rsid w:val="00EB3602"/>
    <w:rsid w:val="00EB3A97"/>
    <w:rsid w:val="00EB3EA1"/>
    <w:rsid w:val="00EB4B6D"/>
    <w:rsid w:val="00EB4BE7"/>
    <w:rsid w:val="00EB4C35"/>
    <w:rsid w:val="00EB4E3F"/>
    <w:rsid w:val="00EB53A3"/>
    <w:rsid w:val="00EB562E"/>
    <w:rsid w:val="00EB5681"/>
    <w:rsid w:val="00EB5798"/>
    <w:rsid w:val="00EB5F06"/>
    <w:rsid w:val="00EB6003"/>
    <w:rsid w:val="00EB6175"/>
    <w:rsid w:val="00EB6253"/>
    <w:rsid w:val="00EB62CF"/>
    <w:rsid w:val="00EB6320"/>
    <w:rsid w:val="00EB6396"/>
    <w:rsid w:val="00EB68B1"/>
    <w:rsid w:val="00EB6AE4"/>
    <w:rsid w:val="00EB6C9D"/>
    <w:rsid w:val="00EB74FB"/>
    <w:rsid w:val="00EB75ED"/>
    <w:rsid w:val="00EB7BA5"/>
    <w:rsid w:val="00EC081B"/>
    <w:rsid w:val="00EC08D7"/>
    <w:rsid w:val="00EC0A4F"/>
    <w:rsid w:val="00EC0ABD"/>
    <w:rsid w:val="00EC0D5E"/>
    <w:rsid w:val="00EC0E4B"/>
    <w:rsid w:val="00EC0ED7"/>
    <w:rsid w:val="00EC2097"/>
    <w:rsid w:val="00EC2992"/>
    <w:rsid w:val="00EC30DA"/>
    <w:rsid w:val="00EC33DA"/>
    <w:rsid w:val="00EC344B"/>
    <w:rsid w:val="00EC34E1"/>
    <w:rsid w:val="00EC358A"/>
    <w:rsid w:val="00EC36AF"/>
    <w:rsid w:val="00EC3A6F"/>
    <w:rsid w:val="00EC3C65"/>
    <w:rsid w:val="00EC3C87"/>
    <w:rsid w:val="00EC3E3C"/>
    <w:rsid w:val="00EC3E87"/>
    <w:rsid w:val="00EC3E8B"/>
    <w:rsid w:val="00EC4094"/>
    <w:rsid w:val="00EC4E01"/>
    <w:rsid w:val="00EC4E67"/>
    <w:rsid w:val="00EC4FD4"/>
    <w:rsid w:val="00EC53A9"/>
    <w:rsid w:val="00EC5722"/>
    <w:rsid w:val="00EC5807"/>
    <w:rsid w:val="00EC5867"/>
    <w:rsid w:val="00EC5987"/>
    <w:rsid w:val="00EC5A12"/>
    <w:rsid w:val="00EC5A32"/>
    <w:rsid w:val="00EC5E1B"/>
    <w:rsid w:val="00EC61BF"/>
    <w:rsid w:val="00EC65BF"/>
    <w:rsid w:val="00EC6976"/>
    <w:rsid w:val="00EC6D3A"/>
    <w:rsid w:val="00EC6E41"/>
    <w:rsid w:val="00EC709F"/>
    <w:rsid w:val="00EC712D"/>
    <w:rsid w:val="00EC7274"/>
    <w:rsid w:val="00EC781C"/>
    <w:rsid w:val="00EC7971"/>
    <w:rsid w:val="00EC7A6A"/>
    <w:rsid w:val="00ED0134"/>
    <w:rsid w:val="00ED025F"/>
    <w:rsid w:val="00ED04E3"/>
    <w:rsid w:val="00ED067F"/>
    <w:rsid w:val="00ED0951"/>
    <w:rsid w:val="00ED0D32"/>
    <w:rsid w:val="00ED112A"/>
    <w:rsid w:val="00ED1179"/>
    <w:rsid w:val="00ED156A"/>
    <w:rsid w:val="00ED1862"/>
    <w:rsid w:val="00ED1D2C"/>
    <w:rsid w:val="00ED1EFC"/>
    <w:rsid w:val="00ED216D"/>
    <w:rsid w:val="00ED2320"/>
    <w:rsid w:val="00ED258B"/>
    <w:rsid w:val="00ED27F9"/>
    <w:rsid w:val="00ED2AD1"/>
    <w:rsid w:val="00ED2CEB"/>
    <w:rsid w:val="00ED2F16"/>
    <w:rsid w:val="00ED320F"/>
    <w:rsid w:val="00ED3463"/>
    <w:rsid w:val="00ED34C8"/>
    <w:rsid w:val="00ED3571"/>
    <w:rsid w:val="00ED35AC"/>
    <w:rsid w:val="00ED3B37"/>
    <w:rsid w:val="00ED3BAD"/>
    <w:rsid w:val="00ED3C59"/>
    <w:rsid w:val="00ED3DAC"/>
    <w:rsid w:val="00ED3DD4"/>
    <w:rsid w:val="00ED43DE"/>
    <w:rsid w:val="00ED4563"/>
    <w:rsid w:val="00ED4C11"/>
    <w:rsid w:val="00ED4DA6"/>
    <w:rsid w:val="00ED4DF4"/>
    <w:rsid w:val="00ED4E28"/>
    <w:rsid w:val="00ED4EF8"/>
    <w:rsid w:val="00ED52BE"/>
    <w:rsid w:val="00ED530B"/>
    <w:rsid w:val="00ED534D"/>
    <w:rsid w:val="00ED56CD"/>
    <w:rsid w:val="00ED5786"/>
    <w:rsid w:val="00ED5E2C"/>
    <w:rsid w:val="00ED5E9F"/>
    <w:rsid w:val="00ED6314"/>
    <w:rsid w:val="00ED63C3"/>
    <w:rsid w:val="00ED6403"/>
    <w:rsid w:val="00ED661B"/>
    <w:rsid w:val="00ED67F8"/>
    <w:rsid w:val="00ED79D4"/>
    <w:rsid w:val="00ED7B79"/>
    <w:rsid w:val="00EE022F"/>
    <w:rsid w:val="00EE03B3"/>
    <w:rsid w:val="00EE0964"/>
    <w:rsid w:val="00EE098F"/>
    <w:rsid w:val="00EE09AC"/>
    <w:rsid w:val="00EE0A9E"/>
    <w:rsid w:val="00EE14AE"/>
    <w:rsid w:val="00EE1883"/>
    <w:rsid w:val="00EE22E0"/>
    <w:rsid w:val="00EE26FC"/>
    <w:rsid w:val="00EE2BDD"/>
    <w:rsid w:val="00EE2FA2"/>
    <w:rsid w:val="00EE3311"/>
    <w:rsid w:val="00EE3739"/>
    <w:rsid w:val="00EE3CFE"/>
    <w:rsid w:val="00EE4142"/>
    <w:rsid w:val="00EE41FA"/>
    <w:rsid w:val="00EE4AB5"/>
    <w:rsid w:val="00EE4C36"/>
    <w:rsid w:val="00EE509B"/>
    <w:rsid w:val="00EE5766"/>
    <w:rsid w:val="00EE60D2"/>
    <w:rsid w:val="00EE6A39"/>
    <w:rsid w:val="00EE6C8F"/>
    <w:rsid w:val="00EE7095"/>
    <w:rsid w:val="00EE78B4"/>
    <w:rsid w:val="00EE7A51"/>
    <w:rsid w:val="00EE7B48"/>
    <w:rsid w:val="00EF0087"/>
    <w:rsid w:val="00EF05F9"/>
    <w:rsid w:val="00EF0BEF"/>
    <w:rsid w:val="00EF1059"/>
    <w:rsid w:val="00EF1195"/>
    <w:rsid w:val="00EF12C5"/>
    <w:rsid w:val="00EF158E"/>
    <w:rsid w:val="00EF15AB"/>
    <w:rsid w:val="00EF171D"/>
    <w:rsid w:val="00EF17A8"/>
    <w:rsid w:val="00EF2787"/>
    <w:rsid w:val="00EF2886"/>
    <w:rsid w:val="00EF316A"/>
    <w:rsid w:val="00EF328F"/>
    <w:rsid w:val="00EF32F9"/>
    <w:rsid w:val="00EF3682"/>
    <w:rsid w:val="00EF3AC5"/>
    <w:rsid w:val="00EF3B4A"/>
    <w:rsid w:val="00EF400A"/>
    <w:rsid w:val="00EF410D"/>
    <w:rsid w:val="00EF4CBC"/>
    <w:rsid w:val="00EF4F66"/>
    <w:rsid w:val="00EF50D8"/>
    <w:rsid w:val="00EF520A"/>
    <w:rsid w:val="00EF5533"/>
    <w:rsid w:val="00EF5638"/>
    <w:rsid w:val="00EF576C"/>
    <w:rsid w:val="00EF5C18"/>
    <w:rsid w:val="00EF5C1F"/>
    <w:rsid w:val="00EF5C90"/>
    <w:rsid w:val="00EF5D93"/>
    <w:rsid w:val="00EF5DDE"/>
    <w:rsid w:val="00EF5E4B"/>
    <w:rsid w:val="00EF6ECB"/>
    <w:rsid w:val="00EF6F83"/>
    <w:rsid w:val="00EF6FA8"/>
    <w:rsid w:val="00EF705D"/>
    <w:rsid w:val="00EF74B7"/>
    <w:rsid w:val="00EF74D6"/>
    <w:rsid w:val="00EF7CEB"/>
    <w:rsid w:val="00F0038C"/>
    <w:rsid w:val="00F0062E"/>
    <w:rsid w:val="00F0065A"/>
    <w:rsid w:val="00F00868"/>
    <w:rsid w:val="00F00D39"/>
    <w:rsid w:val="00F00DAF"/>
    <w:rsid w:val="00F0141F"/>
    <w:rsid w:val="00F01B8C"/>
    <w:rsid w:val="00F01C5C"/>
    <w:rsid w:val="00F02062"/>
    <w:rsid w:val="00F020C2"/>
    <w:rsid w:val="00F02255"/>
    <w:rsid w:val="00F02879"/>
    <w:rsid w:val="00F029CC"/>
    <w:rsid w:val="00F02E86"/>
    <w:rsid w:val="00F0309B"/>
    <w:rsid w:val="00F030E3"/>
    <w:rsid w:val="00F0337E"/>
    <w:rsid w:val="00F0341A"/>
    <w:rsid w:val="00F039E2"/>
    <w:rsid w:val="00F03CB8"/>
    <w:rsid w:val="00F03DD1"/>
    <w:rsid w:val="00F04041"/>
    <w:rsid w:val="00F042B3"/>
    <w:rsid w:val="00F0478B"/>
    <w:rsid w:val="00F047BA"/>
    <w:rsid w:val="00F04996"/>
    <w:rsid w:val="00F04A5C"/>
    <w:rsid w:val="00F04B30"/>
    <w:rsid w:val="00F04C5C"/>
    <w:rsid w:val="00F05192"/>
    <w:rsid w:val="00F053A2"/>
    <w:rsid w:val="00F0551A"/>
    <w:rsid w:val="00F0557D"/>
    <w:rsid w:val="00F05ADB"/>
    <w:rsid w:val="00F05DB0"/>
    <w:rsid w:val="00F05E0B"/>
    <w:rsid w:val="00F05EBF"/>
    <w:rsid w:val="00F06597"/>
    <w:rsid w:val="00F07108"/>
    <w:rsid w:val="00F0726E"/>
    <w:rsid w:val="00F077A7"/>
    <w:rsid w:val="00F07931"/>
    <w:rsid w:val="00F07E98"/>
    <w:rsid w:val="00F10178"/>
    <w:rsid w:val="00F10181"/>
    <w:rsid w:val="00F10795"/>
    <w:rsid w:val="00F108D9"/>
    <w:rsid w:val="00F10D7F"/>
    <w:rsid w:val="00F11336"/>
    <w:rsid w:val="00F122B7"/>
    <w:rsid w:val="00F1232E"/>
    <w:rsid w:val="00F12C04"/>
    <w:rsid w:val="00F12DBE"/>
    <w:rsid w:val="00F1320C"/>
    <w:rsid w:val="00F1366D"/>
    <w:rsid w:val="00F13A9F"/>
    <w:rsid w:val="00F13EEC"/>
    <w:rsid w:val="00F13F6E"/>
    <w:rsid w:val="00F13F88"/>
    <w:rsid w:val="00F146AE"/>
    <w:rsid w:val="00F14A46"/>
    <w:rsid w:val="00F14DDB"/>
    <w:rsid w:val="00F152E9"/>
    <w:rsid w:val="00F153DE"/>
    <w:rsid w:val="00F15518"/>
    <w:rsid w:val="00F1555F"/>
    <w:rsid w:val="00F156BC"/>
    <w:rsid w:val="00F15C06"/>
    <w:rsid w:val="00F15D7B"/>
    <w:rsid w:val="00F1611E"/>
    <w:rsid w:val="00F165DE"/>
    <w:rsid w:val="00F166C4"/>
    <w:rsid w:val="00F16A3D"/>
    <w:rsid w:val="00F1701E"/>
    <w:rsid w:val="00F17250"/>
    <w:rsid w:val="00F178DE"/>
    <w:rsid w:val="00F178E8"/>
    <w:rsid w:val="00F17BC1"/>
    <w:rsid w:val="00F17EF0"/>
    <w:rsid w:val="00F17F2C"/>
    <w:rsid w:val="00F18538"/>
    <w:rsid w:val="00F202CE"/>
    <w:rsid w:val="00F202CF"/>
    <w:rsid w:val="00F20305"/>
    <w:rsid w:val="00F203FA"/>
    <w:rsid w:val="00F20631"/>
    <w:rsid w:val="00F20685"/>
    <w:rsid w:val="00F21511"/>
    <w:rsid w:val="00F21591"/>
    <w:rsid w:val="00F218BC"/>
    <w:rsid w:val="00F21C07"/>
    <w:rsid w:val="00F221D4"/>
    <w:rsid w:val="00F2247D"/>
    <w:rsid w:val="00F23296"/>
    <w:rsid w:val="00F23D82"/>
    <w:rsid w:val="00F23EAC"/>
    <w:rsid w:val="00F24182"/>
    <w:rsid w:val="00F24275"/>
    <w:rsid w:val="00F2462E"/>
    <w:rsid w:val="00F246C2"/>
    <w:rsid w:val="00F2488F"/>
    <w:rsid w:val="00F249BB"/>
    <w:rsid w:val="00F24EAA"/>
    <w:rsid w:val="00F252D3"/>
    <w:rsid w:val="00F258C3"/>
    <w:rsid w:val="00F25EFF"/>
    <w:rsid w:val="00F25F7B"/>
    <w:rsid w:val="00F26528"/>
    <w:rsid w:val="00F26B2A"/>
    <w:rsid w:val="00F26B75"/>
    <w:rsid w:val="00F26C29"/>
    <w:rsid w:val="00F26E0B"/>
    <w:rsid w:val="00F26F7D"/>
    <w:rsid w:val="00F27656"/>
    <w:rsid w:val="00F2769B"/>
    <w:rsid w:val="00F276C6"/>
    <w:rsid w:val="00F27A5C"/>
    <w:rsid w:val="00F27B8C"/>
    <w:rsid w:val="00F30E7F"/>
    <w:rsid w:val="00F30E92"/>
    <w:rsid w:val="00F30E9D"/>
    <w:rsid w:val="00F30FDC"/>
    <w:rsid w:val="00F3109A"/>
    <w:rsid w:val="00F31356"/>
    <w:rsid w:val="00F31D30"/>
    <w:rsid w:val="00F32043"/>
    <w:rsid w:val="00F321C5"/>
    <w:rsid w:val="00F3286B"/>
    <w:rsid w:val="00F32B10"/>
    <w:rsid w:val="00F32C4F"/>
    <w:rsid w:val="00F32CCE"/>
    <w:rsid w:val="00F32F67"/>
    <w:rsid w:val="00F33154"/>
    <w:rsid w:val="00F33680"/>
    <w:rsid w:val="00F33F77"/>
    <w:rsid w:val="00F34023"/>
    <w:rsid w:val="00F34D16"/>
    <w:rsid w:val="00F34F1B"/>
    <w:rsid w:val="00F34FBC"/>
    <w:rsid w:val="00F3510C"/>
    <w:rsid w:val="00F3514E"/>
    <w:rsid w:val="00F356F8"/>
    <w:rsid w:val="00F359D8"/>
    <w:rsid w:val="00F35A6F"/>
    <w:rsid w:val="00F35F31"/>
    <w:rsid w:val="00F36063"/>
    <w:rsid w:val="00F3612A"/>
    <w:rsid w:val="00F36431"/>
    <w:rsid w:val="00F3671B"/>
    <w:rsid w:val="00F36F68"/>
    <w:rsid w:val="00F37856"/>
    <w:rsid w:val="00F37D0A"/>
    <w:rsid w:val="00F40389"/>
    <w:rsid w:val="00F40949"/>
    <w:rsid w:val="00F40B71"/>
    <w:rsid w:val="00F410C4"/>
    <w:rsid w:val="00F41523"/>
    <w:rsid w:val="00F41737"/>
    <w:rsid w:val="00F42412"/>
    <w:rsid w:val="00F4249A"/>
    <w:rsid w:val="00F42528"/>
    <w:rsid w:val="00F42C68"/>
    <w:rsid w:val="00F42EE2"/>
    <w:rsid w:val="00F43130"/>
    <w:rsid w:val="00F4327D"/>
    <w:rsid w:val="00F437F4"/>
    <w:rsid w:val="00F444AC"/>
    <w:rsid w:val="00F44D46"/>
    <w:rsid w:val="00F44FB9"/>
    <w:rsid w:val="00F450AF"/>
    <w:rsid w:val="00F452FF"/>
    <w:rsid w:val="00F45E8A"/>
    <w:rsid w:val="00F462EF"/>
    <w:rsid w:val="00F463F4"/>
    <w:rsid w:val="00F464EB"/>
    <w:rsid w:val="00F469D4"/>
    <w:rsid w:val="00F46A0A"/>
    <w:rsid w:val="00F46CFC"/>
    <w:rsid w:val="00F46FE4"/>
    <w:rsid w:val="00F4779D"/>
    <w:rsid w:val="00F47804"/>
    <w:rsid w:val="00F47846"/>
    <w:rsid w:val="00F47881"/>
    <w:rsid w:val="00F478C1"/>
    <w:rsid w:val="00F479A6"/>
    <w:rsid w:val="00F47B3B"/>
    <w:rsid w:val="00F47CA9"/>
    <w:rsid w:val="00F47D3F"/>
    <w:rsid w:val="00F47FD6"/>
    <w:rsid w:val="00F501D2"/>
    <w:rsid w:val="00F50376"/>
    <w:rsid w:val="00F503BE"/>
    <w:rsid w:val="00F503C2"/>
    <w:rsid w:val="00F503DA"/>
    <w:rsid w:val="00F50B40"/>
    <w:rsid w:val="00F50D2D"/>
    <w:rsid w:val="00F50E6D"/>
    <w:rsid w:val="00F50EFC"/>
    <w:rsid w:val="00F50F33"/>
    <w:rsid w:val="00F5106D"/>
    <w:rsid w:val="00F5140D"/>
    <w:rsid w:val="00F517FE"/>
    <w:rsid w:val="00F51928"/>
    <w:rsid w:val="00F51AFC"/>
    <w:rsid w:val="00F51B27"/>
    <w:rsid w:val="00F51B91"/>
    <w:rsid w:val="00F51BE3"/>
    <w:rsid w:val="00F51CD1"/>
    <w:rsid w:val="00F52324"/>
    <w:rsid w:val="00F524B5"/>
    <w:rsid w:val="00F52811"/>
    <w:rsid w:val="00F5311E"/>
    <w:rsid w:val="00F531EC"/>
    <w:rsid w:val="00F5361D"/>
    <w:rsid w:val="00F53C04"/>
    <w:rsid w:val="00F54366"/>
    <w:rsid w:val="00F54674"/>
    <w:rsid w:val="00F54C23"/>
    <w:rsid w:val="00F54EC7"/>
    <w:rsid w:val="00F55034"/>
    <w:rsid w:val="00F5535D"/>
    <w:rsid w:val="00F55684"/>
    <w:rsid w:val="00F557CC"/>
    <w:rsid w:val="00F557DD"/>
    <w:rsid w:val="00F55E4F"/>
    <w:rsid w:val="00F55FF5"/>
    <w:rsid w:val="00F5630B"/>
    <w:rsid w:val="00F56FD2"/>
    <w:rsid w:val="00F57A18"/>
    <w:rsid w:val="00F57D5F"/>
    <w:rsid w:val="00F57FC6"/>
    <w:rsid w:val="00F60383"/>
    <w:rsid w:val="00F60450"/>
    <w:rsid w:val="00F6079C"/>
    <w:rsid w:val="00F60ACA"/>
    <w:rsid w:val="00F60C6D"/>
    <w:rsid w:val="00F611F9"/>
    <w:rsid w:val="00F61401"/>
    <w:rsid w:val="00F6152E"/>
    <w:rsid w:val="00F615AB"/>
    <w:rsid w:val="00F6160F"/>
    <w:rsid w:val="00F61A9D"/>
    <w:rsid w:val="00F61CE6"/>
    <w:rsid w:val="00F6208E"/>
    <w:rsid w:val="00F6219D"/>
    <w:rsid w:val="00F622B0"/>
    <w:rsid w:val="00F622CE"/>
    <w:rsid w:val="00F623C5"/>
    <w:rsid w:val="00F62959"/>
    <w:rsid w:val="00F62B91"/>
    <w:rsid w:val="00F6350E"/>
    <w:rsid w:val="00F63808"/>
    <w:rsid w:val="00F63949"/>
    <w:rsid w:val="00F6397F"/>
    <w:rsid w:val="00F63BCA"/>
    <w:rsid w:val="00F63FD6"/>
    <w:rsid w:val="00F64137"/>
    <w:rsid w:val="00F6420E"/>
    <w:rsid w:val="00F643EF"/>
    <w:rsid w:val="00F645CD"/>
    <w:rsid w:val="00F649E9"/>
    <w:rsid w:val="00F64B79"/>
    <w:rsid w:val="00F65501"/>
    <w:rsid w:val="00F6598B"/>
    <w:rsid w:val="00F65D2A"/>
    <w:rsid w:val="00F65FD2"/>
    <w:rsid w:val="00F666AE"/>
    <w:rsid w:val="00F66AC9"/>
    <w:rsid w:val="00F66DE4"/>
    <w:rsid w:val="00F66EEF"/>
    <w:rsid w:val="00F673E7"/>
    <w:rsid w:val="00F67481"/>
    <w:rsid w:val="00F6750C"/>
    <w:rsid w:val="00F67627"/>
    <w:rsid w:val="00F70054"/>
    <w:rsid w:val="00F700DC"/>
    <w:rsid w:val="00F70216"/>
    <w:rsid w:val="00F7029D"/>
    <w:rsid w:val="00F7031D"/>
    <w:rsid w:val="00F70A85"/>
    <w:rsid w:val="00F70F83"/>
    <w:rsid w:val="00F70FA7"/>
    <w:rsid w:val="00F714B9"/>
    <w:rsid w:val="00F71AAF"/>
    <w:rsid w:val="00F71E0F"/>
    <w:rsid w:val="00F722F4"/>
    <w:rsid w:val="00F725AA"/>
    <w:rsid w:val="00F72C9E"/>
    <w:rsid w:val="00F7341F"/>
    <w:rsid w:val="00F7359D"/>
    <w:rsid w:val="00F736A1"/>
    <w:rsid w:val="00F737A9"/>
    <w:rsid w:val="00F738F5"/>
    <w:rsid w:val="00F73A1F"/>
    <w:rsid w:val="00F73B04"/>
    <w:rsid w:val="00F73BDC"/>
    <w:rsid w:val="00F74354"/>
    <w:rsid w:val="00F75524"/>
    <w:rsid w:val="00F75700"/>
    <w:rsid w:val="00F758F2"/>
    <w:rsid w:val="00F76263"/>
    <w:rsid w:val="00F7637F"/>
    <w:rsid w:val="00F7665D"/>
    <w:rsid w:val="00F76CA6"/>
    <w:rsid w:val="00F76EE3"/>
    <w:rsid w:val="00F7738F"/>
    <w:rsid w:val="00F774E4"/>
    <w:rsid w:val="00F77587"/>
    <w:rsid w:val="00F7779D"/>
    <w:rsid w:val="00F77FA2"/>
    <w:rsid w:val="00F802D4"/>
    <w:rsid w:val="00F803BA"/>
    <w:rsid w:val="00F806E1"/>
    <w:rsid w:val="00F80E99"/>
    <w:rsid w:val="00F81324"/>
    <w:rsid w:val="00F818DB"/>
    <w:rsid w:val="00F81E72"/>
    <w:rsid w:val="00F82110"/>
    <w:rsid w:val="00F8232D"/>
    <w:rsid w:val="00F827C4"/>
    <w:rsid w:val="00F82A12"/>
    <w:rsid w:val="00F82BCB"/>
    <w:rsid w:val="00F83061"/>
    <w:rsid w:val="00F83149"/>
    <w:rsid w:val="00F8320E"/>
    <w:rsid w:val="00F83254"/>
    <w:rsid w:val="00F83281"/>
    <w:rsid w:val="00F833F1"/>
    <w:rsid w:val="00F834D2"/>
    <w:rsid w:val="00F837E8"/>
    <w:rsid w:val="00F83BEF"/>
    <w:rsid w:val="00F83C83"/>
    <w:rsid w:val="00F841F9"/>
    <w:rsid w:val="00F842D1"/>
    <w:rsid w:val="00F84313"/>
    <w:rsid w:val="00F84690"/>
    <w:rsid w:val="00F848AC"/>
    <w:rsid w:val="00F84A85"/>
    <w:rsid w:val="00F84B41"/>
    <w:rsid w:val="00F84E59"/>
    <w:rsid w:val="00F8519B"/>
    <w:rsid w:val="00F855CA"/>
    <w:rsid w:val="00F857F3"/>
    <w:rsid w:val="00F85AEB"/>
    <w:rsid w:val="00F85B58"/>
    <w:rsid w:val="00F85B8B"/>
    <w:rsid w:val="00F85E1F"/>
    <w:rsid w:val="00F862BE"/>
    <w:rsid w:val="00F866C9"/>
    <w:rsid w:val="00F86ECA"/>
    <w:rsid w:val="00F86FDD"/>
    <w:rsid w:val="00F870A6"/>
    <w:rsid w:val="00F8752B"/>
    <w:rsid w:val="00F87790"/>
    <w:rsid w:val="00F87B72"/>
    <w:rsid w:val="00F87E69"/>
    <w:rsid w:val="00F9086C"/>
    <w:rsid w:val="00F91117"/>
    <w:rsid w:val="00F9115E"/>
    <w:rsid w:val="00F91383"/>
    <w:rsid w:val="00F91C15"/>
    <w:rsid w:val="00F91F07"/>
    <w:rsid w:val="00F9233D"/>
    <w:rsid w:val="00F923F7"/>
    <w:rsid w:val="00F92836"/>
    <w:rsid w:val="00F92868"/>
    <w:rsid w:val="00F92F2A"/>
    <w:rsid w:val="00F93305"/>
    <w:rsid w:val="00F93820"/>
    <w:rsid w:val="00F93956"/>
    <w:rsid w:val="00F93ADB"/>
    <w:rsid w:val="00F93C4D"/>
    <w:rsid w:val="00F93D7F"/>
    <w:rsid w:val="00F93D98"/>
    <w:rsid w:val="00F940AA"/>
    <w:rsid w:val="00F9438E"/>
    <w:rsid w:val="00F9476A"/>
    <w:rsid w:val="00F947F9"/>
    <w:rsid w:val="00F948BA"/>
    <w:rsid w:val="00F94EA8"/>
    <w:rsid w:val="00F94EEB"/>
    <w:rsid w:val="00F956C9"/>
    <w:rsid w:val="00F95C19"/>
    <w:rsid w:val="00F95C93"/>
    <w:rsid w:val="00F96410"/>
    <w:rsid w:val="00F9659E"/>
    <w:rsid w:val="00F9681B"/>
    <w:rsid w:val="00F96A89"/>
    <w:rsid w:val="00F96D1E"/>
    <w:rsid w:val="00F97437"/>
    <w:rsid w:val="00F975C5"/>
    <w:rsid w:val="00F978A0"/>
    <w:rsid w:val="00F97F02"/>
    <w:rsid w:val="00FA017E"/>
    <w:rsid w:val="00FA09F6"/>
    <w:rsid w:val="00FA0A6B"/>
    <w:rsid w:val="00FA0AB6"/>
    <w:rsid w:val="00FA0C9C"/>
    <w:rsid w:val="00FA0EFB"/>
    <w:rsid w:val="00FA106C"/>
    <w:rsid w:val="00FA112B"/>
    <w:rsid w:val="00FA1795"/>
    <w:rsid w:val="00FA1A37"/>
    <w:rsid w:val="00FA1C58"/>
    <w:rsid w:val="00FA1D67"/>
    <w:rsid w:val="00FA1DB1"/>
    <w:rsid w:val="00FA1DE5"/>
    <w:rsid w:val="00FA21E4"/>
    <w:rsid w:val="00FA21F3"/>
    <w:rsid w:val="00FA2508"/>
    <w:rsid w:val="00FA25AD"/>
    <w:rsid w:val="00FA260A"/>
    <w:rsid w:val="00FA267C"/>
    <w:rsid w:val="00FA2727"/>
    <w:rsid w:val="00FA2C11"/>
    <w:rsid w:val="00FA2D5B"/>
    <w:rsid w:val="00FA2E35"/>
    <w:rsid w:val="00FA2FDA"/>
    <w:rsid w:val="00FA3128"/>
    <w:rsid w:val="00FA3324"/>
    <w:rsid w:val="00FA34AD"/>
    <w:rsid w:val="00FA355A"/>
    <w:rsid w:val="00FA35DF"/>
    <w:rsid w:val="00FA3998"/>
    <w:rsid w:val="00FA39FE"/>
    <w:rsid w:val="00FA3AB6"/>
    <w:rsid w:val="00FA3B10"/>
    <w:rsid w:val="00FA3F9C"/>
    <w:rsid w:val="00FA40AA"/>
    <w:rsid w:val="00FA498F"/>
    <w:rsid w:val="00FA60FD"/>
    <w:rsid w:val="00FA61F4"/>
    <w:rsid w:val="00FA62DC"/>
    <w:rsid w:val="00FA645C"/>
    <w:rsid w:val="00FA6519"/>
    <w:rsid w:val="00FA69BA"/>
    <w:rsid w:val="00FA7055"/>
    <w:rsid w:val="00FA714C"/>
    <w:rsid w:val="00FB0105"/>
    <w:rsid w:val="00FB0552"/>
    <w:rsid w:val="00FB076F"/>
    <w:rsid w:val="00FB092D"/>
    <w:rsid w:val="00FB17B5"/>
    <w:rsid w:val="00FB1AE2"/>
    <w:rsid w:val="00FB1D0A"/>
    <w:rsid w:val="00FB2859"/>
    <w:rsid w:val="00FB2AFD"/>
    <w:rsid w:val="00FB2DE6"/>
    <w:rsid w:val="00FB2E92"/>
    <w:rsid w:val="00FB349F"/>
    <w:rsid w:val="00FB3658"/>
    <w:rsid w:val="00FB4139"/>
    <w:rsid w:val="00FB41A2"/>
    <w:rsid w:val="00FB4440"/>
    <w:rsid w:val="00FB4ABA"/>
    <w:rsid w:val="00FB4B23"/>
    <w:rsid w:val="00FB4D6A"/>
    <w:rsid w:val="00FB4DCF"/>
    <w:rsid w:val="00FB53A6"/>
    <w:rsid w:val="00FB5422"/>
    <w:rsid w:val="00FB5562"/>
    <w:rsid w:val="00FB5790"/>
    <w:rsid w:val="00FB579A"/>
    <w:rsid w:val="00FB5881"/>
    <w:rsid w:val="00FB5898"/>
    <w:rsid w:val="00FB594A"/>
    <w:rsid w:val="00FB60CF"/>
    <w:rsid w:val="00FB661B"/>
    <w:rsid w:val="00FB6978"/>
    <w:rsid w:val="00FB6B2D"/>
    <w:rsid w:val="00FB6FF6"/>
    <w:rsid w:val="00FB7508"/>
    <w:rsid w:val="00FB7543"/>
    <w:rsid w:val="00FC003C"/>
    <w:rsid w:val="00FC0113"/>
    <w:rsid w:val="00FC0231"/>
    <w:rsid w:val="00FC0321"/>
    <w:rsid w:val="00FC0516"/>
    <w:rsid w:val="00FC055E"/>
    <w:rsid w:val="00FC0A70"/>
    <w:rsid w:val="00FC0A8F"/>
    <w:rsid w:val="00FC0C40"/>
    <w:rsid w:val="00FC0E83"/>
    <w:rsid w:val="00FC0FDB"/>
    <w:rsid w:val="00FC12CE"/>
    <w:rsid w:val="00FC1492"/>
    <w:rsid w:val="00FC14BA"/>
    <w:rsid w:val="00FC1A49"/>
    <w:rsid w:val="00FC1BE9"/>
    <w:rsid w:val="00FC2168"/>
    <w:rsid w:val="00FC245E"/>
    <w:rsid w:val="00FC274F"/>
    <w:rsid w:val="00FC28DB"/>
    <w:rsid w:val="00FC2C14"/>
    <w:rsid w:val="00FC2ED2"/>
    <w:rsid w:val="00FC3777"/>
    <w:rsid w:val="00FC379E"/>
    <w:rsid w:val="00FC37C5"/>
    <w:rsid w:val="00FC388B"/>
    <w:rsid w:val="00FC3A3C"/>
    <w:rsid w:val="00FC3C5E"/>
    <w:rsid w:val="00FC3CDF"/>
    <w:rsid w:val="00FC3EDC"/>
    <w:rsid w:val="00FC405B"/>
    <w:rsid w:val="00FC4516"/>
    <w:rsid w:val="00FC4945"/>
    <w:rsid w:val="00FC4AD7"/>
    <w:rsid w:val="00FC52B4"/>
    <w:rsid w:val="00FC5513"/>
    <w:rsid w:val="00FC5AF1"/>
    <w:rsid w:val="00FC5C84"/>
    <w:rsid w:val="00FC6074"/>
    <w:rsid w:val="00FC691C"/>
    <w:rsid w:val="00FC6C5A"/>
    <w:rsid w:val="00FC6D87"/>
    <w:rsid w:val="00FC6DDB"/>
    <w:rsid w:val="00FC735E"/>
    <w:rsid w:val="00FC73BF"/>
    <w:rsid w:val="00FC7637"/>
    <w:rsid w:val="00FC79BB"/>
    <w:rsid w:val="00FD049F"/>
    <w:rsid w:val="00FD082C"/>
    <w:rsid w:val="00FD0988"/>
    <w:rsid w:val="00FD0A25"/>
    <w:rsid w:val="00FD0C58"/>
    <w:rsid w:val="00FD0DF5"/>
    <w:rsid w:val="00FD103A"/>
    <w:rsid w:val="00FD13A6"/>
    <w:rsid w:val="00FD1A9E"/>
    <w:rsid w:val="00FD1D2D"/>
    <w:rsid w:val="00FD1F57"/>
    <w:rsid w:val="00FD20E5"/>
    <w:rsid w:val="00FD2119"/>
    <w:rsid w:val="00FD24DF"/>
    <w:rsid w:val="00FD271B"/>
    <w:rsid w:val="00FD276D"/>
    <w:rsid w:val="00FD2A91"/>
    <w:rsid w:val="00FD2ED4"/>
    <w:rsid w:val="00FD3310"/>
    <w:rsid w:val="00FD3C6F"/>
    <w:rsid w:val="00FD3F9A"/>
    <w:rsid w:val="00FD40B5"/>
    <w:rsid w:val="00FD40CF"/>
    <w:rsid w:val="00FD4165"/>
    <w:rsid w:val="00FD44AA"/>
    <w:rsid w:val="00FD4587"/>
    <w:rsid w:val="00FD4668"/>
    <w:rsid w:val="00FD48EA"/>
    <w:rsid w:val="00FD4F18"/>
    <w:rsid w:val="00FD50B2"/>
    <w:rsid w:val="00FD524A"/>
    <w:rsid w:val="00FD54D7"/>
    <w:rsid w:val="00FD5540"/>
    <w:rsid w:val="00FD5718"/>
    <w:rsid w:val="00FD5A2E"/>
    <w:rsid w:val="00FD5B65"/>
    <w:rsid w:val="00FD5E92"/>
    <w:rsid w:val="00FD640F"/>
    <w:rsid w:val="00FD66FD"/>
    <w:rsid w:val="00FD6794"/>
    <w:rsid w:val="00FD69B9"/>
    <w:rsid w:val="00FD69EA"/>
    <w:rsid w:val="00FD6A98"/>
    <w:rsid w:val="00FD6B0A"/>
    <w:rsid w:val="00FD72D2"/>
    <w:rsid w:val="00FD77D6"/>
    <w:rsid w:val="00FE0032"/>
    <w:rsid w:val="00FE05C5"/>
    <w:rsid w:val="00FE0A74"/>
    <w:rsid w:val="00FE0CB8"/>
    <w:rsid w:val="00FE0EE0"/>
    <w:rsid w:val="00FE1194"/>
    <w:rsid w:val="00FE1893"/>
    <w:rsid w:val="00FE1C42"/>
    <w:rsid w:val="00FE1DB9"/>
    <w:rsid w:val="00FE2283"/>
    <w:rsid w:val="00FE22E3"/>
    <w:rsid w:val="00FE269E"/>
    <w:rsid w:val="00FE27B0"/>
    <w:rsid w:val="00FE2BD4"/>
    <w:rsid w:val="00FE2D0A"/>
    <w:rsid w:val="00FE2F99"/>
    <w:rsid w:val="00FE300E"/>
    <w:rsid w:val="00FE367D"/>
    <w:rsid w:val="00FE403A"/>
    <w:rsid w:val="00FE40A3"/>
    <w:rsid w:val="00FE451E"/>
    <w:rsid w:val="00FE4585"/>
    <w:rsid w:val="00FE46E1"/>
    <w:rsid w:val="00FE47C2"/>
    <w:rsid w:val="00FE4A42"/>
    <w:rsid w:val="00FE4AF1"/>
    <w:rsid w:val="00FE4D81"/>
    <w:rsid w:val="00FE4EE8"/>
    <w:rsid w:val="00FE4F7A"/>
    <w:rsid w:val="00FE532F"/>
    <w:rsid w:val="00FE5719"/>
    <w:rsid w:val="00FE57A7"/>
    <w:rsid w:val="00FE5C50"/>
    <w:rsid w:val="00FE6145"/>
    <w:rsid w:val="00FE615E"/>
    <w:rsid w:val="00FE63B6"/>
    <w:rsid w:val="00FE6D3A"/>
    <w:rsid w:val="00FE6FDD"/>
    <w:rsid w:val="00FE7243"/>
    <w:rsid w:val="00FE7372"/>
    <w:rsid w:val="00FE78BD"/>
    <w:rsid w:val="00FE7DBA"/>
    <w:rsid w:val="00FE7F55"/>
    <w:rsid w:val="00FF0619"/>
    <w:rsid w:val="00FF075C"/>
    <w:rsid w:val="00FF0AC3"/>
    <w:rsid w:val="00FF0C86"/>
    <w:rsid w:val="00FF0E6D"/>
    <w:rsid w:val="00FF1252"/>
    <w:rsid w:val="00FF175C"/>
    <w:rsid w:val="00FF1EC9"/>
    <w:rsid w:val="00FF2026"/>
    <w:rsid w:val="00FF28E2"/>
    <w:rsid w:val="00FF2955"/>
    <w:rsid w:val="00FF2FD2"/>
    <w:rsid w:val="00FF31AF"/>
    <w:rsid w:val="00FF34B5"/>
    <w:rsid w:val="00FF3A71"/>
    <w:rsid w:val="00FF5265"/>
    <w:rsid w:val="00FF54F0"/>
    <w:rsid w:val="00FF59C7"/>
    <w:rsid w:val="00FF5B23"/>
    <w:rsid w:val="00FF5E58"/>
    <w:rsid w:val="00FF6199"/>
    <w:rsid w:val="00FF64E9"/>
    <w:rsid w:val="00FF6544"/>
    <w:rsid w:val="00FF6A13"/>
    <w:rsid w:val="00FF6C65"/>
    <w:rsid w:val="00FF6E5C"/>
    <w:rsid w:val="00FF7274"/>
    <w:rsid w:val="00FF7EEE"/>
    <w:rsid w:val="011625C5"/>
    <w:rsid w:val="012502D5"/>
    <w:rsid w:val="01260D28"/>
    <w:rsid w:val="01560621"/>
    <w:rsid w:val="015BFE8B"/>
    <w:rsid w:val="016EB6DC"/>
    <w:rsid w:val="017B676C"/>
    <w:rsid w:val="0193122E"/>
    <w:rsid w:val="01A742E6"/>
    <w:rsid w:val="01FBF562"/>
    <w:rsid w:val="02380266"/>
    <w:rsid w:val="023A8528"/>
    <w:rsid w:val="023EF6F5"/>
    <w:rsid w:val="024D7544"/>
    <w:rsid w:val="027063DF"/>
    <w:rsid w:val="02829E31"/>
    <w:rsid w:val="0283D4C1"/>
    <w:rsid w:val="028C7F63"/>
    <w:rsid w:val="029F3130"/>
    <w:rsid w:val="02A58BFF"/>
    <w:rsid w:val="02F7422E"/>
    <w:rsid w:val="031926C5"/>
    <w:rsid w:val="03625FA9"/>
    <w:rsid w:val="036CAC83"/>
    <w:rsid w:val="03711881"/>
    <w:rsid w:val="03716DAF"/>
    <w:rsid w:val="0395549F"/>
    <w:rsid w:val="03B27B69"/>
    <w:rsid w:val="03E4A0D4"/>
    <w:rsid w:val="0401A424"/>
    <w:rsid w:val="040AD77B"/>
    <w:rsid w:val="044D9829"/>
    <w:rsid w:val="04939F4D"/>
    <w:rsid w:val="049BCEC9"/>
    <w:rsid w:val="04A51859"/>
    <w:rsid w:val="04A83F67"/>
    <w:rsid w:val="04B7A719"/>
    <w:rsid w:val="04BC91AF"/>
    <w:rsid w:val="04C37108"/>
    <w:rsid w:val="04CA77F6"/>
    <w:rsid w:val="04E5DA03"/>
    <w:rsid w:val="04EC9A00"/>
    <w:rsid w:val="05285EFA"/>
    <w:rsid w:val="05303456"/>
    <w:rsid w:val="05361997"/>
    <w:rsid w:val="0557A472"/>
    <w:rsid w:val="05781645"/>
    <w:rsid w:val="058AE27F"/>
    <w:rsid w:val="059E8059"/>
    <w:rsid w:val="05ACC2E1"/>
    <w:rsid w:val="0624CA84"/>
    <w:rsid w:val="06254B08"/>
    <w:rsid w:val="06353334"/>
    <w:rsid w:val="065F2479"/>
    <w:rsid w:val="06A64F41"/>
    <w:rsid w:val="06ACCB62"/>
    <w:rsid w:val="06B54D78"/>
    <w:rsid w:val="06BE15DD"/>
    <w:rsid w:val="06C98CC9"/>
    <w:rsid w:val="06C9D570"/>
    <w:rsid w:val="06D83306"/>
    <w:rsid w:val="06E25274"/>
    <w:rsid w:val="06E80466"/>
    <w:rsid w:val="0719CF1D"/>
    <w:rsid w:val="07404FDC"/>
    <w:rsid w:val="07463D01"/>
    <w:rsid w:val="07485BAF"/>
    <w:rsid w:val="0797E725"/>
    <w:rsid w:val="07D0E9FD"/>
    <w:rsid w:val="07D16682"/>
    <w:rsid w:val="0866E553"/>
    <w:rsid w:val="088606BE"/>
    <w:rsid w:val="088D6855"/>
    <w:rsid w:val="089582B4"/>
    <w:rsid w:val="08B940E7"/>
    <w:rsid w:val="08E43829"/>
    <w:rsid w:val="08E88E6D"/>
    <w:rsid w:val="08F48E6F"/>
    <w:rsid w:val="091E7EBF"/>
    <w:rsid w:val="0928AA5E"/>
    <w:rsid w:val="09843ED7"/>
    <w:rsid w:val="099E3A83"/>
    <w:rsid w:val="099FF8B8"/>
    <w:rsid w:val="09C509CD"/>
    <w:rsid w:val="09D993B8"/>
    <w:rsid w:val="09F288FD"/>
    <w:rsid w:val="0A01D3FA"/>
    <w:rsid w:val="0A3E138E"/>
    <w:rsid w:val="0A69FBF4"/>
    <w:rsid w:val="0A6C8EC9"/>
    <w:rsid w:val="0A6E14D9"/>
    <w:rsid w:val="0A6F6621"/>
    <w:rsid w:val="0A7F3FD6"/>
    <w:rsid w:val="0AE700F6"/>
    <w:rsid w:val="0AEA6CEE"/>
    <w:rsid w:val="0B07F347"/>
    <w:rsid w:val="0B2ACA88"/>
    <w:rsid w:val="0B485BC3"/>
    <w:rsid w:val="0B4A4D25"/>
    <w:rsid w:val="0B55ADA1"/>
    <w:rsid w:val="0B625C27"/>
    <w:rsid w:val="0B64A89B"/>
    <w:rsid w:val="0B723880"/>
    <w:rsid w:val="0B765C14"/>
    <w:rsid w:val="0B79BFF4"/>
    <w:rsid w:val="0B8581B4"/>
    <w:rsid w:val="0BCC5D83"/>
    <w:rsid w:val="0BD6B617"/>
    <w:rsid w:val="0BE5AAE3"/>
    <w:rsid w:val="0BE60579"/>
    <w:rsid w:val="0BF2C13D"/>
    <w:rsid w:val="0C1BD8EB"/>
    <w:rsid w:val="0C4E226F"/>
    <w:rsid w:val="0C55F180"/>
    <w:rsid w:val="0C824BC8"/>
    <w:rsid w:val="0C958558"/>
    <w:rsid w:val="0C99D42E"/>
    <w:rsid w:val="0C9C29BE"/>
    <w:rsid w:val="0CA6E0AE"/>
    <w:rsid w:val="0CBFA06E"/>
    <w:rsid w:val="0CD29DCB"/>
    <w:rsid w:val="0CE1EE88"/>
    <w:rsid w:val="0D0A8622"/>
    <w:rsid w:val="0D206A98"/>
    <w:rsid w:val="0D378296"/>
    <w:rsid w:val="0D3C0C80"/>
    <w:rsid w:val="0D60FA3B"/>
    <w:rsid w:val="0D9670AF"/>
    <w:rsid w:val="0DC154E6"/>
    <w:rsid w:val="0DCB9536"/>
    <w:rsid w:val="0DEB3428"/>
    <w:rsid w:val="0E056E86"/>
    <w:rsid w:val="0E0CF7FD"/>
    <w:rsid w:val="0E403681"/>
    <w:rsid w:val="0E42E485"/>
    <w:rsid w:val="0E71B8A4"/>
    <w:rsid w:val="0E90C7EA"/>
    <w:rsid w:val="0E9857E6"/>
    <w:rsid w:val="0EB1A212"/>
    <w:rsid w:val="0EC557CC"/>
    <w:rsid w:val="0EEEEDE3"/>
    <w:rsid w:val="0EF0C0D3"/>
    <w:rsid w:val="0EF69901"/>
    <w:rsid w:val="0F197BAD"/>
    <w:rsid w:val="0F34B8E4"/>
    <w:rsid w:val="0F39CC96"/>
    <w:rsid w:val="0F51F30D"/>
    <w:rsid w:val="0F57C91D"/>
    <w:rsid w:val="0F67CAA5"/>
    <w:rsid w:val="0F8EDA8F"/>
    <w:rsid w:val="0F9996DD"/>
    <w:rsid w:val="0FD90562"/>
    <w:rsid w:val="0FD96F99"/>
    <w:rsid w:val="0FDEDF72"/>
    <w:rsid w:val="0FE43FA1"/>
    <w:rsid w:val="0FECE73D"/>
    <w:rsid w:val="1009E039"/>
    <w:rsid w:val="1017F2AD"/>
    <w:rsid w:val="1025D63F"/>
    <w:rsid w:val="10281DC7"/>
    <w:rsid w:val="104731D6"/>
    <w:rsid w:val="10541668"/>
    <w:rsid w:val="105820A6"/>
    <w:rsid w:val="10688D86"/>
    <w:rsid w:val="106B1F41"/>
    <w:rsid w:val="10709E11"/>
    <w:rsid w:val="10979804"/>
    <w:rsid w:val="109F90F3"/>
    <w:rsid w:val="10AA0B09"/>
    <w:rsid w:val="10CEEC55"/>
    <w:rsid w:val="111B63C6"/>
    <w:rsid w:val="1145A46D"/>
    <w:rsid w:val="114DD80B"/>
    <w:rsid w:val="115519E7"/>
    <w:rsid w:val="1173EC91"/>
    <w:rsid w:val="119CF334"/>
    <w:rsid w:val="11C14976"/>
    <w:rsid w:val="11C46F46"/>
    <w:rsid w:val="11E36744"/>
    <w:rsid w:val="11F65DC9"/>
    <w:rsid w:val="1231B4E5"/>
    <w:rsid w:val="12508BB1"/>
    <w:rsid w:val="1250C170"/>
    <w:rsid w:val="1254BAE2"/>
    <w:rsid w:val="125EE8E4"/>
    <w:rsid w:val="12647773"/>
    <w:rsid w:val="126A8B31"/>
    <w:rsid w:val="1275D82C"/>
    <w:rsid w:val="12776310"/>
    <w:rsid w:val="129E5FF6"/>
    <w:rsid w:val="1350F7E5"/>
    <w:rsid w:val="136C7432"/>
    <w:rsid w:val="13736E46"/>
    <w:rsid w:val="137527F8"/>
    <w:rsid w:val="137A2547"/>
    <w:rsid w:val="139A15C4"/>
    <w:rsid w:val="13D80AE0"/>
    <w:rsid w:val="13E1C5D8"/>
    <w:rsid w:val="13EB03B5"/>
    <w:rsid w:val="1405B5D5"/>
    <w:rsid w:val="148612FF"/>
    <w:rsid w:val="149F3B5C"/>
    <w:rsid w:val="14B9E019"/>
    <w:rsid w:val="14E2BA0A"/>
    <w:rsid w:val="14EA7CD7"/>
    <w:rsid w:val="151271B8"/>
    <w:rsid w:val="151AF22C"/>
    <w:rsid w:val="1535DD7D"/>
    <w:rsid w:val="153CAD6D"/>
    <w:rsid w:val="154095AE"/>
    <w:rsid w:val="154F16C3"/>
    <w:rsid w:val="156A591B"/>
    <w:rsid w:val="157B3215"/>
    <w:rsid w:val="157EBC22"/>
    <w:rsid w:val="159930FB"/>
    <w:rsid w:val="15AE5FEF"/>
    <w:rsid w:val="15B93961"/>
    <w:rsid w:val="15D47459"/>
    <w:rsid w:val="15FE73FB"/>
    <w:rsid w:val="1600CAE1"/>
    <w:rsid w:val="1614FCA5"/>
    <w:rsid w:val="16290ED4"/>
    <w:rsid w:val="162C779C"/>
    <w:rsid w:val="1634EDA5"/>
    <w:rsid w:val="167FD07E"/>
    <w:rsid w:val="1693D74F"/>
    <w:rsid w:val="16A90C80"/>
    <w:rsid w:val="16A9CF5E"/>
    <w:rsid w:val="16B44343"/>
    <w:rsid w:val="16B71D7A"/>
    <w:rsid w:val="16B98C86"/>
    <w:rsid w:val="16D93C8A"/>
    <w:rsid w:val="16DA313A"/>
    <w:rsid w:val="171759A1"/>
    <w:rsid w:val="1748C961"/>
    <w:rsid w:val="1755FCC5"/>
    <w:rsid w:val="176CD4E6"/>
    <w:rsid w:val="17876F9A"/>
    <w:rsid w:val="179D0B85"/>
    <w:rsid w:val="17E13CC8"/>
    <w:rsid w:val="17E296BB"/>
    <w:rsid w:val="17E425CD"/>
    <w:rsid w:val="17E5C92F"/>
    <w:rsid w:val="17ECAEAA"/>
    <w:rsid w:val="17F7C443"/>
    <w:rsid w:val="1807D336"/>
    <w:rsid w:val="18103FB2"/>
    <w:rsid w:val="18160F01"/>
    <w:rsid w:val="186DAEB5"/>
    <w:rsid w:val="18743280"/>
    <w:rsid w:val="188BC7F7"/>
    <w:rsid w:val="188C855B"/>
    <w:rsid w:val="18D9D49B"/>
    <w:rsid w:val="18DFF459"/>
    <w:rsid w:val="18E1EC11"/>
    <w:rsid w:val="18EEB20B"/>
    <w:rsid w:val="18F53405"/>
    <w:rsid w:val="191F6801"/>
    <w:rsid w:val="1937D42B"/>
    <w:rsid w:val="194254FE"/>
    <w:rsid w:val="194EFFAD"/>
    <w:rsid w:val="196A741D"/>
    <w:rsid w:val="1977A00A"/>
    <w:rsid w:val="197CDAF7"/>
    <w:rsid w:val="1997C3F6"/>
    <w:rsid w:val="19EB73B0"/>
    <w:rsid w:val="19ED9264"/>
    <w:rsid w:val="19FC2603"/>
    <w:rsid w:val="1A6A72D9"/>
    <w:rsid w:val="1A74B35F"/>
    <w:rsid w:val="1A805C8B"/>
    <w:rsid w:val="1A98B393"/>
    <w:rsid w:val="1AA6266E"/>
    <w:rsid w:val="1AB9AA4E"/>
    <w:rsid w:val="1AD4AFCF"/>
    <w:rsid w:val="1B123222"/>
    <w:rsid w:val="1B649D38"/>
    <w:rsid w:val="1B6658A9"/>
    <w:rsid w:val="1BA7C619"/>
    <w:rsid w:val="1BABC702"/>
    <w:rsid w:val="1BAEF9BD"/>
    <w:rsid w:val="1BCC7756"/>
    <w:rsid w:val="1BDB1A81"/>
    <w:rsid w:val="1BF9215B"/>
    <w:rsid w:val="1C03BC33"/>
    <w:rsid w:val="1C39997B"/>
    <w:rsid w:val="1C39E73E"/>
    <w:rsid w:val="1C499E3F"/>
    <w:rsid w:val="1C517767"/>
    <w:rsid w:val="1C552CFC"/>
    <w:rsid w:val="1C9DD320"/>
    <w:rsid w:val="1CB00D2B"/>
    <w:rsid w:val="1CBD4817"/>
    <w:rsid w:val="1CCD4521"/>
    <w:rsid w:val="1D0ADCF6"/>
    <w:rsid w:val="1D110D20"/>
    <w:rsid w:val="1D221379"/>
    <w:rsid w:val="1D278A54"/>
    <w:rsid w:val="1D350956"/>
    <w:rsid w:val="1D501F9C"/>
    <w:rsid w:val="1D6E806F"/>
    <w:rsid w:val="1D8D64E4"/>
    <w:rsid w:val="1D944700"/>
    <w:rsid w:val="1D973ADF"/>
    <w:rsid w:val="1DB05ECE"/>
    <w:rsid w:val="1DD2B1C4"/>
    <w:rsid w:val="1DE1A4D9"/>
    <w:rsid w:val="1E299C8E"/>
    <w:rsid w:val="1E2BC7BE"/>
    <w:rsid w:val="1E2CC072"/>
    <w:rsid w:val="1E8FB248"/>
    <w:rsid w:val="1EB6A293"/>
    <w:rsid w:val="1EEC0C8A"/>
    <w:rsid w:val="1F062D83"/>
    <w:rsid w:val="1F1C108A"/>
    <w:rsid w:val="1F3BE3AE"/>
    <w:rsid w:val="1F47B7CB"/>
    <w:rsid w:val="1F5844EE"/>
    <w:rsid w:val="1F813F01"/>
    <w:rsid w:val="1F8EF515"/>
    <w:rsid w:val="1F904AB9"/>
    <w:rsid w:val="1F98B2EE"/>
    <w:rsid w:val="1F9A2312"/>
    <w:rsid w:val="1FD17421"/>
    <w:rsid w:val="2007E89E"/>
    <w:rsid w:val="202A58AE"/>
    <w:rsid w:val="204406D1"/>
    <w:rsid w:val="2048FB36"/>
    <w:rsid w:val="204C5CF2"/>
    <w:rsid w:val="2089F84A"/>
    <w:rsid w:val="20DF0548"/>
    <w:rsid w:val="20E052B0"/>
    <w:rsid w:val="20F3691A"/>
    <w:rsid w:val="20F445D9"/>
    <w:rsid w:val="20F45C16"/>
    <w:rsid w:val="2118C0B4"/>
    <w:rsid w:val="211BAC7E"/>
    <w:rsid w:val="2131C9A8"/>
    <w:rsid w:val="214B40D2"/>
    <w:rsid w:val="214DD053"/>
    <w:rsid w:val="21670028"/>
    <w:rsid w:val="2176B7B7"/>
    <w:rsid w:val="2191A012"/>
    <w:rsid w:val="21AF5AFB"/>
    <w:rsid w:val="21B88BE1"/>
    <w:rsid w:val="21BC0348"/>
    <w:rsid w:val="21DC2B20"/>
    <w:rsid w:val="2200D259"/>
    <w:rsid w:val="22128993"/>
    <w:rsid w:val="221B8F34"/>
    <w:rsid w:val="225EAE4F"/>
    <w:rsid w:val="226862E8"/>
    <w:rsid w:val="226A7FDC"/>
    <w:rsid w:val="226C5331"/>
    <w:rsid w:val="2294C313"/>
    <w:rsid w:val="22987540"/>
    <w:rsid w:val="2298F5E5"/>
    <w:rsid w:val="229E616A"/>
    <w:rsid w:val="22B08A7E"/>
    <w:rsid w:val="22C2DDCB"/>
    <w:rsid w:val="22CBA21D"/>
    <w:rsid w:val="22E1D783"/>
    <w:rsid w:val="22E7236F"/>
    <w:rsid w:val="232E1429"/>
    <w:rsid w:val="23319D6A"/>
    <w:rsid w:val="23392622"/>
    <w:rsid w:val="233C86A5"/>
    <w:rsid w:val="23423292"/>
    <w:rsid w:val="2384EDCF"/>
    <w:rsid w:val="23C5F0CB"/>
    <w:rsid w:val="23D2D74D"/>
    <w:rsid w:val="24007212"/>
    <w:rsid w:val="2406E092"/>
    <w:rsid w:val="240C605F"/>
    <w:rsid w:val="24189F43"/>
    <w:rsid w:val="2427BB19"/>
    <w:rsid w:val="242DCC01"/>
    <w:rsid w:val="24322BAE"/>
    <w:rsid w:val="243E9790"/>
    <w:rsid w:val="24461C63"/>
    <w:rsid w:val="246B10E2"/>
    <w:rsid w:val="24713CAA"/>
    <w:rsid w:val="247A9C61"/>
    <w:rsid w:val="2486D6C7"/>
    <w:rsid w:val="249E2E70"/>
    <w:rsid w:val="24AC911B"/>
    <w:rsid w:val="24ACBEEC"/>
    <w:rsid w:val="24BA9196"/>
    <w:rsid w:val="24C1ACE1"/>
    <w:rsid w:val="24C3CDD4"/>
    <w:rsid w:val="24DF65B9"/>
    <w:rsid w:val="24E21FC6"/>
    <w:rsid w:val="2500E048"/>
    <w:rsid w:val="250E9DCA"/>
    <w:rsid w:val="25141CA8"/>
    <w:rsid w:val="251DDC04"/>
    <w:rsid w:val="25234A5C"/>
    <w:rsid w:val="253EE319"/>
    <w:rsid w:val="2558B03D"/>
    <w:rsid w:val="2573C532"/>
    <w:rsid w:val="25849822"/>
    <w:rsid w:val="2598B801"/>
    <w:rsid w:val="25AA9E79"/>
    <w:rsid w:val="25D54BB0"/>
    <w:rsid w:val="25D5EAC8"/>
    <w:rsid w:val="26035E48"/>
    <w:rsid w:val="260D6461"/>
    <w:rsid w:val="262FE63C"/>
    <w:rsid w:val="26454DE0"/>
    <w:rsid w:val="2648617C"/>
    <w:rsid w:val="2680B1F9"/>
    <w:rsid w:val="26D8512A"/>
    <w:rsid w:val="26E644EC"/>
    <w:rsid w:val="27054666"/>
    <w:rsid w:val="270BF06B"/>
    <w:rsid w:val="270F5C00"/>
    <w:rsid w:val="2715A3FB"/>
    <w:rsid w:val="2748E37C"/>
    <w:rsid w:val="2750FB26"/>
    <w:rsid w:val="277EF145"/>
    <w:rsid w:val="27AA98F2"/>
    <w:rsid w:val="27ACA87B"/>
    <w:rsid w:val="27C492F0"/>
    <w:rsid w:val="283ACC6F"/>
    <w:rsid w:val="284348E6"/>
    <w:rsid w:val="284538A6"/>
    <w:rsid w:val="28739965"/>
    <w:rsid w:val="28CF0A32"/>
    <w:rsid w:val="290FC335"/>
    <w:rsid w:val="292BB949"/>
    <w:rsid w:val="2934DDBA"/>
    <w:rsid w:val="29799BDB"/>
    <w:rsid w:val="297FC89B"/>
    <w:rsid w:val="29931110"/>
    <w:rsid w:val="299C773F"/>
    <w:rsid w:val="29C750FD"/>
    <w:rsid w:val="29E535C8"/>
    <w:rsid w:val="29FB83DE"/>
    <w:rsid w:val="2A624174"/>
    <w:rsid w:val="2A99FFFD"/>
    <w:rsid w:val="2AB0870F"/>
    <w:rsid w:val="2AB93B3A"/>
    <w:rsid w:val="2AD59BB5"/>
    <w:rsid w:val="2AD67875"/>
    <w:rsid w:val="2AF3C62A"/>
    <w:rsid w:val="2B0B5341"/>
    <w:rsid w:val="2B3E50F1"/>
    <w:rsid w:val="2B464D4D"/>
    <w:rsid w:val="2B4721B4"/>
    <w:rsid w:val="2B6A1ACD"/>
    <w:rsid w:val="2B748DEE"/>
    <w:rsid w:val="2B75188F"/>
    <w:rsid w:val="2B7916FE"/>
    <w:rsid w:val="2B7B5336"/>
    <w:rsid w:val="2B858166"/>
    <w:rsid w:val="2B930E2C"/>
    <w:rsid w:val="2B9DD4E8"/>
    <w:rsid w:val="2BA2EEE5"/>
    <w:rsid w:val="2BA49A6E"/>
    <w:rsid w:val="2BE82DE5"/>
    <w:rsid w:val="2BE94AA3"/>
    <w:rsid w:val="2C101C4B"/>
    <w:rsid w:val="2C17331B"/>
    <w:rsid w:val="2C331E5F"/>
    <w:rsid w:val="2C40683E"/>
    <w:rsid w:val="2C562764"/>
    <w:rsid w:val="2C70198F"/>
    <w:rsid w:val="2C97E743"/>
    <w:rsid w:val="2CA3EB40"/>
    <w:rsid w:val="2CCAE45E"/>
    <w:rsid w:val="2CF3C832"/>
    <w:rsid w:val="2D0DA2F0"/>
    <w:rsid w:val="2D1584ED"/>
    <w:rsid w:val="2D20E250"/>
    <w:rsid w:val="2D35CCA8"/>
    <w:rsid w:val="2D3CCE76"/>
    <w:rsid w:val="2D521FE3"/>
    <w:rsid w:val="2D54FC2E"/>
    <w:rsid w:val="2D5935D1"/>
    <w:rsid w:val="2D97E4B6"/>
    <w:rsid w:val="2D98C055"/>
    <w:rsid w:val="2DA02EED"/>
    <w:rsid w:val="2DBE12A5"/>
    <w:rsid w:val="2DD2C5A1"/>
    <w:rsid w:val="2E00B281"/>
    <w:rsid w:val="2E0C6852"/>
    <w:rsid w:val="2E165899"/>
    <w:rsid w:val="2E40BC6D"/>
    <w:rsid w:val="2E4A9F61"/>
    <w:rsid w:val="2E696AEE"/>
    <w:rsid w:val="2E6B8362"/>
    <w:rsid w:val="2E9521F0"/>
    <w:rsid w:val="2E987086"/>
    <w:rsid w:val="2EA0D08D"/>
    <w:rsid w:val="2EB467D9"/>
    <w:rsid w:val="2EF25B8B"/>
    <w:rsid w:val="2F038A16"/>
    <w:rsid w:val="2F04C6AA"/>
    <w:rsid w:val="2F10DB32"/>
    <w:rsid w:val="2F20DC04"/>
    <w:rsid w:val="2F4DD7BB"/>
    <w:rsid w:val="2F4E7D22"/>
    <w:rsid w:val="2F5180BF"/>
    <w:rsid w:val="2F67BAA9"/>
    <w:rsid w:val="2F7C2061"/>
    <w:rsid w:val="2F8BC62A"/>
    <w:rsid w:val="2FB5B39A"/>
    <w:rsid w:val="2FC8F22E"/>
    <w:rsid w:val="300AAA99"/>
    <w:rsid w:val="3028DC0C"/>
    <w:rsid w:val="3029E135"/>
    <w:rsid w:val="305223A4"/>
    <w:rsid w:val="3066DD7E"/>
    <w:rsid w:val="30703CF3"/>
    <w:rsid w:val="3096B25D"/>
    <w:rsid w:val="309B9F7C"/>
    <w:rsid w:val="30A65214"/>
    <w:rsid w:val="30ABD46D"/>
    <w:rsid w:val="30C7C200"/>
    <w:rsid w:val="30CC0A78"/>
    <w:rsid w:val="30F10730"/>
    <w:rsid w:val="31073AA0"/>
    <w:rsid w:val="31085F27"/>
    <w:rsid w:val="31144953"/>
    <w:rsid w:val="311C231E"/>
    <w:rsid w:val="311C28AA"/>
    <w:rsid w:val="3145033F"/>
    <w:rsid w:val="315566CF"/>
    <w:rsid w:val="318ECE0D"/>
    <w:rsid w:val="3192CD8D"/>
    <w:rsid w:val="31B75C91"/>
    <w:rsid w:val="31C10003"/>
    <w:rsid w:val="31D3F05C"/>
    <w:rsid w:val="31D5CE7F"/>
    <w:rsid w:val="31DD005A"/>
    <w:rsid w:val="31E11413"/>
    <w:rsid w:val="31E7ADA6"/>
    <w:rsid w:val="31F70BB4"/>
    <w:rsid w:val="32013DFC"/>
    <w:rsid w:val="320399C7"/>
    <w:rsid w:val="3204F85C"/>
    <w:rsid w:val="3205092F"/>
    <w:rsid w:val="32136109"/>
    <w:rsid w:val="3261640F"/>
    <w:rsid w:val="32678BFF"/>
    <w:rsid w:val="327AC79D"/>
    <w:rsid w:val="3281C5B6"/>
    <w:rsid w:val="32A1D682"/>
    <w:rsid w:val="32A21CF4"/>
    <w:rsid w:val="32B9400B"/>
    <w:rsid w:val="32C1A3EC"/>
    <w:rsid w:val="32D1C482"/>
    <w:rsid w:val="32E9A052"/>
    <w:rsid w:val="32FC8C48"/>
    <w:rsid w:val="33001062"/>
    <w:rsid w:val="33042CB1"/>
    <w:rsid w:val="3318B86B"/>
    <w:rsid w:val="3339AA93"/>
    <w:rsid w:val="333DB23E"/>
    <w:rsid w:val="3349A126"/>
    <w:rsid w:val="335E22D3"/>
    <w:rsid w:val="33928BE8"/>
    <w:rsid w:val="3393BA03"/>
    <w:rsid w:val="339947DD"/>
    <w:rsid w:val="339B4573"/>
    <w:rsid w:val="339D6EB4"/>
    <w:rsid w:val="33A0F1DF"/>
    <w:rsid w:val="33A389D7"/>
    <w:rsid w:val="33A4BD85"/>
    <w:rsid w:val="33A84827"/>
    <w:rsid w:val="33AA0527"/>
    <w:rsid w:val="33B1B77C"/>
    <w:rsid w:val="33D4C94B"/>
    <w:rsid w:val="33E0E228"/>
    <w:rsid w:val="342F763C"/>
    <w:rsid w:val="345AD80E"/>
    <w:rsid w:val="346256D8"/>
    <w:rsid w:val="346527D4"/>
    <w:rsid w:val="34745379"/>
    <w:rsid w:val="34AAA273"/>
    <w:rsid w:val="34B5AD38"/>
    <w:rsid w:val="34BE15CB"/>
    <w:rsid w:val="34CAF47E"/>
    <w:rsid w:val="34D81646"/>
    <w:rsid w:val="3501404C"/>
    <w:rsid w:val="35046E91"/>
    <w:rsid w:val="35238D27"/>
    <w:rsid w:val="35408508"/>
    <w:rsid w:val="355B1915"/>
    <w:rsid w:val="35934243"/>
    <w:rsid w:val="3597C1C6"/>
    <w:rsid w:val="35F29CBD"/>
    <w:rsid w:val="3644F624"/>
    <w:rsid w:val="364B67D6"/>
    <w:rsid w:val="365259D4"/>
    <w:rsid w:val="36537192"/>
    <w:rsid w:val="369E6CF9"/>
    <w:rsid w:val="36AA2B77"/>
    <w:rsid w:val="36AB206F"/>
    <w:rsid w:val="36B4A93B"/>
    <w:rsid w:val="36C6A995"/>
    <w:rsid w:val="36CA5CDA"/>
    <w:rsid w:val="36E11E7B"/>
    <w:rsid w:val="3713C772"/>
    <w:rsid w:val="37571130"/>
    <w:rsid w:val="3758B6D2"/>
    <w:rsid w:val="3768D518"/>
    <w:rsid w:val="379769A3"/>
    <w:rsid w:val="37A7D96F"/>
    <w:rsid w:val="37B2FFBF"/>
    <w:rsid w:val="37BCCDE9"/>
    <w:rsid w:val="37D9A984"/>
    <w:rsid w:val="37F1E8DB"/>
    <w:rsid w:val="37F724D7"/>
    <w:rsid w:val="37FEFD68"/>
    <w:rsid w:val="382B0389"/>
    <w:rsid w:val="382BE7A6"/>
    <w:rsid w:val="382E1F54"/>
    <w:rsid w:val="3832E3FE"/>
    <w:rsid w:val="3836111F"/>
    <w:rsid w:val="383D61ED"/>
    <w:rsid w:val="383E8C28"/>
    <w:rsid w:val="3855E61B"/>
    <w:rsid w:val="386290ED"/>
    <w:rsid w:val="386A3AEF"/>
    <w:rsid w:val="3870BFC4"/>
    <w:rsid w:val="388652E4"/>
    <w:rsid w:val="38D49A4D"/>
    <w:rsid w:val="39074522"/>
    <w:rsid w:val="391A93D9"/>
    <w:rsid w:val="391EC0C5"/>
    <w:rsid w:val="3926F71E"/>
    <w:rsid w:val="39463297"/>
    <w:rsid w:val="394CC9A7"/>
    <w:rsid w:val="397490DF"/>
    <w:rsid w:val="3978F7D5"/>
    <w:rsid w:val="3983F78F"/>
    <w:rsid w:val="398759C9"/>
    <w:rsid w:val="39A2DFAD"/>
    <w:rsid w:val="39ABF2E7"/>
    <w:rsid w:val="39EC25F8"/>
    <w:rsid w:val="39EC3E58"/>
    <w:rsid w:val="39EE63AC"/>
    <w:rsid w:val="39F3F39B"/>
    <w:rsid w:val="3A0B4607"/>
    <w:rsid w:val="3A145A27"/>
    <w:rsid w:val="3A1F31E2"/>
    <w:rsid w:val="3A38860A"/>
    <w:rsid w:val="3A680A77"/>
    <w:rsid w:val="3A683663"/>
    <w:rsid w:val="3A697D89"/>
    <w:rsid w:val="3A7E7844"/>
    <w:rsid w:val="3A7EF308"/>
    <w:rsid w:val="3A93640C"/>
    <w:rsid w:val="3AB083A5"/>
    <w:rsid w:val="3AD004E0"/>
    <w:rsid w:val="3B21F3BB"/>
    <w:rsid w:val="3B3E8A66"/>
    <w:rsid w:val="3B452CA3"/>
    <w:rsid w:val="3B66DB59"/>
    <w:rsid w:val="3B72C698"/>
    <w:rsid w:val="3B8AF176"/>
    <w:rsid w:val="3B8DCBE5"/>
    <w:rsid w:val="3B919A31"/>
    <w:rsid w:val="3BA9DA72"/>
    <w:rsid w:val="3BC0AAE9"/>
    <w:rsid w:val="3BC715B2"/>
    <w:rsid w:val="3BF9E180"/>
    <w:rsid w:val="3C55C980"/>
    <w:rsid w:val="3C59B4B7"/>
    <w:rsid w:val="3C60FFF8"/>
    <w:rsid w:val="3CADA2F9"/>
    <w:rsid w:val="3CBDBDE0"/>
    <w:rsid w:val="3CDF3604"/>
    <w:rsid w:val="3CE64D5D"/>
    <w:rsid w:val="3D11E3B9"/>
    <w:rsid w:val="3D3A383E"/>
    <w:rsid w:val="3D719BF5"/>
    <w:rsid w:val="3D8CF8E5"/>
    <w:rsid w:val="3DB2CEC5"/>
    <w:rsid w:val="3DCE50DA"/>
    <w:rsid w:val="3DD2E6D2"/>
    <w:rsid w:val="3DFEC6ED"/>
    <w:rsid w:val="3E3123C8"/>
    <w:rsid w:val="3E3B0515"/>
    <w:rsid w:val="3E5EDDEC"/>
    <w:rsid w:val="3E7C62F0"/>
    <w:rsid w:val="3E7F4CA5"/>
    <w:rsid w:val="3E853CAA"/>
    <w:rsid w:val="3E86C77E"/>
    <w:rsid w:val="3E9843BC"/>
    <w:rsid w:val="3ED6761B"/>
    <w:rsid w:val="3ED9060E"/>
    <w:rsid w:val="3EEBB3E0"/>
    <w:rsid w:val="3F1FDC0F"/>
    <w:rsid w:val="3F4F5F29"/>
    <w:rsid w:val="3F6CF205"/>
    <w:rsid w:val="3F9FB203"/>
    <w:rsid w:val="3FBC8117"/>
    <w:rsid w:val="3FEAD0A0"/>
    <w:rsid w:val="406FC849"/>
    <w:rsid w:val="4076EE50"/>
    <w:rsid w:val="408C3BD1"/>
    <w:rsid w:val="40B00278"/>
    <w:rsid w:val="40CAB3B5"/>
    <w:rsid w:val="40D7F400"/>
    <w:rsid w:val="41184CE2"/>
    <w:rsid w:val="414DE8EB"/>
    <w:rsid w:val="41548D4F"/>
    <w:rsid w:val="415A02C1"/>
    <w:rsid w:val="415A6C3D"/>
    <w:rsid w:val="416B1DAD"/>
    <w:rsid w:val="4176BC33"/>
    <w:rsid w:val="417FA2C4"/>
    <w:rsid w:val="419FAEDA"/>
    <w:rsid w:val="41AC1F31"/>
    <w:rsid w:val="41BB50EC"/>
    <w:rsid w:val="41BC45F4"/>
    <w:rsid w:val="41D1EE4A"/>
    <w:rsid w:val="423F4C92"/>
    <w:rsid w:val="4249EBA6"/>
    <w:rsid w:val="425CFCBA"/>
    <w:rsid w:val="42637BEB"/>
    <w:rsid w:val="42831980"/>
    <w:rsid w:val="42C0479C"/>
    <w:rsid w:val="42C1D273"/>
    <w:rsid w:val="42C76ADC"/>
    <w:rsid w:val="42C9E4ED"/>
    <w:rsid w:val="42D23810"/>
    <w:rsid w:val="42D25757"/>
    <w:rsid w:val="43300F6C"/>
    <w:rsid w:val="4338387E"/>
    <w:rsid w:val="43397076"/>
    <w:rsid w:val="434883EB"/>
    <w:rsid w:val="435AB009"/>
    <w:rsid w:val="436603EF"/>
    <w:rsid w:val="436B9467"/>
    <w:rsid w:val="436BEE4A"/>
    <w:rsid w:val="4370BF11"/>
    <w:rsid w:val="43933413"/>
    <w:rsid w:val="439CCE8C"/>
    <w:rsid w:val="439FBD63"/>
    <w:rsid w:val="43A1163C"/>
    <w:rsid w:val="43D6F117"/>
    <w:rsid w:val="43E0EE68"/>
    <w:rsid w:val="43ED58B4"/>
    <w:rsid w:val="440F992D"/>
    <w:rsid w:val="4418FB03"/>
    <w:rsid w:val="44322DF8"/>
    <w:rsid w:val="4438DDB1"/>
    <w:rsid w:val="443BB184"/>
    <w:rsid w:val="448B08F8"/>
    <w:rsid w:val="44D02CC7"/>
    <w:rsid w:val="44DD9304"/>
    <w:rsid w:val="44FA5088"/>
    <w:rsid w:val="45126188"/>
    <w:rsid w:val="4532EABD"/>
    <w:rsid w:val="45372FB4"/>
    <w:rsid w:val="454375B2"/>
    <w:rsid w:val="4548517A"/>
    <w:rsid w:val="4552012C"/>
    <w:rsid w:val="45749730"/>
    <w:rsid w:val="458A22D0"/>
    <w:rsid w:val="45A0BC51"/>
    <w:rsid w:val="45BE4CF5"/>
    <w:rsid w:val="45F569CA"/>
    <w:rsid w:val="45F8DC70"/>
    <w:rsid w:val="460B53CA"/>
    <w:rsid w:val="46398B07"/>
    <w:rsid w:val="46643D3F"/>
    <w:rsid w:val="46C3910C"/>
    <w:rsid w:val="46E468D0"/>
    <w:rsid w:val="46EFD994"/>
    <w:rsid w:val="47207C33"/>
    <w:rsid w:val="472F5C26"/>
    <w:rsid w:val="47542469"/>
    <w:rsid w:val="476AB467"/>
    <w:rsid w:val="47955E1B"/>
    <w:rsid w:val="479B716D"/>
    <w:rsid w:val="47AB4D88"/>
    <w:rsid w:val="47D9B231"/>
    <w:rsid w:val="47EB25A2"/>
    <w:rsid w:val="47F9C121"/>
    <w:rsid w:val="47FF3E9A"/>
    <w:rsid w:val="4802998F"/>
    <w:rsid w:val="4809886F"/>
    <w:rsid w:val="4831C6DC"/>
    <w:rsid w:val="4866B468"/>
    <w:rsid w:val="4895A087"/>
    <w:rsid w:val="48A1CFEC"/>
    <w:rsid w:val="48A9406C"/>
    <w:rsid w:val="4911F931"/>
    <w:rsid w:val="491A4EA6"/>
    <w:rsid w:val="4925CAB3"/>
    <w:rsid w:val="4939E5BB"/>
    <w:rsid w:val="493CD213"/>
    <w:rsid w:val="495F1CC4"/>
    <w:rsid w:val="497442BF"/>
    <w:rsid w:val="49F4E17C"/>
    <w:rsid w:val="4A1789A8"/>
    <w:rsid w:val="4A2C0545"/>
    <w:rsid w:val="4A403C46"/>
    <w:rsid w:val="4A44DAC7"/>
    <w:rsid w:val="4A4D433B"/>
    <w:rsid w:val="4A5B80C4"/>
    <w:rsid w:val="4A795333"/>
    <w:rsid w:val="4A7DABC1"/>
    <w:rsid w:val="4A91DF69"/>
    <w:rsid w:val="4A9D5F73"/>
    <w:rsid w:val="4AB9B89B"/>
    <w:rsid w:val="4AD61DE9"/>
    <w:rsid w:val="4ADA9493"/>
    <w:rsid w:val="4AE6D5AA"/>
    <w:rsid w:val="4AEDB692"/>
    <w:rsid w:val="4B16A8F7"/>
    <w:rsid w:val="4B2C0962"/>
    <w:rsid w:val="4B4D6DC4"/>
    <w:rsid w:val="4B503AA2"/>
    <w:rsid w:val="4B5155EB"/>
    <w:rsid w:val="4B5596A1"/>
    <w:rsid w:val="4B5B2D06"/>
    <w:rsid w:val="4B63CD45"/>
    <w:rsid w:val="4B657D57"/>
    <w:rsid w:val="4B68A727"/>
    <w:rsid w:val="4B9786B7"/>
    <w:rsid w:val="4B9BAC7F"/>
    <w:rsid w:val="4BBA28E3"/>
    <w:rsid w:val="4BDF73B6"/>
    <w:rsid w:val="4BEB1C45"/>
    <w:rsid w:val="4BF4CC5B"/>
    <w:rsid w:val="4C02F7E7"/>
    <w:rsid w:val="4C172112"/>
    <w:rsid w:val="4C255BF9"/>
    <w:rsid w:val="4C3EA40D"/>
    <w:rsid w:val="4C869782"/>
    <w:rsid w:val="4CB884A8"/>
    <w:rsid w:val="4CEB38B3"/>
    <w:rsid w:val="4D3981E7"/>
    <w:rsid w:val="4D520F20"/>
    <w:rsid w:val="4D7F5911"/>
    <w:rsid w:val="4D8150F2"/>
    <w:rsid w:val="4D8C5386"/>
    <w:rsid w:val="4DB42B6B"/>
    <w:rsid w:val="4DF7FFD0"/>
    <w:rsid w:val="4DFE857D"/>
    <w:rsid w:val="4E08FD83"/>
    <w:rsid w:val="4E14851A"/>
    <w:rsid w:val="4E19F579"/>
    <w:rsid w:val="4E238049"/>
    <w:rsid w:val="4E3FC5AC"/>
    <w:rsid w:val="4E432BE0"/>
    <w:rsid w:val="4E5297E8"/>
    <w:rsid w:val="4E6E6AD1"/>
    <w:rsid w:val="4E78610D"/>
    <w:rsid w:val="4E81A1AD"/>
    <w:rsid w:val="4E895221"/>
    <w:rsid w:val="4E92DC71"/>
    <w:rsid w:val="4E9C86A1"/>
    <w:rsid w:val="4EBC9288"/>
    <w:rsid w:val="4EC6A5C5"/>
    <w:rsid w:val="4ED4FC4E"/>
    <w:rsid w:val="4ED62082"/>
    <w:rsid w:val="4EF0986D"/>
    <w:rsid w:val="4EF504EC"/>
    <w:rsid w:val="4F0C2585"/>
    <w:rsid w:val="4F39FBDB"/>
    <w:rsid w:val="4F49E1F8"/>
    <w:rsid w:val="4F64D187"/>
    <w:rsid w:val="4F816D7A"/>
    <w:rsid w:val="4F911BA2"/>
    <w:rsid w:val="4F9BCF5C"/>
    <w:rsid w:val="4FB8A89E"/>
    <w:rsid w:val="4FD9056F"/>
    <w:rsid w:val="4FDAE2E8"/>
    <w:rsid w:val="4FE89DE7"/>
    <w:rsid w:val="5027BC66"/>
    <w:rsid w:val="50349A31"/>
    <w:rsid w:val="505862E9"/>
    <w:rsid w:val="505A4789"/>
    <w:rsid w:val="5094D131"/>
    <w:rsid w:val="509898DB"/>
    <w:rsid w:val="50A93906"/>
    <w:rsid w:val="50CC449D"/>
    <w:rsid w:val="50CEDBD0"/>
    <w:rsid w:val="50E511E3"/>
    <w:rsid w:val="50FAB3DA"/>
    <w:rsid w:val="51007D39"/>
    <w:rsid w:val="51082B00"/>
    <w:rsid w:val="51096B62"/>
    <w:rsid w:val="51244717"/>
    <w:rsid w:val="5132F1DD"/>
    <w:rsid w:val="5136CF15"/>
    <w:rsid w:val="513B460A"/>
    <w:rsid w:val="515478FF"/>
    <w:rsid w:val="517981CD"/>
    <w:rsid w:val="51A22058"/>
    <w:rsid w:val="51B7D1E4"/>
    <w:rsid w:val="51E71747"/>
    <w:rsid w:val="51F3CAAD"/>
    <w:rsid w:val="5202B2B6"/>
    <w:rsid w:val="52186E50"/>
    <w:rsid w:val="5218D44F"/>
    <w:rsid w:val="52241522"/>
    <w:rsid w:val="5228DA7F"/>
    <w:rsid w:val="5237460B"/>
    <w:rsid w:val="526FB799"/>
    <w:rsid w:val="52867C11"/>
    <w:rsid w:val="528B7AE0"/>
    <w:rsid w:val="52AF7191"/>
    <w:rsid w:val="52B8FB8E"/>
    <w:rsid w:val="52BE80F9"/>
    <w:rsid w:val="52D3D691"/>
    <w:rsid w:val="52E66303"/>
    <w:rsid w:val="53446FC3"/>
    <w:rsid w:val="53484217"/>
    <w:rsid w:val="5366FDD6"/>
    <w:rsid w:val="53692DCD"/>
    <w:rsid w:val="5377015B"/>
    <w:rsid w:val="537BF73C"/>
    <w:rsid w:val="53AE718C"/>
    <w:rsid w:val="53D478C3"/>
    <w:rsid w:val="5404A217"/>
    <w:rsid w:val="54353261"/>
    <w:rsid w:val="545E033A"/>
    <w:rsid w:val="5460D699"/>
    <w:rsid w:val="54A4644B"/>
    <w:rsid w:val="54E116E5"/>
    <w:rsid w:val="54F3D950"/>
    <w:rsid w:val="55296668"/>
    <w:rsid w:val="552D6215"/>
    <w:rsid w:val="5530E3F0"/>
    <w:rsid w:val="555687FF"/>
    <w:rsid w:val="55737959"/>
    <w:rsid w:val="55ABE667"/>
    <w:rsid w:val="55C72EA0"/>
    <w:rsid w:val="55E2D2BD"/>
    <w:rsid w:val="56005D26"/>
    <w:rsid w:val="561488D5"/>
    <w:rsid w:val="563B47DF"/>
    <w:rsid w:val="567DA73C"/>
    <w:rsid w:val="5692F8EA"/>
    <w:rsid w:val="56A3F07B"/>
    <w:rsid w:val="56ACB867"/>
    <w:rsid w:val="56C0D611"/>
    <w:rsid w:val="571634D3"/>
    <w:rsid w:val="57185EBA"/>
    <w:rsid w:val="5758A6FE"/>
    <w:rsid w:val="5767EF85"/>
    <w:rsid w:val="578BF060"/>
    <w:rsid w:val="5791B149"/>
    <w:rsid w:val="57A090A4"/>
    <w:rsid w:val="57B3AD42"/>
    <w:rsid w:val="57D663E1"/>
    <w:rsid w:val="57DEFB3F"/>
    <w:rsid w:val="57FB61A8"/>
    <w:rsid w:val="581DF0A8"/>
    <w:rsid w:val="5851A9D2"/>
    <w:rsid w:val="585DE2FF"/>
    <w:rsid w:val="58A2E5B5"/>
    <w:rsid w:val="58A5A5B1"/>
    <w:rsid w:val="58AA497D"/>
    <w:rsid w:val="58AAFD4C"/>
    <w:rsid w:val="58BA5E49"/>
    <w:rsid w:val="58C2E62A"/>
    <w:rsid w:val="58D00AFF"/>
    <w:rsid w:val="58E97472"/>
    <w:rsid w:val="590F4EF4"/>
    <w:rsid w:val="59301DCD"/>
    <w:rsid w:val="595549AB"/>
    <w:rsid w:val="596D5F35"/>
    <w:rsid w:val="5994DAAF"/>
    <w:rsid w:val="59BA96BE"/>
    <w:rsid w:val="59D5388C"/>
    <w:rsid w:val="59F41ABB"/>
    <w:rsid w:val="59F5F82A"/>
    <w:rsid w:val="59FDD797"/>
    <w:rsid w:val="59FEDC92"/>
    <w:rsid w:val="5A07C438"/>
    <w:rsid w:val="5A196E0B"/>
    <w:rsid w:val="5A534DD7"/>
    <w:rsid w:val="5A677E4C"/>
    <w:rsid w:val="5A6E0024"/>
    <w:rsid w:val="5A8C86E5"/>
    <w:rsid w:val="5ACA283D"/>
    <w:rsid w:val="5AD9DFC5"/>
    <w:rsid w:val="5ADF3394"/>
    <w:rsid w:val="5B046333"/>
    <w:rsid w:val="5B397DCC"/>
    <w:rsid w:val="5B4460EA"/>
    <w:rsid w:val="5B993F64"/>
    <w:rsid w:val="5BB7DDFE"/>
    <w:rsid w:val="5BC2FA12"/>
    <w:rsid w:val="5BE045D2"/>
    <w:rsid w:val="5BF5B24D"/>
    <w:rsid w:val="5C211534"/>
    <w:rsid w:val="5C276C42"/>
    <w:rsid w:val="5C2C4BB6"/>
    <w:rsid w:val="5CB1A13F"/>
    <w:rsid w:val="5CBC3CF6"/>
    <w:rsid w:val="5CBE528D"/>
    <w:rsid w:val="5CD3B697"/>
    <w:rsid w:val="5CD65692"/>
    <w:rsid w:val="5CDCBAD9"/>
    <w:rsid w:val="5CE43D69"/>
    <w:rsid w:val="5CECB6E1"/>
    <w:rsid w:val="5CEE6934"/>
    <w:rsid w:val="5CF3D739"/>
    <w:rsid w:val="5CF8B92F"/>
    <w:rsid w:val="5D02272F"/>
    <w:rsid w:val="5D3D5398"/>
    <w:rsid w:val="5D630791"/>
    <w:rsid w:val="5D7F86FA"/>
    <w:rsid w:val="5D89DD65"/>
    <w:rsid w:val="5D922789"/>
    <w:rsid w:val="5D92C79A"/>
    <w:rsid w:val="5D9744E5"/>
    <w:rsid w:val="5D9901E3"/>
    <w:rsid w:val="5DD72798"/>
    <w:rsid w:val="5E27709D"/>
    <w:rsid w:val="5E3C87BC"/>
    <w:rsid w:val="5E3EA445"/>
    <w:rsid w:val="5E50E7D0"/>
    <w:rsid w:val="5E5A932E"/>
    <w:rsid w:val="5ECF9DEB"/>
    <w:rsid w:val="5EFF87FA"/>
    <w:rsid w:val="5F0C9520"/>
    <w:rsid w:val="5F38B4A5"/>
    <w:rsid w:val="5F7FC4AA"/>
    <w:rsid w:val="5FA1B5D7"/>
    <w:rsid w:val="5FA5216C"/>
    <w:rsid w:val="5FA944FA"/>
    <w:rsid w:val="5FB3BAD8"/>
    <w:rsid w:val="5FBEE2CC"/>
    <w:rsid w:val="5FC64330"/>
    <w:rsid w:val="5FDA961E"/>
    <w:rsid w:val="6000E56C"/>
    <w:rsid w:val="603EC4EC"/>
    <w:rsid w:val="604D3BCE"/>
    <w:rsid w:val="6063534C"/>
    <w:rsid w:val="606B2CCE"/>
    <w:rsid w:val="60791B3C"/>
    <w:rsid w:val="6087CF4A"/>
    <w:rsid w:val="60A3885D"/>
    <w:rsid w:val="60ABC47F"/>
    <w:rsid w:val="60B4FC37"/>
    <w:rsid w:val="60B7EA87"/>
    <w:rsid w:val="60DFE17E"/>
    <w:rsid w:val="60E79829"/>
    <w:rsid w:val="60EC14BC"/>
    <w:rsid w:val="60EFA831"/>
    <w:rsid w:val="61040E29"/>
    <w:rsid w:val="61087C25"/>
    <w:rsid w:val="613A9881"/>
    <w:rsid w:val="615056ED"/>
    <w:rsid w:val="6158841F"/>
    <w:rsid w:val="615EF198"/>
    <w:rsid w:val="6174287E"/>
    <w:rsid w:val="617F38E9"/>
    <w:rsid w:val="61AE839D"/>
    <w:rsid w:val="61E62893"/>
    <w:rsid w:val="6223CE73"/>
    <w:rsid w:val="622768EC"/>
    <w:rsid w:val="622B4700"/>
    <w:rsid w:val="622FEAEA"/>
    <w:rsid w:val="62385C13"/>
    <w:rsid w:val="623BFDC2"/>
    <w:rsid w:val="623CE43C"/>
    <w:rsid w:val="625964C1"/>
    <w:rsid w:val="625A109D"/>
    <w:rsid w:val="625E5FBC"/>
    <w:rsid w:val="62751869"/>
    <w:rsid w:val="62E6CDB4"/>
    <w:rsid w:val="62FAC1F9"/>
    <w:rsid w:val="62FDB16A"/>
    <w:rsid w:val="6323C242"/>
    <w:rsid w:val="632D1945"/>
    <w:rsid w:val="63316CFF"/>
    <w:rsid w:val="63344937"/>
    <w:rsid w:val="633F67F5"/>
    <w:rsid w:val="635E50C5"/>
    <w:rsid w:val="636968DC"/>
    <w:rsid w:val="636FA02F"/>
    <w:rsid w:val="639CEC28"/>
    <w:rsid w:val="63A58095"/>
    <w:rsid w:val="63B10AEA"/>
    <w:rsid w:val="63C8E068"/>
    <w:rsid w:val="63CF5BA3"/>
    <w:rsid w:val="63D331A8"/>
    <w:rsid w:val="63EFE7E6"/>
    <w:rsid w:val="64086E52"/>
    <w:rsid w:val="642C25BD"/>
    <w:rsid w:val="646764DD"/>
    <w:rsid w:val="6476254E"/>
    <w:rsid w:val="64B38FD8"/>
    <w:rsid w:val="64BE7A52"/>
    <w:rsid w:val="64C9CA47"/>
    <w:rsid w:val="64CE919D"/>
    <w:rsid w:val="64DA5A59"/>
    <w:rsid w:val="64FED3D8"/>
    <w:rsid w:val="64FF3579"/>
    <w:rsid w:val="651FDD2D"/>
    <w:rsid w:val="653C8DE1"/>
    <w:rsid w:val="654E5DEE"/>
    <w:rsid w:val="656D81FE"/>
    <w:rsid w:val="657E8C91"/>
    <w:rsid w:val="65800FEE"/>
    <w:rsid w:val="6585BB19"/>
    <w:rsid w:val="658DB416"/>
    <w:rsid w:val="65AA5991"/>
    <w:rsid w:val="65ABF8CC"/>
    <w:rsid w:val="65F5AC0C"/>
    <w:rsid w:val="65FB80C1"/>
    <w:rsid w:val="66061932"/>
    <w:rsid w:val="66246D5E"/>
    <w:rsid w:val="6626DF4D"/>
    <w:rsid w:val="6693C317"/>
    <w:rsid w:val="66D04370"/>
    <w:rsid w:val="66E865B0"/>
    <w:rsid w:val="66EE764C"/>
    <w:rsid w:val="67155856"/>
    <w:rsid w:val="674D1114"/>
    <w:rsid w:val="67705518"/>
    <w:rsid w:val="6793466D"/>
    <w:rsid w:val="67972A75"/>
    <w:rsid w:val="679B0E1D"/>
    <w:rsid w:val="67BBEF9D"/>
    <w:rsid w:val="67E78CF0"/>
    <w:rsid w:val="6863D977"/>
    <w:rsid w:val="6868BF39"/>
    <w:rsid w:val="68C3E38E"/>
    <w:rsid w:val="68DC2857"/>
    <w:rsid w:val="68DC38D7"/>
    <w:rsid w:val="68FDB3F8"/>
    <w:rsid w:val="690B933E"/>
    <w:rsid w:val="69110D82"/>
    <w:rsid w:val="6923596A"/>
    <w:rsid w:val="693A3F6A"/>
    <w:rsid w:val="69545D3D"/>
    <w:rsid w:val="69560F38"/>
    <w:rsid w:val="695DFE29"/>
    <w:rsid w:val="696F2CCB"/>
    <w:rsid w:val="69966AD3"/>
    <w:rsid w:val="69992DBC"/>
    <w:rsid w:val="69A202C0"/>
    <w:rsid w:val="69C3D057"/>
    <w:rsid w:val="69FE6439"/>
    <w:rsid w:val="6A0279F2"/>
    <w:rsid w:val="6A145C1F"/>
    <w:rsid w:val="6A1FDEEF"/>
    <w:rsid w:val="6A226BEA"/>
    <w:rsid w:val="6A22FE79"/>
    <w:rsid w:val="6A3ED1A0"/>
    <w:rsid w:val="6A6AD006"/>
    <w:rsid w:val="6A6B9983"/>
    <w:rsid w:val="6A702A50"/>
    <w:rsid w:val="6A75D3D0"/>
    <w:rsid w:val="6ACF02B7"/>
    <w:rsid w:val="6AD3C74B"/>
    <w:rsid w:val="6AE37035"/>
    <w:rsid w:val="6AE8F7A3"/>
    <w:rsid w:val="6B06CC8C"/>
    <w:rsid w:val="6B0AF484"/>
    <w:rsid w:val="6B101726"/>
    <w:rsid w:val="6B1234D3"/>
    <w:rsid w:val="6B229E4C"/>
    <w:rsid w:val="6B2354C8"/>
    <w:rsid w:val="6B24B36F"/>
    <w:rsid w:val="6B303981"/>
    <w:rsid w:val="6B44C385"/>
    <w:rsid w:val="6B4E95C0"/>
    <w:rsid w:val="6B4FC0F5"/>
    <w:rsid w:val="6B508D95"/>
    <w:rsid w:val="6B5F8C0A"/>
    <w:rsid w:val="6B62F1C2"/>
    <w:rsid w:val="6B698D79"/>
    <w:rsid w:val="6B7955F0"/>
    <w:rsid w:val="6B95632F"/>
    <w:rsid w:val="6B9D519F"/>
    <w:rsid w:val="6BC2C937"/>
    <w:rsid w:val="6C054202"/>
    <w:rsid w:val="6C1C2C5D"/>
    <w:rsid w:val="6C2ACCE8"/>
    <w:rsid w:val="6C464269"/>
    <w:rsid w:val="6C6C4851"/>
    <w:rsid w:val="6C77C9A0"/>
    <w:rsid w:val="6C8B6B53"/>
    <w:rsid w:val="6CA134A1"/>
    <w:rsid w:val="6CA2BEAD"/>
    <w:rsid w:val="6CA79D52"/>
    <w:rsid w:val="6CCD4D7D"/>
    <w:rsid w:val="6CD7EF12"/>
    <w:rsid w:val="6CE2C5F9"/>
    <w:rsid w:val="6CEE0B39"/>
    <w:rsid w:val="6D0CC83D"/>
    <w:rsid w:val="6D0CFE9B"/>
    <w:rsid w:val="6D388A1A"/>
    <w:rsid w:val="6D461AE1"/>
    <w:rsid w:val="6D669C61"/>
    <w:rsid w:val="6D74514F"/>
    <w:rsid w:val="6D94E523"/>
    <w:rsid w:val="6DB4B559"/>
    <w:rsid w:val="6DC45971"/>
    <w:rsid w:val="6DCEB123"/>
    <w:rsid w:val="6DE4DA62"/>
    <w:rsid w:val="6E0FCCA8"/>
    <w:rsid w:val="6E137F23"/>
    <w:rsid w:val="6E2596CF"/>
    <w:rsid w:val="6E321574"/>
    <w:rsid w:val="6E446DFE"/>
    <w:rsid w:val="6E552F57"/>
    <w:rsid w:val="6E976589"/>
    <w:rsid w:val="6E9ABA50"/>
    <w:rsid w:val="6EB4509F"/>
    <w:rsid w:val="6EB48342"/>
    <w:rsid w:val="6EBB5902"/>
    <w:rsid w:val="6EC226FA"/>
    <w:rsid w:val="6EEBF101"/>
    <w:rsid w:val="6EF14109"/>
    <w:rsid w:val="6EF3DC0E"/>
    <w:rsid w:val="6F180F36"/>
    <w:rsid w:val="6F1D434E"/>
    <w:rsid w:val="6F414297"/>
    <w:rsid w:val="6F4E4F71"/>
    <w:rsid w:val="6F63CD95"/>
    <w:rsid w:val="6F9FE5B2"/>
    <w:rsid w:val="6FB0A9A6"/>
    <w:rsid w:val="6FDEF676"/>
    <w:rsid w:val="6FF39667"/>
    <w:rsid w:val="6FF566F2"/>
    <w:rsid w:val="6FF5EBA5"/>
    <w:rsid w:val="6FF61C34"/>
    <w:rsid w:val="70140952"/>
    <w:rsid w:val="701E265C"/>
    <w:rsid w:val="7025D83A"/>
    <w:rsid w:val="703726A8"/>
    <w:rsid w:val="70459642"/>
    <w:rsid w:val="7050EAA4"/>
    <w:rsid w:val="7057FBFD"/>
    <w:rsid w:val="706F9364"/>
    <w:rsid w:val="7071B8CF"/>
    <w:rsid w:val="707A6A53"/>
    <w:rsid w:val="708C2F66"/>
    <w:rsid w:val="70B23AFE"/>
    <w:rsid w:val="710BE015"/>
    <w:rsid w:val="711A16ED"/>
    <w:rsid w:val="712397A8"/>
    <w:rsid w:val="713A66ED"/>
    <w:rsid w:val="7149A1E0"/>
    <w:rsid w:val="714C6E4F"/>
    <w:rsid w:val="715D7C75"/>
    <w:rsid w:val="718A513A"/>
    <w:rsid w:val="71B2128B"/>
    <w:rsid w:val="71CEC2F4"/>
    <w:rsid w:val="71E9993F"/>
    <w:rsid w:val="71FBB183"/>
    <w:rsid w:val="71FBF585"/>
    <w:rsid w:val="720AED8A"/>
    <w:rsid w:val="724419E1"/>
    <w:rsid w:val="72471AF3"/>
    <w:rsid w:val="727AF7CD"/>
    <w:rsid w:val="72BF0730"/>
    <w:rsid w:val="72C232B9"/>
    <w:rsid w:val="72CD9782"/>
    <w:rsid w:val="72D4ECD8"/>
    <w:rsid w:val="73010B92"/>
    <w:rsid w:val="7311AF8A"/>
    <w:rsid w:val="7312979F"/>
    <w:rsid w:val="731DDC9B"/>
    <w:rsid w:val="7348FAB9"/>
    <w:rsid w:val="734A4AE7"/>
    <w:rsid w:val="7361D900"/>
    <w:rsid w:val="7362D500"/>
    <w:rsid w:val="73710393"/>
    <w:rsid w:val="7372F490"/>
    <w:rsid w:val="7387012A"/>
    <w:rsid w:val="738BBDDD"/>
    <w:rsid w:val="73D3E197"/>
    <w:rsid w:val="73E13304"/>
    <w:rsid w:val="73E5441A"/>
    <w:rsid w:val="73F47132"/>
    <w:rsid w:val="73FA916D"/>
    <w:rsid w:val="73FBCAB5"/>
    <w:rsid w:val="74025C42"/>
    <w:rsid w:val="7414F4AF"/>
    <w:rsid w:val="74170440"/>
    <w:rsid w:val="743CC0B6"/>
    <w:rsid w:val="74591C64"/>
    <w:rsid w:val="7475B4BC"/>
    <w:rsid w:val="747F54B6"/>
    <w:rsid w:val="7491DA79"/>
    <w:rsid w:val="74B65F98"/>
    <w:rsid w:val="74B78DE4"/>
    <w:rsid w:val="74BA78DA"/>
    <w:rsid w:val="74D7B26D"/>
    <w:rsid w:val="74E62584"/>
    <w:rsid w:val="74F685B4"/>
    <w:rsid w:val="75218D00"/>
    <w:rsid w:val="7533C4BE"/>
    <w:rsid w:val="75469C5F"/>
    <w:rsid w:val="754FF60C"/>
    <w:rsid w:val="755FA089"/>
    <w:rsid w:val="756F901F"/>
    <w:rsid w:val="75704ABE"/>
    <w:rsid w:val="75765C68"/>
    <w:rsid w:val="758C84D2"/>
    <w:rsid w:val="758FB1BD"/>
    <w:rsid w:val="75C13D6C"/>
    <w:rsid w:val="75E16970"/>
    <w:rsid w:val="75E22DE4"/>
    <w:rsid w:val="75F1FA0E"/>
    <w:rsid w:val="7626FB08"/>
    <w:rsid w:val="7643E750"/>
    <w:rsid w:val="764D5899"/>
    <w:rsid w:val="7652DF3D"/>
    <w:rsid w:val="7679D144"/>
    <w:rsid w:val="767E8266"/>
    <w:rsid w:val="76CE0D43"/>
    <w:rsid w:val="76DAC0CF"/>
    <w:rsid w:val="7719601D"/>
    <w:rsid w:val="771C2EBE"/>
    <w:rsid w:val="7738C2EE"/>
    <w:rsid w:val="77520691"/>
    <w:rsid w:val="7793A121"/>
    <w:rsid w:val="77A2A703"/>
    <w:rsid w:val="77D2CB19"/>
    <w:rsid w:val="77E036CE"/>
    <w:rsid w:val="77E95805"/>
    <w:rsid w:val="77FE0F65"/>
    <w:rsid w:val="78113742"/>
    <w:rsid w:val="782B3693"/>
    <w:rsid w:val="787A3CFF"/>
    <w:rsid w:val="787CAC57"/>
    <w:rsid w:val="78C42F33"/>
    <w:rsid w:val="78D21E7F"/>
    <w:rsid w:val="78DC9F6C"/>
    <w:rsid w:val="78EA43BD"/>
    <w:rsid w:val="7905642F"/>
    <w:rsid w:val="790CBB70"/>
    <w:rsid w:val="790CE0E4"/>
    <w:rsid w:val="79382253"/>
    <w:rsid w:val="795B73E8"/>
    <w:rsid w:val="795F60A2"/>
    <w:rsid w:val="79796F55"/>
    <w:rsid w:val="79847FD4"/>
    <w:rsid w:val="799010A8"/>
    <w:rsid w:val="79B659E1"/>
    <w:rsid w:val="79FA0F6E"/>
    <w:rsid w:val="7A079AB5"/>
    <w:rsid w:val="7A4472E6"/>
    <w:rsid w:val="7A5E199B"/>
    <w:rsid w:val="7A60AC1D"/>
    <w:rsid w:val="7A9DA477"/>
    <w:rsid w:val="7AA12CAC"/>
    <w:rsid w:val="7AD24710"/>
    <w:rsid w:val="7B0C1BD6"/>
    <w:rsid w:val="7B220E47"/>
    <w:rsid w:val="7B24A83A"/>
    <w:rsid w:val="7B26EC5A"/>
    <w:rsid w:val="7B4C6A4D"/>
    <w:rsid w:val="7B58A621"/>
    <w:rsid w:val="7B7B4C67"/>
    <w:rsid w:val="7B7CBC92"/>
    <w:rsid w:val="7B86AAD3"/>
    <w:rsid w:val="7B8885CA"/>
    <w:rsid w:val="7BCA69D2"/>
    <w:rsid w:val="7C28759F"/>
    <w:rsid w:val="7C2EB018"/>
    <w:rsid w:val="7C32CC2D"/>
    <w:rsid w:val="7C6613E5"/>
    <w:rsid w:val="7C6ACD4C"/>
    <w:rsid w:val="7C815137"/>
    <w:rsid w:val="7C88094C"/>
    <w:rsid w:val="7C90BCE3"/>
    <w:rsid w:val="7C9DCBCF"/>
    <w:rsid w:val="7CA1330B"/>
    <w:rsid w:val="7CA2B6C6"/>
    <w:rsid w:val="7CD2B6C6"/>
    <w:rsid w:val="7CDCB96A"/>
    <w:rsid w:val="7CF17D39"/>
    <w:rsid w:val="7CF560C1"/>
    <w:rsid w:val="7CFC7802"/>
    <w:rsid w:val="7D10F7AF"/>
    <w:rsid w:val="7D26131A"/>
    <w:rsid w:val="7D289DBD"/>
    <w:rsid w:val="7D2ED15F"/>
    <w:rsid w:val="7D6770D9"/>
    <w:rsid w:val="7D7C9FE5"/>
    <w:rsid w:val="7D9782A7"/>
    <w:rsid w:val="7D9AE643"/>
    <w:rsid w:val="7DA167CF"/>
    <w:rsid w:val="7DA505AB"/>
    <w:rsid w:val="7DDD7737"/>
    <w:rsid w:val="7DE9872A"/>
    <w:rsid w:val="7DEC70E7"/>
    <w:rsid w:val="7DFF49AE"/>
    <w:rsid w:val="7E304354"/>
    <w:rsid w:val="7E3F8A0A"/>
    <w:rsid w:val="7E47D16A"/>
    <w:rsid w:val="7E6532D1"/>
    <w:rsid w:val="7E976B46"/>
    <w:rsid w:val="7EA07FFE"/>
    <w:rsid w:val="7EB86EA4"/>
    <w:rsid w:val="7F2E3300"/>
    <w:rsid w:val="7F48DA79"/>
    <w:rsid w:val="7F71AA2E"/>
    <w:rsid w:val="7F7C662A"/>
    <w:rsid w:val="7F83394E"/>
    <w:rsid w:val="7F9522DA"/>
    <w:rsid w:val="7F9A92B1"/>
    <w:rsid w:val="7FCA0BA0"/>
    <w:rsid w:val="7FCD07F7"/>
    <w:rsid w:val="7FCDDA65"/>
    <w:rsid w:val="7FE4A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36EDA"/>
  <w15:docId w15:val="{0CBFA6B7-E385-4BAF-B434-75A94FEA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1" w:unhideWhenUsed="1" w:qFormat="1"/>
    <w:lsdException w:name="heading 3" w:semiHidden="1" w:uiPriority="12" w:unhideWhenUsed="1" w:qFormat="1"/>
    <w:lsdException w:name="heading 4" w:semiHidden="1" w:uiPriority="13" w:unhideWhenUsed="1" w:qFormat="1"/>
    <w:lsdException w:name="heading 5" w:semiHidden="1" w:uiPriority="9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3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/>
    <w:lsdException w:name="List Number" w:semiHidden="1" w:uiPriority="26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6" w:unhideWhenUsed="1"/>
    <w:lsdException w:name="List Number 3" w:semiHidden="1" w:uiPriority="26" w:unhideWhenUsed="1"/>
    <w:lsdException w:name="List Number 4" w:semiHidden="1" w:uiPriority="26" w:unhideWhenUsed="1"/>
    <w:lsdException w:name="List Number 5" w:semiHidden="1" w:uiPriority="26" w:unhideWhenUsed="1"/>
    <w:lsdException w:name="Title" w:uiPriority="8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uiPriority="64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semiHidden="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25F"/>
    <w:pPr>
      <w:spacing w:after="120"/>
      <w:jc w:val="both"/>
    </w:pPr>
    <w:rPr>
      <w:rFonts w:ascii="Gill Sans MT" w:hAnsi="Gill Sans MT"/>
      <w:sz w:val="20"/>
    </w:rPr>
  </w:style>
  <w:style w:type="paragraph" w:styleId="Titre1">
    <w:name w:val="heading 1"/>
    <w:basedOn w:val="Titre"/>
    <w:next w:val="TITRE1Separateur"/>
    <w:link w:val="Titre1Car"/>
    <w:uiPriority w:val="9"/>
    <w:qFormat/>
    <w:rsid w:val="007C0A4E"/>
    <w:pPr>
      <w:keepNext/>
      <w:keepLines/>
      <w:pageBreakBefore/>
      <w:numPr>
        <w:numId w:val="8"/>
      </w:numPr>
      <w:spacing w:before="1440" w:after="240"/>
      <w:ind w:right="142"/>
      <w:outlineLvl w:val="0"/>
    </w:pPr>
    <w:rPr>
      <w:rFonts w:asciiTheme="majorHAnsi" w:eastAsiaTheme="majorEastAsia" w:hAnsiTheme="majorHAnsi" w:cstheme="majorBidi"/>
      <w:sz w:val="72"/>
      <w:szCs w:val="36"/>
    </w:rPr>
  </w:style>
  <w:style w:type="paragraph" w:styleId="Titre2">
    <w:name w:val="heading 2"/>
    <w:basedOn w:val="Normal"/>
    <w:next w:val="TITRE2Sparateur"/>
    <w:link w:val="Titre2Car"/>
    <w:autoRedefine/>
    <w:uiPriority w:val="11"/>
    <w:qFormat/>
    <w:rsid w:val="00D974EB"/>
    <w:pPr>
      <w:keepNext/>
      <w:keepLines/>
      <w:numPr>
        <w:numId w:val="21"/>
      </w:numPr>
      <w:tabs>
        <w:tab w:val="left" w:pos="0"/>
      </w:tabs>
      <w:ind w:left="720"/>
      <w:contextualSpacing/>
      <w:jc w:val="left"/>
      <w:outlineLvl w:val="1"/>
    </w:pPr>
    <w:rPr>
      <w:rFonts w:eastAsiaTheme="majorEastAsia" w:cstheme="majorBidi"/>
      <w:color w:val="009FE3" w:themeColor="accent1"/>
      <w:sz w:val="40"/>
      <w:szCs w:val="24"/>
    </w:rPr>
  </w:style>
  <w:style w:type="paragraph" w:styleId="Titre3">
    <w:name w:val="heading 3"/>
    <w:basedOn w:val="Normal"/>
    <w:next w:val="Normal"/>
    <w:link w:val="Titre3Car"/>
    <w:uiPriority w:val="12"/>
    <w:qFormat/>
    <w:rsid w:val="005C130E"/>
    <w:pPr>
      <w:keepNext/>
      <w:keepLines/>
      <w:numPr>
        <w:ilvl w:val="2"/>
        <w:numId w:val="8"/>
      </w:numPr>
      <w:tabs>
        <w:tab w:val="clear" w:pos="454"/>
        <w:tab w:val="num" w:pos="7258"/>
      </w:tabs>
      <w:spacing w:before="360"/>
      <w:outlineLvl w:val="2"/>
    </w:pPr>
    <w:rPr>
      <w:rFonts w:eastAsiaTheme="majorEastAsia" w:cstheme="majorBidi"/>
      <w:b/>
      <w:color w:val="009FE3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13"/>
    <w:qFormat/>
    <w:rsid w:val="004659D0"/>
    <w:pPr>
      <w:keepNext/>
      <w:keepLines/>
      <w:numPr>
        <w:ilvl w:val="3"/>
        <w:numId w:val="8"/>
      </w:numPr>
      <w:spacing w:before="360"/>
      <w:jc w:val="left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Titre5">
    <w:name w:val="heading 5"/>
    <w:basedOn w:val="Normal"/>
    <w:next w:val="Normal"/>
    <w:link w:val="Titre5Car"/>
    <w:uiPriority w:val="13"/>
    <w:unhideWhenUsed/>
    <w:qFormat/>
    <w:rsid w:val="00950A7C"/>
    <w:pPr>
      <w:keepNext/>
      <w:keepLines/>
      <w:numPr>
        <w:ilvl w:val="4"/>
        <w:numId w:val="9"/>
      </w:numPr>
      <w:spacing w:before="360"/>
      <w:outlineLvl w:val="4"/>
    </w:pPr>
    <w:rPr>
      <w:rFonts w:asciiTheme="majorHAnsi" w:eastAsiaTheme="majorEastAsia" w:hAnsiTheme="majorHAnsi" w:cstheme="majorBidi"/>
      <w:sz w:val="22"/>
    </w:rPr>
  </w:style>
  <w:style w:type="paragraph" w:styleId="Titre6">
    <w:name w:val="heading 6"/>
    <w:basedOn w:val="Normal"/>
    <w:next w:val="Normal"/>
    <w:link w:val="Titre6Car"/>
    <w:uiPriority w:val="13"/>
    <w:semiHidden/>
    <w:unhideWhenUsed/>
    <w:qFormat/>
    <w:rsid w:val="00D71AC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4E71" w:themeColor="accent1" w:themeShade="7F"/>
    </w:rPr>
  </w:style>
  <w:style w:type="paragraph" w:styleId="Titre7">
    <w:name w:val="heading 7"/>
    <w:basedOn w:val="Normal"/>
    <w:next w:val="Normal"/>
    <w:link w:val="Titre7Car"/>
    <w:uiPriority w:val="13"/>
    <w:semiHidden/>
    <w:unhideWhenUsed/>
    <w:qFormat/>
    <w:rsid w:val="00EA11D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E71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SparateurTITRE"/>
    <w:link w:val="TitreCar"/>
    <w:uiPriority w:val="83"/>
    <w:qFormat/>
    <w:rsid w:val="007C5A77"/>
    <w:pPr>
      <w:spacing w:after="0"/>
      <w:ind w:left="-284" w:right="851"/>
      <w:contextualSpacing/>
      <w:jc w:val="left"/>
    </w:pPr>
    <w:rPr>
      <w:color w:val="000000" w:themeColor="text2"/>
      <w:sz w:val="96"/>
      <w:szCs w:val="84"/>
    </w:rPr>
  </w:style>
  <w:style w:type="character" w:customStyle="1" w:styleId="TitreCar">
    <w:name w:val="Titre Car"/>
    <w:basedOn w:val="Policepardfaut"/>
    <w:link w:val="Titre"/>
    <w:uiPriority w:val="83"/>
    <w:rsid w:val="00C23E61"/>
    <w:rPr>
      <w:color w:val="000000" w:themeColor="text2"/>
      <w:sz w:val="96"/>
      <w:szCs w:val="84"/>
    </w:rPr>
  </w:style>
  <w:style w:type="paragraph" w:customStyle="1" w:styleId="TITRE1Separateur">
    <w:name w:val="TITRE 1 Separateur"/>
    <w:basedOn w:val="SparateurTITRE"/>
    <w:next w:val="Chap"/>
    <w:link w:val="TITRE1SeparateurCar"/>
    <w:uiPriority w:val="8"/>
    <w:qFormat/>
    <w:rsid w:val="007C5A77"/>
    <w:pPr>
      <w:spacing w:after="900"/>
      <w:ind w:left="0" w:right="7541"/>
    </w:pPr>
    <w:rPr>
      <w:b w:val="0"/>
      <w:sz w:val="60"/>
      <w:szCs w:val="60"/>
    </w:rPr>
  </w:style>
  <w:style w:type="paragraph" w:customStyle="1" w:styleId="SparateurTITRE">
    <w:name w:val="Séparateur TITRE"/>
    <w:basedOn w:val="Normal"/>
    <w:next w:val="Sous-titre"/>
    <w:link w:val="SparateurTITRECar"/>
    <w:uiPriority w:val="84"/>
    <w:qFormat/>
    <w:rsid w:val="007C5A77"/>
    <w:pPr>
      <w:pBdr>
        <w:bottom w:val="single" w:sz="24" w:space="1" w:color="000000" w:themeColor="text2"/>
      </w:pBdr>
      <w:spacing w:after="840" w:line="240" w:lineRule="auto"/>
      <w:ind w:left="-198" w:right="7825"/>
    </w:pPr>
    <w:rPr>
      <w:b/>
      <w:color w:val="000000" w:themeColor="text2"/>
      <w:sz w:val="56"/>
      <w:szCs w:val="116"/>
    </w:rPr>
  </w:style>
  <w:style w:type="character" w:customStyle="1" w:styleId="SparateurTITRECar">
    <w:name w:val="Séparateur TITRE Car"/>
    <w:basedOn w:val="Policepardfaut"/>
    <w:link w:val="SparateurTITRE"/>
    <w:uiPriority w:val="84"/>
    <w:rsid w:val="00C23E61"/>
    <w:rPr>
      <w:b/>
      <w:color w:val="000000" w:themeColor="text2"/>
      <w:sz w:val="56"/>
      <w:szCs w:val="116"/>
    </w:rPr>
  </w:style>
  <w:style w:type="paragraph" w:customStyle="1" w:styleId="Sous-titredeChapitre">
    <w:name w:val="Sous-titre de Chapitre"/>
    <w:basedOn w:val="Sous-titre"/>
    <w:next w:val="Normal"/>
    <w:link w:val="Sous-titredeChapitreCar"/>
    <w:uiPriority w:val="9"/>
    <w:semiHidden/>
    <w:qFormat/>
    <w:rsid w:val="007C0A4E"/>
    <w:pPr>
      <w:ind w:left="0"/>
    </w:pPr>
  </w:style>
  <w:style w:type="paragraph" w:styleId="Sous-titre">
    <w:name w:val="Subtitle"/>
    <w:basedOn w:val="Normal"/>
    <w:next w:val="Normal"/>
    <w:link w:val="Sous-titreCar"/>
    <w:uiPriority w:val="85"/>
    <w:qFormat/>
    <w:rsid w:val="007C5A77"/>
    <w:pPr>
      <w:spacing w:before="480"/>
      <w:ind w:left="-284" w:right="2126"/>
      <w:contextualSpacing/>
      <w:jc w:val="left"/>
    </w:pPr>
    <w:rPr>
      <w:color w:val="000000" w:themeColor="text2"/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85"/>
    <w:rsid w:val="00C23E61"/>
    <w:rPr>
      <w:color w:val="000000" w:themeColor="text2"/>
      <w:sz w:val="48"/>
      <w:szCs w:val="48"/>
    </w:rPr>
  </w:style>
  <w:style w:type="character" w:customStyle="1" w:styleId="Sous-titredeChapitreCar">
    <w:name w:val="Sous-titre de Chapitre Car"/>
    <w:basedOn w:val="Policepardfaut"/>
    <w:link w:val="Sous-titredeChapitre"/>
    <w:uiPriority w:val="9"/>
    <w:semiHidden/>
    <w:rsid w:val="002B01CC"/>
    <w:rPr>
      <w:color w:val="000000" w:themeColor="text2"/>
      <w:sz w:val="48"/>
      <w:szCs w:val="48"/>
    </w:rPr>
  </w:style>
  <w:style w:type="character" w:customStyle="1" w:styleId="TITRE1SeparateurCar">
    <w:name w:val="TITRE 1 Separateur Car"/>
    <w:basedOn w:val="SparateurTITRECar"/>
    <w:link w:val="TITRE1Separateur"/>
    <w:uiPriority w:val="8"/>
    <w:rsid w:val="007C5A77"/>
    <w:rPr>
      <w:b w:val="0"/>
      <w:color w:val="000000" w:themeColor="text2"/>
      <w:sz w:val="60"/>
      <w:szCs w:val="60"/>
    </w:rPr>
  </w:style>
  <w:style w:type="character" w:customStyle="1" w:styleId="Titre1Car">
    <w:name w:val="Titre 1 Car"/>
    <w:basedOn w:val="Policepardfaut"/>
    <w:link w:val="Titre1"/>
    <w:uiPriority w:val="7"/>
    <w:rsid w:val="007C0A4E"/>
    <w:rPr>
      <w:rFonts w:asciiTheme="majorHAnsi" w:eastAsiaTheme="majorEastAsia" w:hAnsiTheme="majorHAnsi" w:cstheme="majorBidi"/>
      <w:color w:val="000000" w:themeColor="text2"/>
      <w:sz w:val="72"/>
      <w:szCs w:val="36"/>
    </w:rPr>
  </w:style>
  <w:style w:type="paragraph" w:customStyle="1" w:styleId="TITRE2Sparateur">
    <w:name w:val="TITRE 2 Séparateur"/>
    <w:basedOn w:val="Normal"/>
    <w:next w:val="Normal"/>
    <w:link w:val="TITRE2SparateurCar"/>
    <w:uiPriority w:val="11"/>
    <w:qFormat/>
    <w:rsid w:val="007E4A43"/>
    <w:pPr>
      <w:pBdr>
        <w:bottom w:val="single" w:sz="18" w:space="1" w:color="000000" w:themeColor="text2"/>
      </w:pBdr>
      <w:spacing w:after="440" w:line="240" w:lineRule="auto"/>
    </w:pPr>
    <w:rPr>
      <w:rFonts w:asciiTheme="majorHAnsi" w:hAnsiTheme="majorHAnsi"/>
      <w:color w:val="000000" w:themeColor="text2"/>
      <w:szCs w:val="60"/>
    </w:rPr>
  </w:style>
  <w:style w:type="character" w:customStyle="1" w:styleId="TITRE2SparateurCar">
    <w:name w:val="TITRE 2 Séparateur Car"/>
    <w:basedOn w:val="Policepardfaut"/>
    <w:link w:val="TITRE2Sparateur"/>
    <w:uiPriority w:val="11"/>
    <w:rsid w:val="007E4A43"/>
    <w:rPr>
      <w:rFonts w:asciiTheme="majorHAnsi" w:hAnsiTheme="majorHAnsi"/>
      <w:color w:val="000000" w:themeColor="text2"/>
      <w:sz w:val="20"/>
      <w:szCs w:val="60"/>
    </w:rPr>
  </w:style>
  <w:style w:type="character" w:customStyle="1" w:styleId="Titre2Car">
    <w:name w:val="Titre 2 Car"/>
    <w:basedOn w:val="Policepardfaut"/>
    <w:link w:val="Titre2"/>
    <w:uiPriority w:val="11"/>
    <w:rsid w:val="00D974EB"/>
    <w:rPr>
      <w:rFonts w:ascii="Gill Sans MT" w:eastAsiaTheme="majorEastAsia" w:hAnsi="Gill Sans MT" w:cstheme="majorBidi"/>
      <w:color w:val="009FE3" w:themeColor="accent1"/>
      <w:sz w:val="40"/>
      <w:szCs w:val="24"/>
    </w:rPr>
  </w:style>
  <w:style w:type="character" w:customStyle="1" w:styleId="Titre3Car">
    <w:name w:val="Titre 3 Car"/>
    <w:basedOn w:val="Policepardfaut"/>
    <w:link w:val="Titre3"/>
    <w:uiPriority w:val="12"/>
    <w:rsid w:val="005C130E"/>
    <w:rPr>
      <w:rFonts w:ascii="Gill Sans MT" w:eastAsiaTheme="majorEastAsia" w:hAnsi="Gill Sans MT" w:cstheme="majorBidi"/>
      <w:b/>
      <w:color w:val="009FE3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13"/>
    <w:rsid w:val="00F837E8"/>
    <w:rPr>
      <w:rFonts w:asciiTheme="majorHAnsi" w:eastAsiaTheme="majorEastAsia" w:hAnsiTheme="majorHAnsi" w:cstheme="majorBidi"/>
      <w:b/>
      <w:iCs/>
      <w:sz w:val="20"/>
    </w:rPr>
  </w:style>
  <w:style w:type="character" w:customStyle="1" w:styleId="Titre5Car">
    <w:name w:val="Titre 5 Car"/>
    <w:basedOn w:val="Policepardfaut"/>
    <w:link w:val="Titre5"/>
    <w:uiPriority w:val="13"/>
    <w:rsid w:val="00F837E8"/>
    <w:rPr>
      <w:rFonts w:asciiTheme="majorHAnsi" w:eastAsiaTheme="majorEastAsia" w:hAnsiTheme="majorHAnsi" w:cstheme="majorBidi"/>
    </w:rPr>
  </w:style>
  <w:style w:type="paragraph" w:styleId="Adressedestinataire">
    <w:name w:val="envelope address"/>
    <w:basedOn w:val="Normal"/>
    <w:uiPriority w:val="99"/>
    <w:semiHidden/>
    <w:rsid w:val="00420DC2"/>
    <w:pPr>
      <w:framePr w:w="4912" w:h="1701" w:hRule="exact" w:hSpace="284" w:vSpace="284" w:wrap="around" w:vAnchor="page" w:hAnchor="page" w:x="5955" w:y="2836" w:anchorLock="1"/>
      <w:spacing w:after="0" w:line="240" w:lineRule="auto"/>
    </w:pPr>
    <w:rPr>
      <w:rFonts w:eastAsiaTheme="majorEastAsia" w:cstheme="majorBidi"/>
      <w:szCs w:val="24"/>
    </w:rPr>
  </w:style>
  <w:style w:type="paragraph" w:styleId="En-tte">
    <w:name w:val="header"/>
    <w:basedOn w:val="Normal"/>
    <w:link w:val="En-tteCar"/>
    <w:uiPriority w:val="13"/>
    <w:rsid w:val="00644739"/>
    <w:pPr>
      <w:tabs>
        <w:tab w:val="center" w:pos="4536"/>
        <w:tab w:val="right" w:pos="9072"/>
      </w:tabs>
      <w:spacing w:after="0" w:line="240" w:lineRule="auto"/>
      <w:ind w:left="425"/>
      <w:contextualSpacing/>
      <w:jc w:val="right"/>
    </w:pPr>
    <w:rPr>
      <w:color w:val="000000" w:themeColor="text2"/>
      <w:sz w:val="18"/>
    </w:rPr>
  </w:style>
  <w:style w:type="character" w:customStyle="1" w:styleId="En-tteCar">
    <w:name w:val="En-tête Car"/>
    <w:basedOn w:val="Policepardfaut"/>
    <w:link w:val="En-tte"/>
    <w:uiPriority w:val="13"/>
    <w:rsid w:val="00644739"/>
    <w:rPr>
      <w:color w:val="000000" w:themeColor="text2"/>
      <w:sz w:val="18"/>
    </w:rPr>
  </w:style>
  <w:style w:type="paragraph" w:styleId="Pieddepage">
    <w:name w:val="footer"/>
    <w:basedOn w:val="Normal"/>
    <w:link w:val="PieddepageCar"/>
    <w:rsid w:val="00893177"/>
    <w:pPr>
      <w:tabs>
        <w:tab w:val="right" w:pos="8505"/>
      </w:tabs>
      <w:spacing w:after="0" w:line="240" w:lineRule="auto"/>
      <w:jc w:val="center"/>
    </w:pPr>
    <w:rPr>
      <w:color w:val="000000" w:themeColor="text1"/>
      <w:sz w:val="16"/>
    </w:rPr>
  </w:style>
  <w:style w:type="character" w:customStyle="1" w:styleId="PieddepageCar">
    <w:name w:val="Pied de page Car"/>
    <w:basedOn w:val="Policepardfaut"/>
    <w:link w:val="Pieddepage"/>
    <w:rsid w:val="00893177"/>
    <w:rPr>
      <w:color w:val="000000" w:themeColor="text1"/>
      <w:sz w:val="16"/>
    </w:rPr>
  </w:style>
  <w:style w:type="character" w:styleId="lev">
    <w:name w:val="Strong"/>
    <w:basedOn w:val="Policepardfaut"/>
    <w:uiPriority w:val="13"/>
    <w:qFormat/>
    <w:rsid w:val="0089249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491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770571"/>
    <w:rPr>
      <w:color w:val="808080"/>
    </w:rPr>
  </w:style>
  <w:style w:type="paragraph" w:styleId="Date">
    <w:name w:val="Date"/>
    <w:basedOn w:val="Normal"/>
    <w:next w:val="Normal"/>
    <w:link w:val="DateCar"/>
    <w:uiPriority w:val="99"/>
    <w:semiHidden/>
    <w:rsid w:val="00750FF6"/>
    <w:pPr>
      <w:spacing w:after="740"/>
    </w:pPr>
    <w:rPr>
      <w:color w:val="000000" w:themeColor="text2"/>
    </w:rPr>
  </w:style>
  <w:style w:type="character" w:customStyle="1" w:styleId="DateCar">
    <w:name w:val="Date Car"/>
    <w:basedOn w:val="Policepardfaut"/>
    <w:link w:val="Date"/>
    <w:uiPriority w:val="99"/>
    <w:semiHidden/>
    <w:rsid w:val="00372AEA"/>
    <w:rPr>
      <w:color w:val="000000" w:themeColor="text2"/>
      <w:sz w:val="20"/>
    </w:rPr>
  </w:style>
  <w:style w:type="paragraph" w:styleId="Listenumros">
    <w:name w:val="List Number"/>
    <w:basedOn w:val="Normal"/>
    <w:uiPriority w:val="26"/>
    <w:unhideWhenUsed/>
    <w:qFormat/>
    <w:rsid w:val="00EF0087"/>
    <w:pPr>
      <w:numPr>
        <w:numId w:val="1"/>
      </w:numPr>
    </w:pPr>
  </w:style>
  <w:style w:type="paragraph" w:styleId="Listenumros2">
    <w:name w:val="List Number 2"/>
    <w:basedOn w:val="Normal"/>
    <w:uiPriority w:val="26"/>
    <w:unhideWhenUsed/>
    <w:rsid w:val="00EF0087"/>
    <w:pPr>
      <w:numPr>
        <w:ilvl w:val="1"/>
        <w:numId w:val="1"/>
      </w:numPr>
    </w:pPr>
  </w:style>
  <w:style w:type="paragraph" w:styleId="Listenumros3">
    <w:name w:val="List Number 3"/>
    <w:basedOn w:val="Normal"/>
    <w:uiPriority w:val="26"/>
    <w:unhideWhenUsed/>
    <w:rsid w:val="00DC721C"/>
    <w:pPr>
      <w:numPr>
        <w:ilvl w:val="2"/>
        <w:numId w:val="1"/>
      </w:numPr>
      <w:contextualSpacing/>
    </w:pPr>
  </w:style>
  <w:style w:type="paragraph" w:styleId="Listenumros4">
    <w:name w:val="List Number 4"/>
    <w:basedOn w:val="Normal"/>
    <w:uiPriority w:val="26"/>
    <w:rsid w:val="00DC721C"/>
    <w:pPr>
      <w:numPr>
        <w:ilvl w:val="3"/>
        <w:numId w:val="1"/>
      </w:numPr>
      <w:contextualSpacing/>
    </w:pPr>
  </w:style>
  <w:style w:type="paragraph" w:styleId="Listenumros5">
    <w:name w:val="List Number 5"/>
    <w:basedOn w:val="Normal"/>
    <w:uiPriority w:val="26"/>
    <w:rsid w:val="00DC721C"/>
    <w:pPr>
      <w:numPr>
        <w:ilvl w:val="4"/>
        <w:numId w:val="1"/>
      </w:numPr>
      <w:contextualSpacing/>
    </w:pPr>
  </w:style>
  <w:style w:type="paragraph" w:styleId="Listepuces">
    <w:name w:val="List Bullet"/>
    <w:basedOn w:val="Normal"/>
    <w:link w:val="ListepucesCar"/>
    <w:uiPriority w:val="3"/>
    <w:rsid w:val="00847778"/>
    <w:pPr>
      <w:numPr>
        <w:numId w:val="2"/>
      </w:numPr>
    </w:pPr>
  </w:style>
  <w:style w:type="character" w:customStyle="1" w:styleId="ListepucesCar">
    <w:name w:val="Liste à puces Car"/>
    <w:basedOn w:val="Policepardfaut"/>
    <w:link w:val="Listepuces"/>
    <w:uiPriority w:val="3"/>
    <w:rsid w:val="003538EF"/>
    <w:rPr>
      <w:sz w:val="20"/>
    </w:rPr>
  </w:style>
  <w:style w:type="paragraph" w:styleId="Listepuces2">
    <w:name w:val="List Bullet 2"/>
    <w:basedOn w:val="Normal"/>
    <w:link w:val="Listepuces2Car"/>
    <w:uiPriority w:val="63"/>
    <w:unhideWhenUsed/>
    <w:rsid w:val="00BA5A07"/>
    <w:pPr>
      <w:numPr>
        <w:ilvl w:val="1"/>
        <w:numId w:val="2"/>
      </w:numPr>
    </w:pPr>
  </w:style>
  <w:style w:type="character" w:customStyle="1" w:styleId="Listepuces2Car">
    <w:name w:val="Liste à puces 2 Car"/>
    <w:basedOn w:val="Policepardfaut"/>
    <w:link w:val="Listepuces2"/>
    <w:uiPriority w:val="63"/>
    <w:rsid w:val="000E15B1"/>
    <w:rPr>
      <w:sz w:val="20"/>
    </w:rPr>
  </w:style>
  <w:style w:type="paragraph" w:styleId="Listepuces3">
    <w:name w:val="List Bullet 3"/>
    <w:basedOn w:val="Normal"/>
    <w:uiPriority w:val="64"/>
    <w:unhideWhenUsed/>
    <w:rsid w:val="00BA5A07"/>
    <w:pPr>
      <w:numPr>
        <w:ilvl w:val="2"/>
        <w:numId w:val="2"/>
      </w:numPr>
    </w:pPr>
  </w:style>
  <w:style w:type="paragraph" w:styleId="Listepuces4">
    <w:name w:val="List Bullet 4"/>
    <w:basedOn w:val="Normal"/>
    <w:uiPriority w:val="65"/>
    <w:unhideWhenUsed/>
    <w:rsid w:val="009214EB"/>
    <w:pPr>
      <w:numPr>
        <w:ilvl w:val="3"/>
        <w:numId w:val="2"/>
      </w:numPr>
      <w:contextualSpacing/>
    </w:pPr>
  </w:style>
  <w:style w:type="paragraph" w:styleId="Listepuces5">
    <w:name w:val="List Bullet 5"/>
    <w:basedOn w:val="Normal"/>
    <w:uiPriority w:val="65"/>
    <w:semiHidden/>
    <w:rsid w:val="009214EB"/>
    <w:pPr>
      <w:numPr>
        <w:ilvl w:val="4"/>
        <w:numId w:val="2"/>
      </w:numPr>
      <w:contextualSpacing/>
    </w:pPr>
  </w:style>
  <w:style w:type="paragraph" w:styleId="Liste">
    <w:name w:val="List"/>
    <w:basedOn w:val="Normal"/>
    <w:uiPriority w:val="99"/>
    <w:semiHidden/>
    <w:rsid w:val="009214EB"/>
    <w:pPr>
      <w:ind w:left="283" w:hanging="283"/>
      <w:contextualSpacing/>
    </w:pPr>
  </w:style>
  <w:style w:type="paragraph" w:styleId="TM1">
    <w:name w:val="toc 1"/>
    <w:basedOn w:val="Normal"/>
    <w:next w:val="Normal"/>
    <w:autoRedefine/>
    <w:uiPriority w:val="39"/>
    <w:rsid w:val="003B1953"/>
    <w:pPr>
      <w:tabs>
        <w:tab w:val="right" w:pos="8505"/>
      </w:tabs>
      <w:spacing w:before="360" w:after="0" w:line="240" w:lineRule="auto"/>
      <w:ind w:left="425" w:right="680" w:hanging="425"/>
      <w:jc w:val="left"/>
    </w:pPr>
    <w:rPr>
      <w:rFonts w:eastAsiaTheme="minorEastAsia"/>
      <w:b/>
      <w:bCs/>
      <w:iCs/>
      <w:noProof/>
      <w:color w:val="000000" w:themeColor="text2"/>
      <w:sz w:val="28"/>
      <w:lang w:eastAsia="fr-FR"/>
    </w:rPr>
  </w:style>
  <w:style w:type="paragraph" w:styleId="TM2">
    <w:name w:val="toc 2"/>
    <w:basedOn w:val="Normal"/>
    <w:next w:val="Normal"/>
    <w:autoRedefine/>
    <w:uiPriority w:val="39"/>
    <w:rsid w:val="00586C08"/>
    <w:pPr>
      <w:tabs>
        <w:tab w:val="left" w:pos="1560"/>
        <w:tab w:val="right" w:leader="dot" w:pos="8505"/>
      </w:tabs>
      <w:spacing w:before="80" w:after="0" w:line="240" w:lineRule="auto"/>
      <w:ind w:left="850" w:right="680" w:hanging="425"/>
      <w:jc w:val="left"/>
    </w:pPr>
    <w:rPr>
      <w:rFonts w:eastAsiaTheme="minorEastAsia"/>
      <w:b/>
      <w:bCs/>
      <w:noProof/>
      <w:lang w:eastAsia="fr-FR"/>
    </w:rPr>
  </w:style>
  <w:style w:type="paragraph" w:styleId="TM3">
    <w:name w:val="toc 3"/>
    <w:basedOn w:val="Normal"/>
    <w:next w:val="Normal"/>
    <w:autoRedefine/>
    <w:uiPriority w:val="39"/>
    <w:rsid w:val="001859C6"/>
    <w:pPr>
      <w:tabs>
        <w:tab w:val="left" w:pos="1134"/>
        <w:tab w:val="right" w:pos="8505"/>
      </w:tabs>
      <w:spacing w:after="0"/>
      <w:ind w:left="1134" w:right="1701" w:hanging="283"/>
      <w:contextualSpacing/>
      <w:jc w:val="left"/>
    </w:pPr>
    <w:rPr>
      <w:rFonts w:cstheme="minorHAnsi"/>
      <w:noProof/>
      <w:szCs w:val="20"/>
    </w:rPr>
  </w:style>
  <w:style w:type="character" w:styleId="Lienhypertexte">
    <w:name w:val="Hyperlink"/>
    <w:basedOn w:val="Policepardfaut"/>
    <w:uiPriority w:val="99"/>
    <w:rsid w:val="00F92868"/>
    <w:rPr>
      <w:color w:val="000000" w:themeColor="text2"/>
      <w:u w:val="single"/>
    </w:rPr>
  </w:style>
  <w:style w:type="paragraph" w:styleId="TM4">
    <w:name w:val="toc 4"/>
    <w:basedOn w:val="Normal"/>
    <w:next w:val="Normal"/>
    <w:autoRedefine/>
    <w:uiPriority w:val="39"/>
    <w:rsid w:val="004B1FF1"/>
    <w:pPr>
      <w:tabs>
        <w:tab w:val="left" w:pos="1418"/>
        <w:tab w:val="right" w:pos="8505"/>
      </w:tabs>
      <w:spacing w:after="0"/>
      <w:ind w:left="1418" w:hanging="284"/>
    </w:pPr>
    <w:rPr>
      <w:rFonts w:cstheme="minorHAnsi"/>
      <w:noProof/>
      <w:sz w:val="18"/>
      <w:szCs w:val="20"/>
    </w:rPr>
  </w:style>
  <w:style w:type="paragraph" w:styleId="TM5">
    <w:name w:val="toc 5"/>
    <w:basedOn w:val="Normal"/>
    <w:next w:val="Normal"/>
    <w:autoRedefine/>
    <w:uiPriority w:val="39"/>
    <w:semiHidden/>
    <w:rsid w:val="007B3C06"/>
    <w:pPr>
      <w:spacing w:after="0"/>
      <w:ind w:left="800"/>
    </w:pPr>
    <w:rPr>
      <w:rFonts w:cstheme="minorHAnsi"/>
      <w:szCs w:val="20"/>
    </w:rPr>
  </w:style>
  <w:style w:type="paragraph" w:styleId="TM6">
    <w:name w:val="toc 6"/>
    <w:basedOn w:val="TM2"/>
    <w:next w:val="Normal"/>
    <w:autoRedefine/>
    <w:uiPriority w:val="39"/>
    <w:rsid w:val="009F0C85"/>
    <w:pPr>
      <w:ind w:left="1843" w:hanging="1417"/>
    </w:pPr>
  </w:style>
  <w:style w:type="paragraph" w:styleId="TM7">
    <w:name w:val="toc 7"/>
    <w:basedOn w:val="Normal"/>
    <w:next w:val="Normal"/>
    <w:autoRedefine/>
    <w:uiPriority w:val="39"/>
    <w:semiHidden/>
    <w:rsid w:val="007B3C06"/>
    <w:pPr>
      <w:spacing w:after="0"/>
      <w:ind w:left="1200"/>
    </w:pPr>
    <w:rPr>
      <w:rFonts w:cstheme="minorHAnsi"/>
      <w:szCs w:val="20"/>
    </w:rPr>
  </w:style>
  <w:style w:type="paragraph" w:styleId="TM8">
    <w:name w:val="toc 8"/>
    <w:basedOn w:val="Normal"/>
    <w:next w:val="Normal"/>
    <w:autoRedefine/>
    <w:uiPriority w:val="39"/>
    <w:semiHidden/>
    <w:rsid w:val="007B3C06"/>
    <w:pPr>
      <w:spacing w:after="0"/>
      <w:ind w:left="1400"/>
    </w:pPr>
    <w:rPr>
      <w:rFonts w:cstheme="minorHAnsi"/>
      <w:szCs w:val="20"/>
    </w:rPr>
  </w:style>
  <w:style w:type="paragraph" w:styleId="TM9">
    <w:name w:val="toc 9"/>
    <w:basedOn w:val="Normal"/>
    <w:next w:val="Normal"/>
    <w:autoRedefine/>
    <w:uiPriority w:val="39"/>
    <w:semiHidden/>
    <w:rsid w:val="007B3C06"/>
    <w:pPr>
      <w:spacing w:after="0"/>
      <w:ind w:left="1600"/>
    </w:pPr>
    <w:rPr>
      <w:rFonts w:cstheme="minorHAnsi"/>
      <w:szCs w:val="20"/>
    </w:rPr>
  </w:style>
  <w:style w:type="paragraph" w:customStyle="1" w:styleId="Titre2nonindx">
    <w:name w:val="Titre 2 (non indéxé)"/>
    <w:basedOn w:val="Normal"/>
    <w:next w:val="TITRE2Sparateur"/>
    <w:link w:val="Titre2nonindxCar"/>
    <w:uiPriority w:val="10"/>
    <w:qFormat/>
    <w:rsid w:val="007C64B4"/>
    <w:pPr>
      <w:keepNext/>
      <w:keepLines/>
      <w:ind w:left="-851"/>
      <w:contextualSpacing/>
      <w:jc w:val="left"/>
    </w:pPr>
    <w:rPr>
      <w:rFonts w:asciiTheme="majorHAnsi" w:hAnsiTheme="majorHAnsi"/>
      <w:b/>
      <w:color w:val="000000" w:themeColor="text2"/>
      <w:sz w:val="56"/>
      <w:szCs w:val="60"/>
    </w:rPr>
  </w:style>
  <w:style w:type="character" w:customStyle="1" w:styleId="Titre2nonindxCar">
    <w:name w:val="Titre 2 (non indéxé) Car"/>
    <w:basedOn w:val="Policepardfaut"/>
    <w:link w:val="Titre2nonindx"/>
    <w:uiPriority w:val="10"/>
    <w:rsid w:val="007C64B4"/>
    <w:rPr>
      <w:rFonts w:asciiTheme="majorHAnsi" w:hAnsiTheme="majorHAnsi"/>
      <w:b/>
      <w:color w:val="000000" w:themeColor="text2"/>
      <w:sz w:val="56"/>
      <w:szCs w:val="60"/>
    </w:rPr>
  </w:style>
  <w:style w:type="paragraph" w:customStyle="1" w:styleId="Intertitre">
    <w:name w:val="Intertitre"/>
    <w:basedOn w:val="Normal"/>
    <w:link w:val="IntertitreCar"/>
    <w:uiPriority w:val="13"/>
    <w:qFormat/>
    <w:rsid w:val="00946A94"/>
    <w:pPr>
      <w:jc w:val="left"/>
    </w:pPr>
    <w:rPr>
      <w:b/>
      <w:color w:val="000000" w:themeColor="text2"/>
      <w:sz w:val="24"/>
    </w:rPr>
  </w:style>
  <w:style w:type="character" w:customStyle="1" w:styleId="IntertitreCar">
    <w:name w:val="Intertitre Car"/>
    <w:basedOn w:val="Policepardfaut"/>
    <w:link w:val="Intertitre"/>
    <w:uiPriority w:val="13"/>
    <w:rsid w:val="00D125A5"/>
    <w:rPr>
      <w:b/>
      <w:color w:val="000000" w:themeColor="text2"/>
      <w:sz w:val="24"/>
    </w:rPr>
  </w:style>
  <w:style w:type="character" w:customStyle="1" w:styleId="Emphase">
    <w:name w:val="Emphase"/>
    <w:basedOn w:val="Policepardfaut"/>
    <w:uiPriority w:val="1"/>
    <w:rsid w:val="004A49A9"/>
    <w:rPr>
      <w:color w:val="000000" w:themeColor="text2"/>
    </w:rPr>
  </w:style>
  <w:style w:type="character" w:styleId="Rfrenceintense">
    <w:name w:val="Intense Reference"/>
    <w:basedOn w:val="Policepardfaut"/>
    <w:uiPriority w:val="99"/>
    <w:semiHidden/>
    <w:qFormat/>
    <w:rsid w:val="00F92868"/>
    <w:rPr>
      <w:b/>
      <w:bCs/>
      <w:smallCaps/>
      <w:color w:val="000000" w:themeColor="text2"/>
      <w:spacing w:val="5"/>
    </w:rPr>
  </w:style>
  <w:style w:type="character" w:styleId="Numrodepage">
    <w:name w:val="page number"/>
    <w:basedOn w:val="Policepardfaut"/>
    <w:semiHidden/>
    <w:rsid w:val="00893177"/>
    <w:rPr>
      <w:noProof/>
      <w:color w:val="000000" w:themeColor="text2"/>
      <w:sz w:val="18"/>
    </w:rPr>
  </w:style>
  <w:style w:type="paragraph" w:customStyle="1" w:styleId="Normallignedesuite">
    <w:name w:val="Normal + ligne de suite"/>
    <w:basedOn w:val="Normal"/>
    <w:link w:val="NormallignedesuiteCar"/>
    <w:uiPriority w:val="99"/>
    <w:semiHidden/>
    <w:qFormat/>
    <w:rsid w:val="00C97C6F"/>
    <w:pPr>
      <w:tabs>
        <w:tab w:val="right" w:leader="dot" w:pos="8505"/>
      </w:tabs>
    </w:pPr>
  </w:style>
  <w:style w:type="character" w:customStyle="1" w:styleId="NormallignedesuiteCar">
    <w:name w:val="Normal + ligne de suite Car"/>
    <w:basedOn w:val="Policepardfaut"/>
    <w:link w:val="Normallignedesuite"/>
    <w:uiPriority w:val="99"/>
    <w:semiHidden/>
    <w:rsid w:val="00D125A5"/>
    <w:rPr>
      <w:sz w:val="20"/>
    </w:rPr>
  </w:style>
  <w:style w:type="paragraph" w:customStyle="1" w:styleId="Article1">
    <w:name w:val="Article 1"/>
    <w:basedOn w:val="Normal"/>
    <w:link w:val="Article1Car"/>
    <w:uiPriority w:val="21"/>
    <w:qFormat/>
    <w:rsid w:val="0096554F"/>
    <w:pPr>
      <w:keepNext/>
      <w:numPr>
        <w:numId w:val="4"/>
      </w:numPr>
      <w:spacing w:before="600"/>
      <w:jc w:val="left"/>
    </w:pPr>
    <w:rPr>
      <w:color w:val="000000" w:themeColor="text2"/>
      <w:sz w:val="36"/>
    </w:rPr>
  </w:style>
  <w:style w:type="character" w:customStyle="1" w:styleId="Article1Car">
    <w:name w:val="Article 1 Car"/>
    <w:basedOn w:val="Policepardfaut"/>
    <w:link w:val="Article1"/>
    <w:uiPriority w:val="21"/>
    <w:rsid w:val="00372AEA"/>
    <w:rPr>
      <w:color w:val="000000" w:themeColor="text2"/>
      <w:sz w:val="36"/>
    </w:rPr>
  </w:style>
  <w:style w:type="paragraph" w:customStyle="1" w:styleId="Article2">
    <w:name w:val="Article 2"/>
    <w:basedOn w:val="Article2long"/>
    <w:next w:val="Retraitcorpsdetexte"/>
    <w:link w:val="Article2Car"/>
    <w:uiPriority w:val="2"/>
    <w:semiHidden/>
    <w:qFormat/>
    <w:rsid w:val="00B72BF4"/>
    <w:pPr>
      <w:spacing w:before="240" w:after="120"/>
    </w:pPr>
    <w:rPr>
      <w:b/>
      <w:sz w:val="24"/>
    </w:rPr>
  </w:style>
  <w:style w:type="paragraph" w:customStyle="1" w:styleId="Article2long">
    <w:name w:val="Article 2 long"/>
    <w:next w:val="Normal"/>
    <w:link w:val="Article2longCar"/>
    <w:uiPriority w:val="2"/>
    <w:semiHidden/>
    <w:qFormat/>
    <w:rsid w:val="002522FE"/>
    <w:pPr>
      <w:tabs>
        <w:tab w:val="num" w:pos="1871"/>
      </w:tabs>
      <w:ind w:left="1871" w:hanging="397"/>
      <w:jc w:val="both"/>
    </w:pPr>
    <w:rPr>
      <w:sz w:val="20"/>
    </w:rPr>
  </w:style>
  <w:style w:type="character" w:customStyle="1" w:styleId="Article2longCar">
    <w:name w:val="Article 2 long Car"/>
    <w:basedOn w:val="Article2Car"/>
    <w:link w:val="Article2long"/>
    <w:uiPriority w:val="2"/>
    <w:semiHidden/>
    <w:rsid w:val="00372AEA"/>
    <w:rPr>
      <w:b w:val="0"/>
      <w:sz w:val="20"/>
    </w:rPr>
  </w:style>
  <w:style w:type="character" w:customStyle="1" w:styleId="Article2Car">
    <w:name w:val="Article 2 Car"/>
    <w:basedOn w:val="Policepardfaut"/>
    <w:link w:val="Article2"/>
    <w:uiPriority w:val="2"/>
    <w:semiHidden/>
    <w:rsid w:val="00372AEA"/>
    <w:rPr>
      <w:b/>
      <w:sz w:val="24"/>
    </w:rPr>
  </w:style>
  <w:style w:type="paragraph" w:styleId="Retraitcorpsdetexte">
    <w:name w:val="Body Text Indent"/>
    <w:basedOn w:val="Normal"/>
    <w:link w:val="RetraitcorpsdetexteCar"/>
    <w:uiPriority w:val="62"/>
    <w:rsid w:val="00BA5A07"/>
    <w:pPr>
      <w:ind w:left="284"/>
    </w:pPr>
  </w:style>
  <w:style w:type="character" w:customStyle="1" w:styleId="RetraitcorpsdetexteCar">
    <w:name w:val="Retrait corps de texte Car"/>
    <w:basedOn w:val="Policepardfaut"/>
    <w:link w:val="Retraitcorpsdetexte"/>
    <w:uiPriority w:val="62"/>
    <w:rsid w:val="00BA5A07"/>
    <w:rPr>
      <w:sz w:val="20"/>
    </w:rPr>
  </w:style>
  <w:style w:type="paragraph" w:customStyle="1" w:styleId="Article3">
    <w:name w:val="Article 3"/>
    <w:basedOn w:val="Normal"/>
    <w:link w:val="Article3Car"/>
    <w:uiPriority w:val="2"/>
    <w:semiHidden/>
    <w:qFormat/>
    <w:rsid w:val="00B85453"/>
    <w:pPr>
      <w:keepNext/>
      <w:numPr>
        <w:ilvl w:val="2"/>
        <w:numId w:val="4"/>
      </w:numPr>
      <w:spacing w:before="360"/>
    </w:pPr>
    <w:rPr>
      <w:b/>
      <w:color w:val="000000" w:themeColor="text2"/>
      <w:sz w:val="22"/>
    </w:rPr>
  </w:style>
  <w:style w:type="character" w:customStyle="1" w:styleId="Article3Car">
    <w:name w:val="Article 3 Car"/>
    <w:basedOn w:val="Policepardfaut"/>
    <w:link w:val="Article3"/>
    <w:uiPriority w:val="2"/>
    <w:semiHidden/>
    <w:rsid w:val="00372AEA"/>
    <w:rPr>
      <w:b/>
      <w:color w:val="000000" w:themeColor="text2"/>
    </w:rPr>
  </w:style>
  <w:style w:type="paragraph" w:customStyle="1" w:styleId="Article4">
    <w:name w:val="Article 4"/>
    <w:basedOn w:val="Normal"/>
    <w:link w:val="Article4Car"/>
    <w:uiPriority w:val="2"/>
    <w:semiHidden/>
    <w:qFormat/>
    <w:rsid w:val="00B85453"/>
    <w:pPr>
      <w:keepNext/>
      <w:numPr>
        <w:ilvl w:val="3"/>
        <w:numId w:val="4"/>
      </w:numPr>
      <w:spacing w:after="40"/>
    </w:pPr>
    <w:rPr>
      <w:color w:val="000000" w:themeColor="text2"/>
    </w:rPr>
  </w:style>
  <w:style w:type="character" w:customStyle="1" w:styleId="Article4Car">
    <w:name w:val="Article 4 Car"/>
    <w:basedOn w:val="Policepardfaut"/>
    <w:link w:val="Article4"/>
    <w:uiPriority w:val="2"/>
    <w:semiHidden/>
    <w:rsid w:val="00372AEA"/>
    <w:rPr>
      <w:color w:val="000000" w:themeColor="text2"/>
      <w:sz w:val="20"/>
    </w:rPr>
  </w:style>
  <w:style w:type="paragraph" w:customStyle="1" w:styleId="Article-Liste1">
    <w:name w:val="Article - Liste 1"/>
    <w:basedOn w:val="Normal"/>
    <w:link w:val="Article-Liste1Car"/>
    <w:uiPriority w:val="3"/>
    <w:semiHidden/>
    <w:qFormat/>
    <w:rsid w:val="00482FAA"/>
    <w:pPr>
      <w:keepNext/>
      <w:numPr>
        <w:numId w:val="3"/>
      </w:numPr>
      <w:spacing w:before="120" w:after="40"/>
    </w:pPr>
    <w:rPr>
      <w:color w:val="000000" w:themeColor="text2"/>
    </w:rPr>
  </w:style>
  <w:style w:type="character" w:customStyle="1" w:styleId="Article-Liste1Car">
    <w:name w:val="Article - Liste 1 Car"/>
    <w:basedOn w:val="Policepardfaut"/>
    <w:link w:val="Article-Liste1"/>
    <w:uiPriority w:val="3"/>
    <w:semiHidden/>
    <w:rsid w:val="00372AEA"/>
    <w:rPr>
      <w:color w:val="000000" w:themeColor="text2"/>
      <w:sz w:val="20"/>
    </w:rPr>
  </w:style>
  <w:style w:type="paragraph" w:customStyle="1" w:styleId="Article-Liste2">
    <w:name w:val="Article - Liste 2"/>
    <w:basedOn w:val="Normal"/>
    <w:link w:val="Article-Liste2Car"/>
    <w:uiPriority w:val="3"/>
    <w:semiHidden/>
    <w:qFormat/>
    <w:rsid w:val="004A7534"/>
    <w:pPr>
      <w:numPr>
        <w:ilvl w:val="1"/>
        <w:numId w:val="3"/>
      </w:numPr>
      <w:spacing w:before="40" w:after="0"/>
    </w:pPr>
  </w:style>
  <w:style w:type="character" w:customStyle="1" w:styleId="Article-Liste2Car">
    <w:name w:val="Article - Liste 2 Car"/>
    <w:basedOn w:val="Policepardfaut"/>
    <w:link w:val="Article-Liste2"/>
    <w:uiPriority w:val="3"/>
    <w:semiHidden/>
    <w:rsid w:val="00372AEA"/>
    <w:rPr>
      <w:sz w:val="20"/>
    </w:rPr>
  </w:style>
  <w:style w:type="table" w:styleId="Grilledutableau">
    <w:name w:val="Table Grid"/>
    <w:basedOn w:val="TableauNormal"/>
    <w:uiPriority w:val="39"/>
    <w:rsid w:val="0031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sSeparateur">
    <w:name w:val="Annexes Separateur"/>
    <w:basedOn w:val="TITRE1Separateur"/>
    <w:next w:val="Normal"/>
    <w:link w:val="AnnexesSeparateurCar"/>
    <w:uiPriority w:val="76"/>
    <w:qFormat/>
    <w:rsid w:val="00A3678B"/>
    <w:pPr>
      <w:pBdr>
        <w:bottom w:val="single" w:sz="24" w:space="1" w:color="8DC799" w:themeColor="accent5"/>
      </w:pBdr>
    </w:pPr>
    <w:rPr>
      <w:color w:val="8DC799" w:themeColor="accent5"/>
    </w:rPr>
  </w:style>
  <w:style w:type="table" w:customStyle="1" w:styleId="TableauCITEO">
    <w:name w:val="Tableau CITEO"/>
    <w:basedOn w:val="TableauNormal"/>
    <w:uiPriority w:val="99"/>
    <w:rsid w:val="00BF55F8"/>
    <w:pPr>
      <w:spacing w:after="0" w:line="240" w:lineRule="auto"/>
    </w:pPr>
    <w:rPr>
      <w:sz w:val="20"/>
    </w:rPr>
    <w:tblPr>
      <w:tblStyleRowBandSize w:val="1"/>
      <w:tblStyleColBandSize w:val="1"/>
      <w:tblInd w:w="113" w:type="dxa"/>
      <w:tblBorders>
        <w:top w:val="single" w:sz="4" w:space="0" w:color="000000" w:themeColor="text2"/>
        <w:left w:val="single" w:sz="4" w:space="0" w:color="000000" w:themeColor="text2"/>
        <w:bottom w:val="single" w:sz="4" w:space="0" w:color="000000" w:themeColor="text2"/>
        <w:right w:val="single" w:sz="4" w:space="0" w:color="000000" w:themeColor="text2"/>
        <w:insideH w:val="single" w:sz="4" w:space="0" w:color="000000" w:themeColor="text2"/>
        <w:insideV w:val="single" w:sz="4" w:space="0" w:color="000000" w:themeColor="text2"/>
      </w:tblBorders>
      <w:tblCellMar>
        <w:top w:w="85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2"/>
      </w:tcPr>
    </w:tblStylePr>
    <w:tblStylePr w:type="lastRow">
      <w:rPr>
        <w:b/>
        <w:color w:val="000000" w:themeColor="text2"/>
      </w:rPr>
      <w:tblPr/>
      <w:tcPr>
        <w:shd w:val="clear" w:color="auto" w:fill="CCCCCC" w:themeFill="text2" w:themeFillTint="33"/>
      </w:tcPr>
    </w:tblStylePr>
    <w:tblStylePr w:type="firstCol">
      <w:rPr>
        <w:b/>
        <w:color w:val="000000" w:themeColor="text2"/>
      </w:rPr>
    </w:tblStylePr>
    <w:tblStylePr w:type="lastCol">
      <w:rPr>
        <w:b/>
        <w:color w:val="000000" w:themeColor="text2"/>
      </w:rPr>
      <w:tblPr/>
      <w:tcPr>
        <w:shd w:val="clear" w:color="auto" w:fill="CCCCCC" w:themeFill="text2" w:themeFillTint="33"/>
      </w:tcPr>
    </w:tblStylePr>
    <w:tblStylePr w:type="band1Vert">
      <w:tblPr/>
      <w:tcPr>
        <w:shd w:val="clear" w:color="auto" w:fill="CCCCCC" w:themeFill="text2" w:themeFillTint="33"/>
      </w:tcPr>
    </w:tblStylePr>
    <w:tblStylePr w:type="band2Horz">
      <w:tblPr/>
      <w:tcPr>
        <w:shd w:val="clear" w:color="auto" w:fill="CCCCCC" w:themeFill="text2" w:themeFillTint="33"/>
      </w:tcPr>
    </w:tblStylePr>
  </w:style>
  <w:style w:type="table" w:customStyle="1" w:styleId="Grilledetableauclaire1">
    <w:name w:val="Grille de tableau claire1"/>
    <w:basedOn w:val="TableauNormal"/>
    <w:uiPriority w:val="40"/>
    <w:rsid w:val="00850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146D44"/>
    <w:rPr>
      <w:color w:val="808080"/>
      <w:shd w:val="clear" w:color="auto" w:fill="E6E6E6"/>
    </w:rPr>
  </w:style>
  <w:style w:type="paragraph" w:customStyle="1" w:styleId="TitreSommaireetnomindx">
    <w:name w:val="Titre Sommaire et nom indéxé"/>
    <w:basedOn w:val="Titre2nonindx"/>
    <w:link w:val="TitreSommaireetnomindxCar"/>
    <w:uiPriority w:val="80"/>
    <w:semiHidden/>
    <w:qFormat/>
    <w:rsid w:val="00146D44"/>
  </w:style>
  <w:style w:type="character" w:customStyle="1" w:styleId="TitreSommaireetnomindxCar">
    <w:name w:val="Titre Sommaire et nom indéxé Car"/>
    <w:basedOn w:val="Titre2nonindxCar"/>
    <w:link w:val="TitreSommaireetnomindx"/>
    <w:uiPriority w:val="80"/>
    <w:semiHidden/>
    <w:rsid w:val="002F6618"/>
    <w:rPr>
      <w:rFonts w:asciiTheme="majorHAnsi" w:hAnsiTheme="majorHAnsi"/>
      <w:b/>
      <w:color w:val="000000" w:themeColor="text2"/>
      <w:sz w:val="60"/>
      <w:szCs w:val="60"/>
    </w:rPr>
  </w:style>
  <w:style w:type="paragraph" w:customStyle="1" w:styleId="Articleliste3">
    <w:name w:val="Article liste 3"/>
    <w:basedOn w:val="Retraitcorpsdetexte"/>
    <w:link w:val="Articleliste3Car"/>
    <w:uiPriority w:val="3"/>
    <w:semiHidden/>
    <w:qFormat/>
    <w:rsid w:val="004A7534"/>
    <w:pPr>
      <w:numPr>
        <w:ilvl w:val="2"/>
        <w:numId w:val="3"/>
      </w:numPr>
      <w:spacing w:after="0"/>
    </w:pPr>
  </w:style>
  <w:style w:type="character" w:customStyle="1" w:styleId="Articleliste3Car">
    <w:name w:val="Article liste 3 Car"/>
    <w:basedOn w:val="RetraitcorpsdetexteCar"/>
    <w:link w:val="Articleliste3"/>
    <w:uiPriority w:val="3"/>
    <w:semiHidden/>
    <w:rsid w:val="00372AEA"/>
    <w:rPr>
      <w:sz w:val="20"/>
    </w:rPr>
  </w:style>
  <w:style w:type="paragraph" w:styleId="Sansinterligne">
    <w:name w:val="No Spacing"/>
    <w:next w:val="Normal"/>
    <w:link w:val="SansinterligneCar"/>
    <w:uiPriority w:val="1"/>
    <w:qFormat/>
    <w:rsid w:val="002A2C56"/>
    <w:pPr>
      <w:spacing w:after="0" w:line="240" w:lineRule="auto"/>
      <w:contextualSpacing/>
      <w:jc w:val="both"/>
    </w:pPr>
    <w:rPr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2206F"/>
    <w:rPr>
      <w:sz w:val="20"/>
    </w:rPr>
  </w:style>
  <w:style w:type="paragraph" w:customStyle="1" w:styleId="urlCiteo">
    <w:name w:val="url Citeo"/>
    <w:basedOn w:val="Normal"/>
    <w:link w:val="urlCiteoCar"/>
    <w:semiHidden/>
    <w:qFormat/>
    <w:rsid w:val="00584305"/>
    <w:pPr>
      <w:spacing w:before="120" w:after="160"/>
      <w:jc w:val="left"/>
    </w:pPr>
    <w:rPr>
      <w:sz w:val="28"/>
    </w:rPr>
  </w:style>
  <w:style w:type="character" w:customStyle="1" w:styleId="urlCiteoCar">
    <w:name w:val="url Citeo Car"/>
    <w:basedOn w:val="Policepardfaut"/>
    <w:link w:val="urlCiteo"/>
    <w:semiHidden/>
    <w:rsid w:val="00372AEA"/>
    <w:rPr>
      <w:sz w:val="28"/>
    </w:rPr>
  </w:style>
  <w:style w:type="paragraph" w:customStyle="1" w:styleId="EEPieddepage">
    <w:name w:val="EE Pied de page"/>
    <w:basedOn w:val="Pieddepage"/>
    <w:link w:val="EEPieddepageCar"/>
    <w:uiPriority w:val="15"/>
    <w:semiHidden/>
    <w:qFormat/>
    <w:rsid w:val="006B25F7"/>
    <w:pPr>
      <w:tabs>
        <w:tab w:val="clear" w:pos="8505"/>
        <w:tab w:val="center" w:pos="4536"/>
        <w:tab w:val="right" w:pos="9072"/>
      </w:tabs>
      <w:suppressAutoHyphens/>
      <w:jc w:val="left"/>
    </w:pPr>
    <w:rPr>
      <w:rFonts w:ascii="Century Gothic" w:hAnsi="Century Gothic" w:cs="Mangal"/>
      <w:color w:val="FFFFFF" w:themeColor="background1"/>
      <w:kern w:val="24"/>
      <w:sz w:val="20"/>
      <w:szCs w:val="16"/>
    </w:rPr>
  </w:style>
  <w:style w:type="character" w:customStyle="1" w:styleId="EEPieddepageCar">
    <w:name w:val="EE Pied de page Car"/>
    <w:basedOn w:val="PieddepageCar"/>
    <w:link w:val="EEPieddepage"/>
    <w:uiPriority w:val="15"/>
    <w:semiHidden/>
    <w:rsid w:val="006B25F7"/>
    <w:rPr>
      <w:rFonts w:ascii="Century Gothic" w:hAnsi="Century Gothic" w:cs="Mangal"/>
      <w:color w:val="FFFFFF" w:themeColor="background1"/>
      <w:kern w:val="24"/>
      <w:sz w:val="20"/>
      <w:szCs w:val="16"/>
    </w:rPr>
  </w:style>
  <w:style w:type="paragraph" w:customStyle="1" w:styleId="BlocAdresseCITEO">
    <w:name w:val="Bloc Adresse CITEO"/>
    <w:basedOn w:val="Normal"/>
    <w:link w:val="BlocAdresseCITEOCar"/>
    <w:uiPriority w:val="99"/>
    <w:semiHidden/>
    <w:qFormat/>
    <w:rsid w:val="00CD0D84"/>
    <w:pPr>
      <w:framePr w:w="3686" w:wrap="around" w:vAnchor="text" w:hAnchor="margin" w:x="1" w:y="-1174"/>
      <w:pBdr>
        <w:top w:val="single" w:sz="48" w:space="0" w:color="FFFFFF" w:themeColor="background1"/>
        <w:left w:val="single" w:sz="48" w:space="0" w:color="FFFFFF" w:themeColor="background1"/>
        <w:bottom w:val="single" w:sz="48" w:space="0" w:color="FFFFFF" w:themeColor="background1"/>
        <w:right w:val="single" w:sz="48" w:space="0" w:color="FFFFFF" w:themeColor="background1"/>
      </w:pBdr>
      <w:shd w:val="clear" w:color="auto" w:fill="FFFFFF" w:themeFill="background1"/>
      <w:spacing w:after="0"/>
      <w:contextualSpacing/>
      <w:jc w:val="left"/>
    </w:pPr>
  </w:style>
  <w:style w:type="character" w:customStyle="1" w:styleId="BlocAdresseCITEOCar">
    <w:name w:val="Bloc Adresse CITEO Car"/>
    <w:basedOn w:val="Policepardfaut"/>
    <w:link w:val="BlocAdresseCITEO"/>
    <w:uiPriority w:val="99"/>
    <w:semiHidden/>
    <w:rsid w:val="00D125A5"/>
    <w:rPr>
      <w:sz w:val="20"/>
      <w:shd w:val="clear" w:color="auto" w:fill="FFFFFF" w:themeFill="background1"/>
    </w:rPr>
  </w:style>
  <w:style w:type="paragraph" w:styleId="Retraitcorpsdetexte2">
    <w:name w:val="Body Text Indent 2"/>
    <w:basedOn w:val="Retraitcorpsdetexte"/>
    <w:link w:val="Retraitcorpsdetexte2Car"/>
    <w:uiPriority w:val="63"/>
    <w:rsid w:val="00BA5A07"/>
    <w:pPr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uiPriority w:val="63"/>
    <w:rsid w:val="00BA5A07"/>
    <w:rPr>
      <w:sz w:val="20"/>
    </w:rPr>
  </w:style>
  <w:style w:type="character" w:styleId="Accentuationintense">
    <w:name w:val="Intense Emphasis"/>
    <w:basedOn w:val="Policepardfaut"/>
    <w:qFormat/>
    <w:rsid w:val="00A666D3"/>
    <w:rPr>
      <w:b/>
      <w:i w:val="0"/>
      <w:iCs/>
      <w:color w:val="000000" w:themeColor="text2"/>
    </w:rPr>
  </w:style>
  <w:style w:type="paragraph" w:styleId="Citationintense">
    <w:name w:val="Intense Quote"/>
    <w:basedOn w:val="Normal"/>
    <w:next w:val="Normal"/>
    <w:link w:val="CitationintenseCar"/>
    <w:uiPriority w:val="99"/>
    <w:semiHidden/>
    <w:qFormat/>
    <w:rsid w:val="00F92868"/>
    <w:pPr>
      <w:pBdr>
        <w:top w:val="single" w:sz="4" w:space="10" w:color="000000" w:themeColor="text2"/>
        <w:bottom w:val="single" w:sz="4" w:space="10" w:color="000000" w:themeColor="text2"/>
      </w:pBdr>
      <w:spacing w:before="360" w:after="360"/>
      <w:ind w:left="864" w:right="864"/>
      <w:jc w:val="center"/>
    </w:pPr>
    <w:rPr>
      <w:i/>
      <w:iCs/>
      <w:color w:val="000000" w:themeColor="text2"/>
    </w:rPr>
  </w:style>
  <w:style w:type="character" w:customStyle="1" w:styleId="CitationintenseCar">
    <w:name w:val="Citation intense Car"/>
    <w:basedOn w:val="Policepardfaut"/>
    <w:link w:val="Citationintense"/>
    <w:uiPriority w:val="99"/>
    <w:semiHidden/>
    <w:rsid w:val="00D125A5"/>
    <w:rPr>
      <w:i/>
      <w:iCs/>
      <w:color w:val="000000" w:themeColor="text2"/>
      <w:sz w:val="20"/>
    </w:rPr>
  </w:style>
  <w:style w:type="paragraph" w:customStyle="1" w:styleId="Datedocument">
    <w:name w:val="Date document"/>
    <w:link w:val="DatedocumentCar"/>
    <w:uiPriority w:val="83"/>
    <w:qFormat/>
    <w:rsid w:val="00A42272"/>
    <w:pPr>
      <w:spacing w:after="360"/>
      <w:ind w:left="-284"/>
    </w:pPr>
    <w:rPr>
      <w:color w:val="000000" w:themeColor="text2"/>
      <w:sz w:val="24"/>
      <w:szCs w:val="48"/>
    </w:rPr>
  </w:style>
  <w:style w:type="character" w:customStyle="1" w:styleId="DatedocumentCar">
    <w:name w:val="Date document Car"/>
    <w:basedOn w:val="Sous-titreCar"/>
    <w:link w:val="Datedocument"/>
    <w:uiPriority w:val="83"/>
    <w:rsid w:val="00C23E61"/>
    <w:rPr>
      <w:color w:val="000000" w:themeColor="text2"/>
      <w:sz w:val="24"/>
      <w:szCs w:val="48"/>
    </w:rPr>
  </w:style>
  <w:style w:type="paragraph" w:customStyle="1" w:styleId="Encart">
    <w:name w:val="Encart"/>
    <w:basedOn w:val="Normal"/>
    <w:link w:val="EncartCar"/>
    <w:uiPriority w:val="16"/>
    <w:qFormat/>
    <w:rsid w:val="000714A5"/>
    <w:pPr>
      <w:keepNext/>
      <w:keepLines/>
      <w:pBdr>
        <w:top w:val="dashed" w:sz="12" w:space="8" w:color="009FE3" w:themeColor="accent1"/>
        <w:left w:val="dashed" w:sz="12" w:space="9" w:color="009FE3" w:themeColor="accent1"/>
        <w:bottom w:val="dashed" w:sz="12" w:space="8" w:color="009FE3" w:themeColor="accent1"/>
        <w:right w:val="dashed" w:sz="12" w:space="9" w:color="009FE3" w:themeColor="accent1"/>
      </w:pBdr>
      <w:shd w:val="clear" w:color="000000" w:themeColor="text2" w:fill="FFFFFF" w:themeFill="background1"/>
      <w:spacing w:after="200" w:line="276" w:lineRule="auto"/>
      <w:ind w:left="198" w:right="198"/>
    </w:pPr>
    <w:rPr>
      <w:rFonts w:cs="Mangal"/>
      <w:color w:val="000000" w:themeColor="text2"/>
      <w:kern w:val="24"/>
      <w:szCs w:val="16"/>
    </w:rPr>
  </w:style>
  <w:style w:type="character" w:customStyle="1" w:styleId="EncartCar">
    <w:name w:val="Encart Car"/>
    <w:basedOn w:val="Policepardfaut"/>
    <w:link w:val="Encart"/>
    <w:uiPriority w:val="16"/>
    <w:rsid w:val="000714A5"/>
    <w:rPr>
      <w:rFonts w:cs="Mangal"/>
      <w:color w:val="000000" w:themeColor="text2"/>
      <w:kern w:val="24"/>
      <w:sz w:val="20"/>
      <w:szCs w:val="16"/>
      <w:shd w:val="clear" w:color="000000" w:themeColor="text2" w:fill="FFFFFF" w:themeFill="background1"/>
    </w:rPr>
  </w:style>
  <w:style w:type="paragraph" w:customStyle="1" w:styleId="EncartListe">
    <w:name w:val="Encart Liste"/>
    <w:basedOn w:val="Encart"/>
    <w:link w:val="EncartListeCar"/>
    <w:uiPriority w:val="16"/>
    <w:qFormat/>
    <w:rsid w:val="00223AC4"/>
    <w:pPr>
      <w:numPr>
        <w:numId w:val="5"/>
      </w:numPr>
    </w:pPr>
  </w:style>
  <w:style w:type="character" w:customStyle="1" w:styleId="EncartListeCar">
    <w:name w:val="Encart Liste Car"/>
    <w:basedOn w:val="EncartCar"/>
    <w:link w:val="EncartListe"/>
    <w:uiPriority w:val="16"/>
    <w:rsid w:val="0072206F"/>
    <w:rPr>
      <w:rFonts w:cs="Mangal"/>
      <w:color w:val="000000" w:themeColor="text2"/>
      <w:kern w:val="24"/>
      <w:sz w:val="20"/>
      <w:szCs w:val="16"/>
      <w:shd w:val="clear" w:color="000000" w:themeColor="text2" w:fill="FFFFFF" w:themeFill="background1"/>
    </w:rPr>
  </w:style>
  <w:style w:type="paragraph" w:customStyle="1" w:styleId="EncartTitre">
    <w:name w:val="Encart Titre"/>
    <w:basedOn w:val="Encart"/>
    <w:link w:val="EncartTitreCar"/>
    <w:uiPriority w:val="15"/>
    <w:qFormat/>
    <w:rsid w:val="0084770E"/>
    <w:pPr>
      <w:jc w:val="left"/>
    </w:pPr>
    <w:rPr>
      <w:b/>
      <w:caps/>
      <w:color w:val="009FE3" w:themeColor="accent1"/>
    </w:rPr>
  </w:style>
  <w:style w:type="character" w:customStyle="1" w:styleId="EncartTitreCar">
    <w:name w:val="Encart Titre Car"/>
    <w:basedOn w:val="EncartCar"/>
    <w:link w:val="EncartTitre"/>
    <w:uiPriority w:val="15"/>
    <w:rsid w:val="0084770E"/>
    <w:rPr>
      <w:rFonts w:cs="Mangal"/>
      <w:b/>
      <w:caps/>
      <w:color w:val="009FE3" w:themeColor="accent1"/>
      <w:kern w:val="24"/>
      <w:sz w:val="20"/>
      <w:szCs w:val="16"/>
      <w:shd w:val="clear" w:color="000000" w:themeColor="text2" w:fill="FFFFFF" w:themeFill="background1"/>
    </w:rPr>
  </w:style>
  <w:style w:type="paragraph" w:customStyle="1" w:styleId="EncartListenumro">
    <w:name w:val="Encart Liste à numéro"/>
    <w:basedOn w:val="Encart"/>
    <w:link w:val="EncartListenumroCar"/>
    <w:uiPriority w:val="16"/>
    <w:qFormat/>
    <w:rsid w:val="00223AC4"/>
    <w:pPr>
      <w:numPr>
        <w:numId w:val="6"/>
      </w:numPr>
    </w:pPr>
  </w:style>
  <w:style w:type="character" w:customStyle="1" w:styleId="EncartListenumroCar">
    <w:name w:val="Encart Liste à numéro Car"/>
    <w:basedOn w:val="EncartCar"/>
    <w:link w:val="EncartListenumro"/>
    <w:uiPriority w:val="16"/>
    <w:rsid w:val="0072206F"/>
    <w:rPr>
      <w:rFonts w:cs="Mangal"/>
      <w:color w:val="000000" w:themeColor="text2"/>
      <w:kern w:val="24"/>
      <w:sz w:val="20"/>
      <w:szCs w:val="16"/>
      <w:shd w:val="clear" w:color="000000" w:themeColor="text2" w:fill="FFFFFF" w:themeFill="background1"/>
    </w:rPr>
  </w:style>
  <w:style w:type="paragraph" w:styleId="Lgende">
    <w:name w:val="caption"/>
    <w:basedOn w:val="Normal"/>
    <w:next w:val="Normal"/>
    <w:uiPriority w:val="2"/>
    <w:qFormat/>
    <w:rsid w:val="00614998"/>
    <w:pPr>
      <w:spacing w:after="200" w:line="240" w:lineRule="auto"/>
    </w:pPr>
    <w:rPr>
      <w:b/>
      <w:iCs/>
      <w:color w:val="A197C9" w:themeColor="accent3"/>
      <w:sz w:val="28"/>
      <w:szCs w:val="18"/>
    </w:rPr>
  </w:style>
  <w:style w:type="paragraph" w:styleId="Retraitcorpsdetexte3">
    <w:name w:val="Body Text Indent 3"/>
    <w:basedOn w:val="Normal"/>
    <w:link w:val="Retraitcorpsdetexte3Car"/>
    <w:uiPriority w:val="64"/>
    <w:rsid w:val="00BA5A07"/>
    <w:pPr>
      <w:ind w:left="851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64"/>
    <w:rsid w:val="00BA5A07"/>
    <w:rPr>
      <w:sz w:val="20"/>
      <w:szCs w:val="16"/>
    </w:rPr>
  </w:style>
  <w:style w:type="table" w:customStyle="1" w:styleId="TableauCITEOLIGHT">
    <w:name w:val="Tableau CITEO LIGHT"/>
    <w:basedOn w:val="TableauNormal"/>
    <w:uiPriority w:val="99"/>
    <w:rsid w:val="00E1631E"/>
    <w:pPr>
      <w:spacing w:after="0" w:line="240" w:lineRule="auto"/>
    </w:pPr>
    <w:tblPr>
      <w:tblStyleRowBandSize w:val="1"/>
      <w:tblStyleColBandSize w:val="1"/>
      <w:tblInd w:w="113" w:type="dxa"/>
      <w:tblBorders>
        <w:top w:val="single" w:sz="4" w:space="0" w:color="000000" w:themeColor="text2"/>
        <w:left w:val="single" w:sz="4" w:space="0" w:color="000000" w:themeColor="text2"/>
        <w:bottom w:val="single" w:sz="4" w:space="0" w:color="000000" w:themeColor="text2"/>
        <w:right w:val="single" w:sz="4" w:space="0" w:color="000000" w:themeColor="text2"/>
        <w:insideH w:val="single" w:sz="4" w:space="0" w:color="000000" w:themeColor="text2"/>
        <w:insideV w:val="single" w:sz="4" w:space="0" w:color="000000" w:themeColor="text2"/>
      </w:tblBorders>
      <w:tblCellMar>
        <w:top w:w="85" w:type="dxa"/>
      </w:tblCellMar>
    </w:tblPr>
    <w:tblStylePr w:type="firstRow">
      <w:rPr>
        <w:b/>
        <w:color w:val="000000" w:themeColor="text2"/>
      </w:rPr>
    </w:tblStylePr>
    <w:tblStylePr w:type="lastRow">
      <w:tblPr/>
      <w:tcPr>
        <w:shd w:val="clear" w:color="auto" w:fill="CCCCCC" w:themeFill="text2" w:themeFillTint="33"/>
      </w:tcPr>
    </w:tblStylePr>
    <w:tblStylePr w:type="firstCol">
      <w:rPr>
        <w:b/>
        <w:color w:val="000000" w:themeColor="text2"/>
      </w:rPr>
    </w:tblStylePr>
    <w:tblStylePr w:type="lastCol">
      <w:rPr>
        <w:b/>
        <w:color w:val="000000" w:themeColor="text2"/>
      </w:rPr>
    </w:tblStylePr>
    <w:tblStylePr w:type="band1Vert">
      <w:tblPr/>
      <w:tcPr>
        <w:shd w:val="clear" w:color="auto" w:fill="CCCCCC" w:themeFill="text2" w:themeFillTint="33"/>
      </w:tcPr>
    </w:tblStylePr>
    <w:tblStylePr w:type="band2Horz">
      <w:tblPr/>
      <w:tcPr>
        <w:shd w:val="clear" w:color="auto" w:fill="CCCCCC" w:themeFill="text2" w:themeFillTint="33"/>
      </w:tcPr>
    </w:tblStylePr>
  </w:style>
  <w:style w:type="paragraph" w:customStyle="1" w:styleId="TitreSectionANNEXES">
    <w:name w:val="Titre Section ANNEXES"/>
    <w:basedOn w:val="Titre"/>
    <w:next w:val="AnnexesSeparateur"/>
    <w:link w:val="TitreSectionANNEXESCar"/>
    <w:uiPriority w:val="74"/>
    <w:qFormat/>
    <w:rsid w:val="0013704B"/>
    <w:pPr>
      <w:ind w:left="0"/>
    </w:pPr>
    <w:rPr>
      <w:color w:val="8DC799" w:themeColor="accent5"/>
    </w:rPr>
  </w:style>
  <w:style w:type="paragraph" w:customStyle="1" w:styleId="-Titre1">
    <w:name w:val="- Titre 1"/>
    <w:basedOn w:val="Normal"/>
    <w:next w:val="AnnexesSeparateur"/>
    <w:link w:val="-Titre1Car"/>
    <w:uiPriority w:val="75"/>
    <w:qFormat/>
    <w:rsid w:val="00A91C7A"/>
    <w:pPr>
      <w:pageBreakBefore/>
      <w:numPr>
        <w:numId w:val="9"/>
      </w:numPr>
      <w:jc w:val="left"/>
    </w:pPr>
    <w:rPr>
      <w:b/>
      <w:color w:val="8DC799" w:themeColor="accent5"/>
      <w:sz w:val="56"/>
      <w:szCs w:val="36"/>
    </w:rPr>
  </w:style>
  <w:style w:type="character" w:customStyle="1" w:styleId="-Titre1Car">
    <w:name w:val="- Titre 1 Car"/>
    <w:basedOn w:val="Policepardfaut"/>
    <w:link w:val="-Titre1"/>
    <w:uiPriority w:val="75"/>
    <w:rsid w:val="00A91C7A"/>
    <w:rPr>
      <w:b/>
      <w:color w:val="8DC799" w:themeColor="accent5"/>
      <w:sz w:val="56"/>
      <w:szCs w:val="36"/>
    </w:rPr>
  </w:style>
  <w:style w:type="character" w:customStyle="1" w:styleId="TitreSectionANNEXESCar">
    <w:name w:val="Titre Section ANNEXES Car"/>
    <w:basedOn w:val="TitreCar"/>
    <w:link w:val="TitreSectionANNEXES"/>
    <w:uiPriority w:val="74"/>
    <w:rsid w:val="00BE269D"/>
    <w:rPr>
      <w:color w:val="8DC799" w:themeColor="accent5"/>
      <w:sz w:val="96"/>
      <w:szCs w:val="84"/>
    </w:rPr>
  </w:style>
  <w:style w:type="paragraph" w:customStyle="1" w:styleId="ListeCOCHE">
    <w:name w:val="Liste COCHE"/>
    <w:basedOn w:val="Normal"/>
    <w:link w:val="ListeCOCHECar"/>
    <w:uiPriority w:val="66"/>
    <w:qFormat/>
    <w:rsid w:val="007D4669"/>
    <w:pPr>
      <w:keepNext/>
      <w:keepLines/>
      <w:numPr>
        <w:numId w:val="7"/>
      </w:numPr>
    </w:pPr>
    <w:rPr>
      <w:color w:val="000000" w:themeColor="text2"/>
    </w:rPr>
  </w:style>
  <w:style w:type="character" w:customStyle="1" w:styleId="ListeCOCHECar">
    <w:name w:val="Liste COCHE Car"/>
    <w:basedOn w:val="Policepardfaut"/>
    <w:link w:val="ListeCOCHE"/>
    <w:uiPriority w:val="66"/>
    <w:rsid w:val="006F5BD0"/>
    <w:rPr>
      <w:color w:val="000000" w:themeColor="text2"/>
      <w:sz w:val="20"/>
    </w:rPr>
  </w:style>
  <w:style w:type="paragraph" w:customStyle="1" w:styleId="ExempleListe">
    <w:name w:val="Exemple Liste"/>
    <w:basedOn w:val="Listepuces"/>
    <w:link w:val="ExempleListeCar"/>
    <w:uiPriority w:val="13"/>
    <w:semiHidden/>
    <w:qFormat/>
    <w:rsid w:val="003538EF"/>
    <w:pPr>
      <w:tabs>
        <w:tab w:val="clear" w:pos="284"/>
        <w:tab w:val="num" w:pos="2410"/>
      </w:tabs>
      <w:ind w:left="2410" w:hanging="283"/>
    </w:pPr>
  </w:style>
  <w:style w:type="character" w:customStyle="1" w:styleId="ExempleListeCar">
    <w:name w:val="Exemple Liste Car"/>
    <w:basedOn w:val="ListepucesCar"/>
    <w:link w:val="ExempleListe"/>
    <w:uiPriority w:val="13"/>
    <w:semiHidden/>
    <w:rsid w:val="00F837E8"/>
    <w:rPr>
      <w:sz w:val="20"/>
    </w:rPr>
  </w:style>
  <w:style w:type="paragraph" w:customStyle="1" w:styleId="Exempleparagraphe">
    <w:name w:val="Exemple paragraphe"/>
    <w:basedOn w:val="Normal"/>
    <w:link w:val="ExempleparagrapheCar"/>
    <w:uiPriority w:val="13"/>
    <w:semiHidden/>
    <w:qFormat/>
    <w:rsid w:val="00CA0E88"/>
    <w:pPr>
      <w:ind w:left="1985"/>
    </w:pPr>
  </w:style>
  <w:style w:type="character" w:customStyle="1" w:styleId="ExempleparagrapheCar">
    <w:name w:val="Exemple paragraphe Car"/>
    <w:basedOn w:val="Policepardfaut"/>
    <w:link w:val="Exempleparagraphe"/>
    <w:uiPriority w:val="13"/>
    <w:semiHidden/>
    <w:rsid w:val="00F837E8"/>
    <w:rPr>
      <w:sz w:val="20"/>
    </w:rPr>
  </w:style>
  <w:style w:type="paragraph" w:styleId="NormalWeb">
    <w:name w:val="Normal (Web)"/>
    <w:basedOn w:val="Normal"/>
    <w:link w:val="NormalWebCar"/>
    <w:uiPriority w:val="99"/>
    <w:semiHidden/>
    <w:rsid w:val="006B0F5D"/>
    <w:pPr>
      <w:spacing w:before="100" w:beforeAutospacing="1" w:after="100" w:afterAutospacing="1" w:line="300" w:lineRule="atLeast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WebCar">
    <w:name w:val="Normal (Web) Car"/>
    <w:basedOn w:val="Policepardfaut"/>
    <w:link w:val="NormalWeb"/>
    <w:uiPriority w:val="99"/>
    <w:semiHidden/>
    <w:rsid w:val="004460A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nnexesTitre2">
    <w:name w:val="Annexes : Titre 2"/>
    <w:basedOn w:val="Normal"/>
    <w:next w:val="Normal"/>
    <w:link w:val="AnnexesTitre2Car"/>
    <w:uiPriority w:val="77"/>
    <w:qFormat/>
    <w:rsid w:val="001F776A"/>
    <w:pPr>
      <w:numPr>
        <w:ilvl w:val="1"/>
        <w:numId w:val="9"/>
      </w:numPr>
      <w:spacing w:before="480" w:after="240"/>
    </w:pPr>
    <w:rPr>
      <w:b/>
      <w:color w:val="8DC799" w:themeColor="accent5"/>
      <w:sz w:val="32"/>
    </w:rPr>
  </w:style>
  <w:style w:type="character" w:customStyle="1" w:styleId="AnnexesTitre2Car">
    <w:name w:val="Annexes : Titre 2 Car"/>
    <w:basedOn w:val="Policepardfaut"/>
    <w:link w:val="AnnexesTitre2"/>
    <w:uiPriority w:val="77"/>
    <w:rsid w:val="00BE269D"/>
    <w:rPr>
      <w:b/>
      <w:color w:val="8DC799" w:themeColor="accent5"/>
      <w:sz w:val="32"/>
    </w:rPr>
  </w:style>
  <w:style w:type="paragraph" w:customStyle="1" w:styleId="En-tteAnnexes">
    <w:name w:val="En-tête Annexes"/>
    <w:basedOn w:val="En-tte"/>
    <w:link w:val="En-tteAnnexesCar"/>
    <w:uiPriority w:val="99"/>
    <w:semiHidden/>
    <w:qFormat/>
    <w:rsid w:val="00F66DE4"/>
    <w:rPr>
      <w:color w:val="8DC799" w:themeColor="accent5"/>
    </w:rPr>
  </w:style>
  <w:style w:type="character" w:customStyle="1" w:styleId="En-tteAnnexesCar">
    <w:name w:val="En-tête Annexes Car"/>
    <w:basedOn w:val="En-tteCar"/>
    <w:link w:val="En-tteAnnexes"/>
    <w:uiPriority w:val="99"/>
    <w:semiHidden/>
    <w:rsid w:val="004460A1"/>
    <w:rPr>
      <w:color w:val="8DC799" w:themeColor="accent5"/>
      <w:sz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872D39"/>
    <w:rPr>
      <w:color w:val="A197C9" w:themeColor="followedHyperlink"/>
      <w:u w:val="single"/>
    </w:rPr>
  </w:style>
  <w:style w:type="character" w:styleId="Accentuationlgre">
    <w:name w:val="Subtle Emphasis"/>
    <w:basedOn w:val="Policepardfaut"/>
    <w:uiPriority w:val="2"/>
    <w:qFormat/>
    <w:rsid w:val="00E752D4"/>
    <w:rPr>
      <w:i/>
      <w:iCs/>
      <w:color w:val="000000" w:themeColor="text2"/>
    </w:rPr>
  </w:style>
  <w:style w:type="paragraph" w:styleId="Citation">
    <w:name w:val="Quote"/>
    <w:basedOn w:val="Normal"/>
    <w:next w:val="Normal"/>
    <w:link w:val="CitationCar"/>
    <w:uiPriority w:val="2"/>
    <w:semiHidden/>
    <w:rsid w:val="00E752D4"/>
    <w:pPr>
      <w:spacing w:before="200" w:after="160"/>
      <w:jc w:val="left"/>
    </w:pPr>
    <w:rPr>
      <w:i/>
      <w:iCs/>
      <w:color w:val="000000" w:themeColor="text2"/>
      <w:sz w:val="28"/>
    </w:rPr>
  </w:style>
  <w:style w:type="character" w:customStyle="1" w:styleId="CitationCar">
    <w:name w:val="Citation Car"/>
    <w:basedOn w:val="Policepardfaut"/>
    <w:link w:val="Citation"/>
    <w:uiPriority w:val="2"/>
    <w:semiHidden/>
    <w:rsid w:val="00D125A5"/>
    <w:rPr>
      <w:i/>
      <w:iCs/>
      <w:color w:val="000000" w:themeColor="text2"/>
      <w:sz w:val="28"/>
    </w:rPr>
  </w:style>
  <w:style w:type="paragraph" w:customStyle="1" w:styleId="AnnexesTitre3">
    <w:name w:val="Annexes : Titre 3"/>
    <w:basedOn w:val="AnnexesTitre2"/>
    <w:next w:val="Normal"/>
    <w:link w:val="AnnexesTitre3Car"/>
    <w:uiPriority w:val="77"/>
    <w:qFormat/>
    <w:rsid w:val="001F776A"/>
    <w:pPr>
      <w:numPr>
        <w:ilvl w:val="2"/>
      </w:numPr>
      <w:spacing w:before="360" w:after="120"/>
    </w:pPr>
    <w:rPr>
      <w:b w:val="0"/>
      <w:sz w:val="28"/>
    </w:rPr>
  </w:style>
  <w:style w:type="character" w:customStyle="1" w:styleId="AnnexesTitre3Car">
    <w:name w:val="Annexes : Titre 3 Car"/>
    <w:basedOn w:val="AnnexesTitre2Car"/>
    <w:link w:val="AnnexesTitre3"/>
    <w:uiPriority w:val="77"/>
    <w:rsid w:val="00BE269D"/>
    <w:rPr>
      <w:b w:val="0"/>
      <w:color w:val="8DC799" w:themeColor="accent5"/>
      <w:sz w:val="28"/>
    </w:rPr>
  </w:style>
  <w:style w:type="paragraph" w:customStyle="1" w:styleId="ListepucesBleues">
    <w:name w:val="Liste à puces Bleues"/>
    <w:link w:val="ListepucesBleuesCar"/>
    <w:uiPriority w:val="62"/>
    <w:qFormat/>
    <w:rsid w:val="008C2217"/>
    <w:pPr>
      <w:numPr>
        <w:numId w:val="10"/>
      </w:numPr>
      <w:spacing w:after="120"/>
    </w:pPr>
    <w:rPr>
      <w:b/>
      <w:color w:val="000000" w:themeColor="text2"/>
      <w:sz w:val="20"/>
    </w:rPr>
  </w:style>
  <w:style w:type="character" w:customStyle="1" w:styleId="ListepucesBleuesCar">
    <w:name w:val="Liste à puces Bleues Car"/>
    <w:basedOn w:val="ListepucesCar"/>
    <w:link w:val="ListepucesBleues"/>
    <w:uiPriority w:val="62"/>
    <w:rsid w:val="008C2217"/>
    <w:rPr>
      <w:b/>
      <w:color w:val="000000" w:themeColor="text2"/>
      <w:sz w:val="20"/>
    </w:rPr>
  </w:style>
  <w:style w:type="paragraph" w:styleId="Paragraphedeliste">
    <w:name w:val="List Paragraph"/>
    <w:aliases w:val="ADEME Paragraphe de liste,texte de base,Paragraphe de liste num,Paragraphe de liste 1,texte tableau,Puce focus,Contact,calia titre 3,Titre 1 Car1,armelle Car,Ondertekst Avida,6 pt paragraphe carré,Sémaphores Puces,lp1,Listes,Ha,Body"/>
    <w:basedOn w:val="Normal"/>
    <w:link w:val="ParagraphedelisteCar"/>
    <w:uiPriority w:val="1"/>
    <w:qFormat/>
    <w:rsid w:val="00A77211"/>
    <w:pPr>
      <w:ind w:left="720"/>
      <w:contextualSpacing/>
    </w:pPr>
  </w:style>
  <w:style w:type="character" w:customStyle="1" w:styleId="ParagraphedelisteCar">
    <w:name w:val="Paragraphe de liste Car"/>
    <w:aliases w:val="ADEME Paragraphe de liste Car,texte de base Car,Paragraphe de liste num Car,Paragraphe de liste 1 Car,texte tableau Car,Puce focus Car,Contact Car,calia titre 3 Car,Titre 1 Car1 Car,armelle Car Car,Ondertekst Avida Car,lp1 Car"/>
    <w:basedOn w:val="Policepardfaut"/>
    <w:link w:val="Paragraphedeliste"/>
    <w:uiPriority w:val="1"/>
    <w:qFormat/>
    <w:rsid w:val="00A77211"/>
    <w:rPr>
      <w:sz w:val="20"/>
    </w:rPr>
  </w:style>
  <w:style w:type="paragraph" w:customStyle="1" w:styleId="ListeNumroteBleue">
    <w:name w:val="Liste Numérotée Bleue"/>
    <w:basedOn w:val="Paragraphedeliste"/>
    <w:link w:val="ListeNumroteBleueCar"/>
    <w:uiPriority w:val="69"/>
    <w:qFormat/>
    <w:rsid w:val="00CA54AA"/>
    <w:pPr>
      <w:keepNext/>
      <w:keepLines/>
      <w:numPr>
        <w:numId w:val="11"/>
      </w:numPr>
      <w:spacing w:before="360"/>
      <w:jc w:val="left"/>
    </w:pPr>
    <w:rPr>
      <w:b/>
      <w:color w:val="000000" w:themeColor="text2"/>
      <w:sz w:val="24"/>
    </w:rPr>
  </w:style>
  <w:style w:type="character" w:customStyle="1" w:styleId="ListeNumroteBleueCar">
    <w:name w:val="Liste Numérotée Bleue Car"/>
    <w:basedOn w:val="ParagraphedelisteCar"/>
    <w:link w:val="ListeNumroteBleue"/>
    <w:uiPriority w:val="69"/>
    <w:rsid w:val="00CA54AA"/>
    <w:rPr>
      <w:b/>
      <w:color w:val="000000" w:themeColor="text2"/>
      <w:sz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DF308B"/>
    <w:pPr>
      <w:shd w:val="diagStripe" w:color="FFFFFF" w:themeColor="background1" w:fill="auto"/>
      <w:spacing w:after="0" w:line="240" w:lineRule="auto"/>
      <w:ind w:left="142" w:hanging="142"/>
    </w:pPr>
    <w:rPr>
      <w:i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460A1"/>
    <w:rPr>
      <w:i/>
      <w:sz w:val="18"/>
      <w:szCs w:val="20"/>
      <w:shd w:val="diagStripe" w:color="FFFFFF" w:themeColor="background1" w:fill="auto"/>
    </w:rPr>
  </w:style>
  <w:style w:type="character" w:styleId="Appelnotedebasdep">
    <w:name w:val="footnote reference"/>
    <w:basedOn w:val="Policepardfaut"/>
    <w:uiPriority w:val="99"/>
    <w:semiHidden/>
    <w:rsid w:val="00335DE6"/>
    <w:rPr>
      <w:b/>
      <w:color w:val="000000" w:themeColor="text2"/>
      <w:vertAlign w:val="superscript"/>
    </w:rPr>
  </w:style>
  <w:style w:type="paragraph" w:customStyle="1" w:styleId="TOPTitre">
    <w:name w:val="TOP Titre"/>
    <w:basedOn w:val="En-tte"/>
    <w:link w:val="TOPTitreCar"/>
    <w:uiPriority w:val="99"/>
    <w:semiHidden/>
    <w:qFormat/>
    <w:rsid w:val="008F111A"/>
    <w:pPr>
      <w:tabs>
        <w:tab w:val="clear" w:pos="9072"/>
        <w:tab w:val="center" w:pos="-425"/>
        <w:tab w:val="right" w:pos="8787"/>
      </w:tabs>
      <w:spacing w:after="600"/>
      <w:ind w:left="-567" w:hanging="284"/>
      <w:jc w:val="left"/>
    </w:pPr>
    <w:rPr>
      <w:noProof/>
      <w:sz w:val="20"/>
    </w:rPr>
  </w:style>
  <w:style w:type="character" w:customStyle="1" w:styleId="TOPTitreCar">
    <w:name w:val="TOP Titre Car"/>
    <w:basedOn w:val="En-tteCar"/>
    <w:link w:val="TOPTitre"/>
    <w:uiPriority w:val="99"/>
    <w:semiHidden/>
    <w:rsid w:val="004460A1"/>
    <w:rPr>
      <w:noProof/>
      <w:color w:val="000000" w:themeColor="text2"/>
      <w:sz w:val="20"/>
    </w:rPr>
  </w:style>
  <w:style w:type="paragraph" w:customStyle="1" w:styleId="Chap">
    <w:name w:val="Chapô"/>
    <w:basedOn w:val="Normal"/>
    <w:link w:val="ChapCar"/>
    <w:uiPriority w:val="12"/>
    <w:qFormat/>
    <w:rsid w:val="00BB243F"/>
    <w:pPr>
      <w:spacing w:before="120" w:after="80"/>
    </w:pPr>
    <w:rPr>
      <w:color w:val="000000" w:themeColor="text2"/>
      <w:sz w:val="24"/>
    </w:rPr>
  </w:style>
  <w:style w:type="character" w:customStyle="1" w:styleId="ChapCar">
    <w:name w:val="Chapô Car"/>
    <w:basedOn w:val="Policepardfaut"/>
    <w:link w:val="Chap"/>
    <w:uiPriority w:val="12"/>
    <w:rsid w:val="00F837E8"/>
    <w:rPr>
      <w:color w:val="000000" w:themeColor="text2"/>
      <w:sz w:val="24"/>
    </w:rPr>
  </w:style>
  <w:style w:type="paragraph" w:customStyle="1" w:styleId="Default">
    <w:name w:val="Default"/>
    <w:rsid w:val="00446E2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fr-FR"/>
    </w:rPr>
  </w:style>
  <w:style w:type="paragraph" w:customStyle="1" w:styleId="ENCARTVERT">
    <w:name w:val="ENCART VERT"/>
    <w:basedOn w:val="Encart"/>
    <w:link w:val="ENCARTVERTCar"/>
    <w:uiPriority w:val="78"/>
    <w:qFormat/>
    <w:rsid w:val="00B01A5A"/>
    <w:pPr>
      <w:pBdr>
        <w:top w:val="dashed" w:sz="12" w:space="8" w:color="8DC799" w:themeColor="accent5"/>
        <w:left w:val="dashed" w:sz="12" w:space="9" w:color="8DC799" w:themeColor="accent5"/>
        <w:bottom w:val="dashed" w:sz="12" w:space="8" w:color="8DC799" w:themeColor="accent5"/>
        <w:right w:val="dashed" w:sz="12" w:space="9" w:color="8DC799" w:themeColor="accent5"/>
      </w:pBdr>
      <w:spacing w:line="240" w:lineRule="auto"/>
      <w:contextualSpacing/>
      <w:jc w:val="left"/>
    </w:pPr>
    <w:rPr>
      <w:color w:val="8DC799" w:themeColor="accent5"/>
    </w:rPr>
  </w:style>
  <w:style w:type="character" w:customStyle="1" w:styleId="ENCARTVERTCar">
    <w:name w:val="ENCART VERT Car"/>
    <w:basedOn w:val="EncartCar"/>
    <w:link w:val="ENCARTVERT"/>
    <w:uiPriority w:val="78"/>
    <w:rsid w:val="00C23E61"/>
    <w:rPr>
      <w:rFonts w:cs="Mangal"/>
      <w:color w:val="8DC799" w:themeColor="accent5"/>
      <w:kern w:val="24"/>
      <w:sz w:val="20"/>
      <w:szCs w:val="16"/>
      <w:shd w:val="clear" w:color="000000" w:themeColor="text2" w:fill="FFFFFF" w:themeFill="background1"/>
    </w:rPr>
  </w:style>
  <w:style w:type="paragraph" w:customStyle="1" w:styleId="NumropageAnnexe">
    <w:name w:val="Numéro page Annexe"/>
    <w:basedOn w:val="Pieddepage"/>
    <w:uiPriority w:val="99"/>
    <w:semiHidden/>
    <w:qFormat/>
    <w:rsid w:val="00B01A5A"/>
    <w:pPr>
      <w:jc w:val="right"/>
    </w:pPr>
    <w:rPr>
      <w:color w:val="8DC799" w:themeColor="accent5"/>
    </w:rPr>
  </w:style>
  <w:style w:type="paragraph" w:customStyle="1" w:styleId="EncartAnnexe">
    <w:name w:val="Encart Annexe"/>
    <w:basedOn w:val="Normal"/>
    <w:link w:val="EncartAnnexeCar"/>
    <w:uiPriority w:val="18"/>
    <w:qFormat/>
    <w:rsid w:val="001060A9"/>
    <w:pPr>
      <w:keepNext/>
      <w:keepLines/>
      <w:pBdr>
        <w:top w:val="dashed" w:sz="12" w:space="8" w:color="8DC799" w:themeColor="accent5"/>
        <w:left w:val="dashed" w:sz="12" w:space="9" w:color="8DC799" w:themeColor="accent5"/>
        <w:bottom w:val="dashed" w:sz="12" w:space="8" w:color="8DC799" w:themeColor="accent5"/>
        <w:right w:val="dashed" w:sz="12" w:space="9" w:color="8DC799" w:themeColor="accent5"/>
      </w:pBdr>
      <w:shd w:val="clear" w:color="000000" w:themeColor="text2" w:fill="FFFFFF" w:themeFill="background1"/>
      <w:spacing w:after="200" w:line="276" w:lineRule="auto"/>
      <w:ind w:left="198" w:right="198"/>
    </w:pPr>
    <w:rPr>
      <w:rFonts w:cs="Mangal"/>
      <w:color w:val="8DC799" w:themeColor="accent5"/>
      <w:kern w:val="24"/>
      <w:szCs w:val="16"/>
    </w:rPr>
  </w:style>
  <w:style w:type="character" w:customStyle="1" w:styleId="EncartAnnexeCar">
    <w:name w:val="Encart Annexe Car"/>
    <w:basedOn w:val="Policepardfaut"/>
    <w:link w:val="EncartAnnexe"/>
    <w:uiPriority w:val="18"/>
    <w:rsid w:val="00820B3F"/>
    <w:rPr>
      <w:rFonts w:cs="Mangal"/>
      <w:color w:val="8DC799" w:themeColor="accent5"/>
      <w:kern w:val="24"/>
      <w:sz w:val="20"/>
      <w:szCs w:val="16"/>
      <w:shd w:val="clear" w:color="000000" w:themeColor="text2" w:fill="FFFFFF" w:themeFill="background1"/>
    </w:rPr>
  </w:style>
  <w:style w:type="paragraph" w:customStyle="1" w:styleId="EncartAnnexeTitre">
    <w:name w:val="Encart Annexe Titre"/>
    <w:basedOn w:val="EncartAnnexe"/>
    <w:link w:val="EncartAnnexeTitreCar"/>
    <w:uiPriority w:val="17"/>
    <w:qFormat/>
    <w:rsid w:val="001060A9"/>
    <w:pPr>
      <w:jc w:val="left"/>
    </w:pPr>
    <w:rPr>
      <w:b/>
      <w:caps/>
    </w:rPr>
  </w:style>
  <w:style w:type="character" w:customStyle="1" w:styleId="EncartAnnexeTitreCar">
    <w:name w:val="Encart Annexe Titre Car"/>
    <w:basedOn w:val="EncartAnnexeCar"/>
    <w:link w:val="EncartAnnexeTitre"/>
    <w:uiPriority w:val="17"/>
    <w:rsid w:val="00820B3F"/>
    <w:rPr>
      <w:rFonts w:cs="Mangal"/>
      <w:b/>
      <w:caps/>
      <w:color w:val="8DC799" w:themeColor="accent5"/>
      <w:kern w:val="24"/>
      <w:sz w:val="20"/>
      <w:szCs w:val="16"/>
      <w:shd w:val="clear" w:color="000000" w:themeColor="text2" w:fill="FFFFFF" w:themeFill="background1"/>
    </w:rPr>
  </w:style>
  <w:style w:type="paragraph" w:customStyle="1" w:styleId="ItemAnnexe1">
    <w:name w:val="Item Annexe 1"/>
    <w:basedOn w:val="Normal"/>
    <w:link w:val="ItemAnnexe1Car"/>
    <w:uiPriority w:val="78"/>
    <w:qFormat/>
    <w:rsid w:val="0086627C"/>
    <w:pPr>
      <w:jc w:val="left"/>
    </w:pPr>
    <w:rPr>
      <w:b/>
      <w:color w:val="8DC799" w:themeColor="accent5"/>
      <w:sz w:val="28"/>
    </w:rPr>
  </w:style>
  <w:style w:type="character" w:customStyle="1" w:styleId="ItemAnnexe1Car">
    <w:name w:val="Item Annexe 1 Car"/>
    <w:basedOn w:val="Policepardfaut"/>
    <w:link w:val="ItemAnnexe1"/>
    <w:uiPriority w:val="78"/>
    <w:rsid w:val="00C23E61"/>
    <w:rPr>
      <w:b/>
      <w:color w:val="8DC799" w:themeColor="accent5"/>
      <w:sz w:val="28"/>
    </w:rPr>
  </w:style>
  <w:style w:type="paragraph" w:customStyle="1" w:styleId="ItemAnnexe2">
    <w:name w:val="Item Annexe 2"/>
    <w:basedOn w:val="Normal"/>
    <w:link w:val="ItemAnnexe2Car"/>
    <w:uiPriority w:val="78"/>
    <w:qFormat/>
    <w:rsid w:val="005D697D"/>
    <w:pPr>
      <w:jc w:val="left"/>
    </w:pPr>
    <w:rPr>
      <w:color w:val="8DC799" w:themeColor="accent5"/>
      <w:sz w:val="24"/>
    </w:rPr>
  </w:style>
  <w:style w:type="character" w:customStyle="1" w:styleId="ItemAnnexe2Car">
    <w:name w:val="Item Annexe 2 Car"/>
    <w:basedOn w:val="Policepardfaut"/>
    <w:link w:val="ItemAnnexe2"/>
    <w:uiPriority w:val="78"/>
    <w:rsid w:val="00C23E61"/>
    <w:rPr>
      <w:color w:val="8DC799" w:themeColor="accent5"/>
      <w:sz w:val="24"/>
    </w:rPr>
  </w:style>
  <w:style w:type="paragraph" w:customStyle="1" w:styleId="TOPTitreAnnexes">
    <w:name w:val="TOP Titre Annexes"/>
    <w:basedOn w:val="TOPTitre"/>
    <w:link w:val="TOPTitreAnnexesCar"/>
    <w:uiPriority w:val="99"/>
    <w:semiHidden/>
    <w:qFormat/>
    <w:rsid w:val="00E2730A"/>
    <w:rPr>
      <w:color w:val="8DC799" w:themeColor="accent5"/>
    </w:rPr>
  </w:style>
  <w:style w:type="character" w:customStyle="1" w:styleId="TOPTitreAnnexesCar">
    <w:name w:val="TOP Titre Annexes Car"/>
    <w:basedOn w:val="TOPTitreCar"/>
    <w:link w:val="TOPTitreAnnexes"/>
    <w:uiPriority w:val="99"/>
    <w:semiHidden/>
    <w:rsid w:val="004460A1"/>
    <w:rPr>
      <w:noProof/>
      <w:color w:val="8DC799" w:themeColor="accent5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96C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96CF0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96C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6C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96CF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96CF0"/>
    <w:pPr>
      <w:spacing w:after="0" w:line="240" w:lineRule="auto"/>
    </w:pPr>
    <w:rPr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673B7"/>
    <w:rPr>
      <w:color w:val="808080"/>
      <w:shd w:val="clear" w:color="auto" w:fill="E6E6E6"/>
    </w:rPr>
  </w:style>
  <w:style w:type="character" w:styleId="Accentuation">
    <w:name w:val="Emphasis"/>
    <w:basedOn w:val="Policepardfaut"/>
    <w:uiPriority w:val="1"/>
    <w:qFormat/>
    <w:rsid w:val="006148F6"/>
    <w:rPr>
      <w:i/>
      <w:iCs/>
    </w:rPr>
  </w:style>
  <w:style w:type="paragraph" w:customStyle="1" w:styleId="ListeCOCHE2">
    <w:name w:val="Liste COCHE 2"/>
    <w:basedOn w:val="Normal"/>
    <w:link w:val="ListeCOCHE2Car"/>
    <w:uiPriority w:val="66"/>
    <w:qFormat/>
    <w:rsid w:val="006F5BD0"/>
    <w:pPr>
      <w:numPr>
        <w:ilvl w:val="1"/>
        <w:numId w:val="7"/>
      </w:numPr>
    </w:pPr>
    <w:rPr>
      <w:color w:val="000000" w:themeColor="text2"/>
    </w:rPr>
  </w:style>
  <w:style w:type="character" w:customStyle="1" w:styleId="ListeCOCHE2Car">
    <w:name w:val="Liste COCHE 2 Car"/>
    <w:basedOn w:val="Policepardfaut"/>
    <w:link w:val="ListeCOCHE2"/>
    <w:uiPriority w:val="66"/>
    <w:rsid w:val="006F5BD0"/>
    <w:rPr>
      <w:color w:val="000000" w:themeColor="text2"/>
      <w:sz w:val="20"/>
    </w:rPr>
  </w:style>
  <w:style w:type="paragraph" w:customStyle="1" w:styleId="InfosDoc">
    <w:name w:val="InfosDoc"/>
    <w:basedOn w:val="Normal"/>
    <w:link w:val="InfosDocCar"/>
    <w:uiPriority w:val="99"/>
    <w:semiHidden/>
    <w:qFormat/>
    <w:rsid w:val="003C453D"/>
    <w:pPr>
      <w:spacing w:after="0" w:line="240" w:lineRule="auto"/>
      <w:contextualSpacing/>
    </w:pPr>
    <w:rPr>
      <w:sz w:val="16"/>
    </w:rPr>
  </w:style>
  <w:style w:type="paragraph" w:customStyle="1" w:styleId="InfosPage">
    <w:name w:val="InfosPage"/>
    <w:basedOn w:val="InfosDoc"/>
    <w:link w:val="InfosPageCar"/>
    <w:uiPriority w:val="99"/>
    <w:semiHidden/>
    <w:qFormat/>
    <w:rsid w:val="00754E8D"/>
    <w:pPr>
      <w:framePr w:hSpace="142" w:wrap="around" w:vAnchor="page" w:hAnchor="page" w:xAlign="center" w:yAlign="bottom"/>
      <w:suppressOverlap/>
      <w:jc w:val="right"/>
    </w:pPr>
    <w:rPr>
      <w:color w:val="000000" w:themeColor="text2"/>
      <w:sz w:val="18"/>
    </w:rPr>
  </w:style>
  <w:style w:type="character" w:customStyle="1" w:styleId="InfosDocCar">
    <w:name w:val="InfosDoc Car"/>
    <w:basedOn w:val="PieddepageCar"/>
    <w:link w:val="InfosDoc"/>
    <w:uiPriority w:val="99"/>
    <w:semiHidden/>
    <w:rsid w:val="005D7020"/>
    <w:rPr>
      <w:color w:val="000000" w:themeColor="text1"/>
      <w:sz w:val="16"/>
    </w:rPr>
  </w:style>
  <w:style w:type="paragraph" w:customStyle="1" w:styleId="InfosPageAnexxe">
    <w:name w:val="InfosPageAnexxe"/>
    <w:basedOn w:val="InfosPage"/>
    <w:link w:val="InfosPageAnexxeCar"/>
    <w:semiHidden/>
    <w:qFormat/>
    <w:rsid w:val="00B931CE"/>
    <w:pPr>
      <w:framePr w:wrap="around"/>
    </w:pPr>
    <w:rPr>
      <w:color w:val="8DC799" w:themeColor="accent5"/>
    </w:rPr>
  </w:style>
  <w:style w:type="character" w:customStyle="1" w:styleId="InfosPageCar">
    <w:name w:val="InfosPage Car"/>
    <w:basedOn w:val="Policepardfaut"/>
    <w:link w:val="InfosPage"/>
    <w:uiPriority w:val="99"/>
    <w:semiHidden/>
    <w:rsid w:val="005D7020"/>
    <w:rPr>
      <w:color w:val="000000" w:themeColor="text2"/>
      <w:sz w:val="18"/>
    </w:rPr>
  </w:style>
  <w:style w:type="paragraph" w:customStyle="1" w:styleId="InfosCale">
    <w:name w:val="InfosCale"/>
    <w:basedOn w:val="InfosDoc"/>
    <w:link w:val="InfosCaleCar"/>
    <w:uiPriority w:val="99"/>
    <w:semiHidden/>
    <w:qFormat/>
    <w:rsid w:val="00754E8D"/>
    <w:pPr>
      <w:framePr w:hSpace="142" w:wrap="around" w:vAnchor="page" w:hAnchor="page" w:xAlign="center" w:yAlign="bottom"/>
      <w:suppressOverlap/>
      <w:jc w:val="left"/>
    </w:pPr>
  </w:style>
  <w:style w:type="character" w:customStyle="1" w:styleId="InfosCaleCar">
    <w:name w:val="InfosCale Car"/>
    <w:basedOn w:val="InfosDocCar"/>
    <w:link w:val="InfosCale"/>
    <w:uiPriority w:val="99"/>
    <w:semiHidden/>
    <w:rsid w:val="005D7020"/>
    <w:rPr>
      <w:color w:val="000000" w:themeColor="text1"/>
      <w:sz w:val="16"/>
    </w:rPr>
  </w:style>
  <w:style w:type="character" w:customStyle="1" w:styleId="InfosPageAnexxeCar">
    <w:name w:val="InfosPageAnexxe Car"/>
    <w:basedOn w:val="InfosPageCar"/>
    <w:link w:val="InfosPageAnexxe"/>
    <w:semiHidden/>
    <w:rsid w:val="005D7020"/>
    <w:rPr>
      <w:color w:val="8DC799" w:themeColor="accent5"/>
      <w:sz w:val="18"/>
    </w:rPr>
  </w:style>
  <w:style w:type="character" w:customStyle="1" w:styleId="AnnexesSeparateurCar">
    <w:name w:val="Annexes Separateur Car"/>
    <w:basedOn w:val="TITRE1SeparateurCar"/>
    <w:link w:val="AnnexesSeparateur"/>
    <w:uiPriority w:val="76"/>
    <w:rsid w:val="00BE269D"/>
    <w:rPr>
      <w:b w:val="0"/>
      <w:color w:val="8DC799" w:themeColor="accent5"/>
      <w:sz w:val="60"/>
      <w:szCs w:val="60"/>
    </w:rPr>
  </w:style>
  <w:style w:type="paragraph" w:customStyle="1" w:styleId="05-TitreChapitreOrange">
    <w:name w:val="05 - Titre Chapitre Orange"/>
    <w:basedOn w:val="Normal"/>
    <w:qFormat/>
    <w:rsid w:val="00F503DA"/>
    <w:pPr>
      <w:numPr>
        <w:numId w:val="12"/>
      </w:numPr>
      <w:spacing w:before="2700" w:after="200" w:line="216" w:lineRule="auto"/>
      <w:jc w:val="left"/>
    </w:pPr>
    <w:rPr>
      <w:color w:val="000000" w:themeColor="text1"/>
      <w:sz w:val="120"/>
      <w:szCs w:val="24"/>
    </w:rPr>
  </w:style>
  <w:style w:type="paragraph" w:customStyle="1" w:styleId="Avertissement">
    <w:name w:val="Avertissement"/>
    <w:basedOn w:val="Pieddepage"/>
    <w:link w:val="AvertissementCar"/>
    <w:uiPriority w:val="99"/>
    <w:qFormat/>
    <w:rsid w:val="00E62E6F"/>
    <w:pPr>
      <w:pBdr>
        <w:top w:val="single" w:sz="12" w:space="1" w:color="FFFFFF" w:themeColor="background1"/>
        <w:left w:val="single" w:sz="12" w:space="4" w:color="FFFFFF" w:themeColor="background1"/>
        <w:bottom w:val="single" w:sz="12" w:space="1" w:color="FFFFFF" w:themeColor="background1"/>
        <w:right w:val="single" w:sz="12" w:space="4" w:color="FFFFFF" w:themeColor="background1"/>
      </w:pBdr>
      <w:shd w:val="clear" w:color="auto" w:fill="FFFFFF" w:themeFill="background1"/>
      <w:tabs>
        <w:tab w:val="clear" w:pos="8505"/>
        <w:tab w:val="right" w:pos="9638"/>
      </w:tabs>
    </w:pPr>
    <w:rPr>
      <w:noProof/>
      <w:color w:val="000000" w:themeColor="text2"/>
      <w:sz w:val="14"/>
      <w:szCs w:val="14"/>
    </w:rPr>
  </w:style>
  <w:style w:type="character" w:customStyle="1" w:styleId="Couleur">
    <w:name w:val="Couleur"/>
    <w:basedOn w:val="Policepardfaut"/>
    <w:rsid w:val="00E62E6F"/>
    <w:rPr>
      <w:color w:val="000000" w:themeColor="text2"/>
    </w:rPr>
  </w:style>
  <w:style w:type="character" w:customStyle="1" w:styleId="AvertissementCar">
    <w:name w:val="Avertissement Car"/>
    <w:basedOn w:val="PieddepageCar"/>
    <w:link w:val="Avertissement"/>
    <w:uiPriority w:val="99"/>
    <w:rsid w:val="00E62E6F"/>
    <w:rPr>
      <w:noProof/>
      <w:color w:val="000000" w:themeColor="text2"/>
      <w:sz w:val="14"/>
      <w:szCs w:val="14"/>
      <w:shd w:val="clear" w:color="auto" w:fill="FFFFFF" w:themeFill="background1"/>
    </w:rPr>
  </w:style>
  <w:style w:type="paragraph" w:customStyle="1" w:styleId="Titre1-Sous-titre">
    <w:name w:val="Titre 1 - Sous-titre"/>
    <w:basedOn w:val="Intertitre"/>
    <w:link w:val="Titre1-Sous-titreCar"/>
    <w:uiPriority w:val="19"/>
    <w:qFormat/>
    <w:rsid w:val="00E62E6F"/>
    <w:pPr>
      <w:keepNext/>
    </w:pPr>
    <w:rPr>
      <w:sz w:val="40"/>
    </w:rPr>
  </w:style>
  <w:style w:type="numbering" w:customStyle="1" w:styleId="Style3">
    <w:name w:val="Style3"/>
    <w:uiPriority w:val="99"/>
    <w:rsid w:val="00E62E6F"/>
    <w:pPr>
      <w:numPr>
        <w:numId w:val="13"/>
      </w:numPr>
    </w:pPr>
  </w:style>
  <w:style w:type="character" w:customStyle="1" w:styleId="Titre1-Sous-titreCar">
    <w:name w:val="Titre 1 - Sous-titre Car"/>
    <w:basedOn w:val="IntertitreCar"/>
    <w:link w:val="Titre1-Sous-titre"/>
    <w:uiPriority w:val="19"/>
    <w:rsid w:val="00E62E6F"/>
    <w:rPr>
      <w:b/>
      <w:color w:val="000000" w:themeColor="text2"/>
      <w:sz w:val="40"/>
    </w:rPr>
  </w:style>
  <w:style w:type="paragraph" w:customStyle="1" w:styleId="Encartnoir">
    <w:name w:val="Encart noir"/>
    <w:basedOn w:val="Encart"/>
    <w:link w:val="EncartnoirCar"/>
    <w:uiPriority w:val="13"/>
    <w:qFormat/>
    <w:rsid w:val="00E62E6F"/>
    <w:pPr>
      <w:pBdr>
        <w:top w:val="dashed" w:sz="12" w:space="8" w:color="000000" w:themeColor="text1"/>
        <w:left w:val="dashed" w:sz="12" w:space="9" w:color="000000" w:themeColor="text1"/>
        <w:bottom w:val="dashed" w:sz="12" w:space="8" w:color="000000" w:themeColor="text1"/>
        <w:right w:val="dashed" w:sz="12" w:space="9" w:color="000000" w:themeColor="text1"/>
      </w:pBdr>
      <w:spacing w:after="120" w:line="240" w:lineRule="auto"/>
    </w:pPr>
    <w:rPr>
      <w:color w:val="000000" w:themeColor="text1"/>
      <w:sz w:val="18"/>
    </w:rPr>
  </w:style>
  <w:style w:type="character" w:customStyle="1" w:styleId="EncartnoirCar">
    <w:name w:val="Encart noir Car"/>
    <w:basedOn w:val="EncartCar"/>
    <w:link w:val="Encartnoir"/>
    <w:uiPriority w:val="13"/>
    <w:rsid w:val="00E62E6F"/>
    <w:rPr>
      <w:rFonts w:cs="Mangal"/>
      <w:color w:val="000000" w:themeColor="text1"/>
      <w:kern w:val="24"/>
      <w:sz w:val="18"/>
      <w:szCs w:val="16"/>
      <w:shd w:val="clear" w:color="000000" w:themeColor="text2" w:fill="FFFFFF" w:themeFill="background1"/>
    </w:rPr>
  </w:style>
  <w:style w:type="character" w:styleId="Mentionnonrsolue">
    <w:name w:val="Unresolved Mention"/>
    <w:basedOn w:val="Policepardfaut"/>
    <w:uiPriority w:val="99"/>
    <w:semiHidden/>
    <w:unhideWhenUsed/>
    <w:rsid w:val="00434A01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17FA4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17FA4"/>
    <w:rPr>
      <w:sz w:val="20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styleId="Tabledesillustrations">
    <w:name w:val="table of figures"/>
    <w:basedOn w:val="Normal"/>
    <w:next w:val="Normal"/>
    <w:uiPriority w:val="99"/>
    <w:unhideWhenUsed/>
    <w:rsid w:val="00717D7D"/>
    <w:pPr>
      <w:spacing w:after="0"/>
    </w:pPr>
  </w:style>
  <w:style w:type="character" w:customStyle="1" w:styleId="cf01">
    <w:name w:val="cf01"/>
    <w:basedOn w:val="Policepardfaut"/>
    <w:rsid w:val="0004289D"/>
    <w:rPr>
      <w:rFonts w:ascii="Segoe UI" w:hAnsi="Segoe UI" w:cs="Segoe UI" w:hint="default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13"/>
    <w:semiHidden/>
    <w:rsid w:val="00EA11DE"/>
    <w:rPr>
      <w:rFonts w:asciiTheme="majorHAnsi" w:eastAsiaTheme="majorEastAsia" w:hAnsiTheme="majorHAnsi" w:cstheme="majorBidi"/>
      <w:i/>
      <w:iCs/>
      <w:color w:val="004E71" w:themeColor="accent1" w:themeShade="7F"/>
      <w:sz w:val="20"/>
    </w:rPr>
  </w:style>
  <w:style w:type="character" w:customStyle="1" w:styleId="Titre6Car">
    <w:name w:val="Titre 6 Car"/>
    <w:basedOn w:val="Policepardfaut"/>
    <w:link w:val="Titre6"/>
    <w:uiPriority w:val="13"/>
    <w:semiHidden/>
    <w:rsid w:val="00D71AC1"/>
    <w:rPr>
      <w:rFonts w:asciiTheme="majorHAnsi" w:eastAsiaTheme="majorEastAsia" w:hAnsiTheme="majorHAnsi" w:cstheme="majorBidi"/>
      <w:color w:val="004E71" w:themeColor="accent1" w:themeShade="7F"/>
      <w:sz w:val="20"/>
    </w:rPr>
  </w:style>
  <w:style w:type="paragraph" w:customStyle="1" w:styleId="numrot">
    <w:name w:val="§ numéroté"/>
    <w:basedOn w:val="Normal"/>
    <w:link w:val="numrotCar"/>
    <w:uiPriority w:val="17"/>
    <w:qFormat/>
    <w:rsid w:val="009823EB"/>
    <w:pPr>
      <w:numPr>
        <w:numId w:val="23"/>
      </w:numPr>
      <w:spacing w:before="240" w:after="240" w:line="280" w:lineRule="atLeast"/>
    </w:pPr>
    <w:rPr>
      <w:rFonts w:ascii="Arial" w:eastAsia="Times New Roman" w:hAnsi="Arial" w:cs="Times New Roman"/>
      <w:color w:val="464647"/>
      <w:szCs w:val="24"/>
      <w:lang w:eastAsia="fr-FR"/>
    </w:rPr>
  </w:style>
  <w:style w:type="character" w:customStyle="1" w:styleId="numrotCar">
    <w:name w:val="§ numéroté Car"/>
    <w:basedOn w:val="Policepardfaut"/>
    <w:link w:val="numrot"/>
    <w:uiPriority w:val="17"/>
    <w:rsid w:val="009823EB"/>
    <w:rPr>
      <w:rFonts w:ascii="Arial" w:eastAsia="Times New Roman" w:hAnsi="Arial" w:cs="Times New Roman"/>
      <w:color w:val="464647"/>
      <w:sz w:val="20"/>
      <w:szCs w:val="24"/>
      <w:lang w:eastAsia="fr-FR"/>
    </w:rPr>
  </w:style>
  <w:style w:type="paragraph" w:customStyle="1" w:styleId="AOTitre4">
    <w:name w:val="AO Titre 4"/>
    <w:basedOn w:val="Paragraphedeliste"/>
    <w:link w:val="AOTitre4Car"/>
    <w:qFormat/>
    <w:rsid w:val="009823EB"/>
    <w:pPr>
      <w:numPr>
        <w:ilvl w:val="3"/>
        <w:numId w:val="24"/>
      </w:numPr>
    </w:pPr>
    <w:rPr>
      <w:rFonts w:asciiTheme="minorHAnsi" w:hAnsiTheme="minorHAnsi"/>
      <w:b/>
      <w:bCs/>
    </w:rPr>
  </w:style>
  <w:style w:type="character" w:customStyle="1" w:styleId="AOTitre4Car">
    <w:name w:val="AO Titre 4 Car"/>
    <w:basedOn w:val="ParagraphedelisteCar"/>
    <w:link w:val="AOTitre4"/>
    <w:rsid w:val="009823EB"/>
    <w:rPr>
      <w:b/>
      <w:bCs/>
      <w:sz w:val="20"/>
    </w:rPr>
  </w:style>
  <w:style w:type="paragraph" w:customStyle="1" w:styleId="Titre20">
    <w:name w:val="Titre2"/>
    <w:basedOn w:val="Titre1"/>
    <w:link w:val="Titre2Car0"/>
    <w:qFormat/>
    <w:rsid w:val="0023063C"/>
    <w:pPr>
      <w:pageBreakBefore w:val="0"/>
      <w:numPr>
        <w:numId w:val="0"/>
      </w:numPr>
      <w:spacing w:before="0" w:line="240" w:lineRule="auto"/>
      <w:ind w:left="794" w:right="0" w:hanging="794"/>
      <w:contextualSpacing w:val="0"/>
      <w:jc w:val="both"/>
      <w:outlineLvl w:val="1"/>
    </w:pPr>
    <w:rPr>
      <w:rFonts w:ascii="Gill Sans MT" w:hAnsi="Gill Sans MT"/>
      <w:b/>
      <w:bCs/>
      <w:sz w:val="28"/>
      <w:szCs w:val="10"/>
    </w:rPr>
  </w:style>
  <w:style w:type="paragraph" w:customStyle="1" w:styleId="Titre30">
    <w:name w:val="Titre3"/>
    <w:basedOn w:val="Titre1"/>
    <w:qFormat/>
    <w:rsid w:val="0023063C"/>
    <w:pPr>
      <w:pageBreakBefore w:val="0"/>
      <w:numPr>
        <w:numId w:val="0"/>
      </w:numPr>
      <w:spacing w:before="0" w:after="360" w:line="240" w:lineRule="auto"/>
      <w:ind w:left="426" w:right="0" w:hanging="426"/>
      <w:contextualSpacing w:val="0"/>
      <w:jc w:val="both"/>
      <w:outlineLvl w:val="2"/>
    </w:pPr>
    <w:rPr>
      <w:rFonts w:ascii="Gill Sans MT" w:hAnsi="Gill Sans MT"/>
      <w:b/>
      <w:bCs/>
      <w:color w:val="7F7F7F" w:themeColor="text1" w:themeTint="80"/>
      <w:sz w:val="22"/>
      <w:szCs w:val="6"/>
    </w:rPr>
  </w:style>
  <w:style w:type="character" w:customStyle="1" w:styleId="Titre2Car0">
    <w:name w:val="Titre2 Car"/>
    <w:basedOn w:val="Titre1Car"/>
    <w:link w:val="Titre20"/>
    <w:rsid w:val="0023063C"/>
    <w:rPr>
      <w:rFonts w:ascii="Gill Sans MT" w:eastAsiaTheme="majorEastAsia" w:hAnsi="Gill Sans MT" w:cstheme="majorBidi"/>
      <w:b/>
      <w:bCs/>
      <w:color w:val="000000" w:themeColor="text2"/>
      <w:sz w:val="28"/>
      <w:szCs w:val="10"/>
    </w:rPr>
  </w:style>
  <w:style w:type="paragraph" w:customStyle="1" w:styleId="Titre40">
    <w:name w:val="Titre4"/>
    <w:basedOn w:val="Titre30"/>
    <w:qFormat/>
    <w:rsid w:val="0023063C"/>
    <w:pPr>
      <w:spacing w:after="240"/>
      <w:ind w:left="709" w:hanging="709"/>
      <w:outlineLvl w:val="9"/>
    </w:pPr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63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1136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3655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978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434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0969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885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8940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2291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7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31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e.durand\OneDrive%20-%20CITEO\0_CITEO\CHARTE\20180320_Citeo_Mod&#232;le%20Word_BLACK.dotx" TargetMode="External"/></Relationships>
</file>

<file path=word/theme/theme1.xml><?xml version="1.0" encoding="utf-8"?>
<a:theme xmlns:a="http://schemas.openxmlformats.org/drawingml/2006/main" name="Thème Office">
  <a:themeElements>
    <a:clrScheme name="CITEO II BLACK">
      <a:dk1>
        <a:srgbClr val="000000"/>
      </a:dk1>
      <a:lt1>
        <a:srgbClr val="FFFFFF"/>
      </a:lt1>
      <a:dk2>
        <a:srgbClr val="000000"/>
      </a:dk2>
      <a:lt2>
        <a:srgbClr val="FFED00"/>
      </a:lt2>
      <a:accent1>
        <a:srgbClr val="009FE3"/>
      </a:accent1>
      <a:accent2>
        <a:srgbClr val="E6007E"/>
      </a:accent2>
      <a:accent3>
        <a:srgbClr val="A197C9"/>
      </a:accent3>
      <a:accent4>
        <a:srgbClr val="00B2CC"/>
      </a:accent4>
      <a:accent5>
        <a:srgbClr val="8DC799"/>
      </a:accent5>
      <a:accent6>
        <a:srgbClr val="ED7483"/>
      </a:accent6>
      <a:hlink>
        <a:srgbClr val="80CEF3"/>
      </a:hlink>
      <a:folHlink>
        <a:srgbClr val="A197C9"/>
      </a:folHlink>
    </a:clrScheme>
    <a:fontScheme name="CFSI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F2EE101292C740B25DAAF2D267C100" ma:contentTypeVersion="19" ma:contentTypeDescription="Crée un document." ma:contentTypeScope="" ma:versionID="4c70776ed2e40971dd72d74272b670ce">
  <xsd:schema xmlns:xsd="http://www.w3.org/2001/XMLSchema" xmlns:xs="http://www.w3.org/2001/XMLSchema" xmlns:p="http://schemas.microsoft.com/office/2006/metadata/properties" xmlns:ns2="81221dee-5606-43d8-9b03-0e1c61c53ea5" xmlns:ns3="c30b790a-164a-4a27-80e7-afb1cf9940e1" targetNamespace="http://schemas.microsoft.com/office/2006/metadata/properties" ma:root="true" ma:fieldsID="033bd7422ddb4715b0e46a5513106ad0" ns2:_="" ns3:_="">
    <xsd:import namespace="81221dee-5606-43d8-9b03-0e1c61c53ea5"/>
    <xsd:import namespace="c30b790a-164a-4a27-80e7-afb1cf9940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21dee-5606-43d8-9b03-0e1c61c53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40af6b1-a2af-400a-9185-eaf9f6963b3b}" ma:internalName="TaxCatchAll" ma:showField="CatchAllData" ma:web="81221dee-5606-43d8-9b03-0e1c61c53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b790a-164a-4a27-80e7-afb1cf9940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94a083a-1e22-4320-a76d-dcd5c55a69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1221dee-5606-43d8-9b03-0e1c61c53ea5">
      <UserInfo>
        <DisplayName>NT Service\spsearch</DisplayName>
        <AccountId>10</AccountId>
        <AccountType/>
      </UserInfo>
    </SharedWithUsers>
    <TaxCatchAll xmlns="81221dee-5606-43d8-9b03-0e1c61c53ea5" xsi:nil="true"/>
    <lcf76f155ced4ddcb4097134ff3c332f xmlns="c30b790a-164a-4a27-80e7-afb1cf9940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738A5-B2A9-4CA8-8350-161C6047D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D3810-F979-4EAB-B1E2-8561FF3148E8}"/>
</file>

<file path=customXml/itemProps3.xml><?xml version="1.0" encoding="utf-8"?>
<ds:datastoreItem xmlns:ds="http://schemas.openxmlformats.org/officeDocument/2006/customXml" ds:itemID="{FD98E6B4-0909-43A1-BF96-8BDA9A313DF1}">
  <ds:schemaRefs>
    <ds:schemaRef ds:uri="http://schemas.microsoft.com/office/2006/metadata/properties"/>
    <ds:schemaRef ds:uri="http://schemas.microsoft.com/office/infopath/2007/PartnerControls"/>
    <ds:schemaRef ds:uri="81221dee-5606-43d8-9b03-0e1c61c53ea5"/>
    <ds:schemaRef ds:uri="c30b790a-164a-4a27-80e7-afb1cf9940e1"/>
  </ds:schemaRefs>
</ds:datastoreItem>
</file>

<file path=customXml/itemProps4.xml><?xml version="1.0" encoding="utf-8"?>
<ds:datastoreItem xmlns:ds="http://schemas.openxmlformats.org/officeDocument/2006/customXml" ds:itemID="{EF446298-D50A-1F4B-A04B-42FDBD38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20180320_Citeo_Modèle Word_BLACK</Template>
  <TotalTime>516</TotalTime>
  <Pages>14</Pages>
  <Words>1501</Words>
  <Characters>8261</Characters>
  <Application>Microsoft Office Word</Application>
  <DocSecurity>0</DocSecurity>
  <Lines>68</Lines>
  <Paragraphs>19</Paragraphs>
  <ScaleCrop>false</ScaleCrop>
  <Company>EcoEmballages</Company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DIOP</dc:creator>
  <cp:keywords/>
  <dc:description/>
  <cp:lastModifiedBy>PATRIGEON Anne</cp:lastModifiedBy>
  <cp:revision>181</cp:revision>
  <cp:lastPrinted>2024-11-14T10:51:00Z</cp:lastPrinted>
  <dcterms:created xsi:type="dcterms:W3CDTF">2025-10-15T14:50:00Z</dcterms:created>
  <dcterms:modified xsi:type="dcterms:W3CDTF">2025-12-15T10:11:00Z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0x01010075F2EE101292C740B25DAAF2D267C100</vt:lpwstr>
  </property>
  <property fmtid="{D5CDD505-2E9C-101B-9397-08002B2CF9AE}" pid="3" name="MediaServiceImageTags">
    <vt:lpwstr/>
  </property>
  <property fmtid="{D5CDD505-2E9C-101B-9397-08002B2CF9AE}" pid="4" name="Order">
    <vt:r8>96767600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